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1E" w:rsidRPr="00E8747A" w:rsidRDefault="00B74E1E" w:rsidP="00A46105">
      <w:pPr>
        <w:pStyle w:val="Heading1"/>
        <w:tabs>
          <w:tab w:val="left" w:pos="1530"/>
        </w:tabs>
        <w:spacing w:before="0" w:after="0"/>
        <w:ind w:right="-331"/>
        <w:jc w:val="both"/>
        <w:rPr>
          <w:sz w:val="72"/>
          <w:szCs w:val="72"/>
          <w:u w:val="single"/>
        </w:rPr>
      </w:pPr>
      <w:r>
        <w:rPr>
          <w:noProof/>
        </w:rPr>
        <w:pict>
          <v:group id="Group 3" o:spid="_x0000_s1026" style="position:absolute;left:0;text-align:left;margin-left:-36.8pt;margin-top:-38.5pt;width:564.75pt;height:722.15pt;z-index:-251658240" coordorigin="472,458" coordsize="11295,14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">
            <v:shape id="Freeform 4" o:spid="_x0000_s1027" style="position:absolute;left:472;top:458;width:11295;height:1939;visibility:visible;mso-wrap-style:square;v-text-anchor:top" coordsize="11295,2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" path="m11295,c11295,,5647,,,,,,18,2131,,2356,1066,2300,660,788,2131,523,3631,330,7300,853,8827,766,10354,679,10781,160,11295,xe" fillcolor="#ccc0d9" stroked="f">
              <v:fill opacity="28179f" o:opacity2="11795f" rotate="t" focus="100%" type="gradient"/>
              <v:path arrowok="t" o:connecttype="custom" o:connectlocs="11295,0;0,0;0,1939;2131,430;8827,630;11295,0" o:connectangles="0,0,0,0,0,0"/>
            </v:shape>
            <v:shape id="Freeform 5" o:spid="_x0000_s1028" style="position:absolute;left:634;top:2317;width:10929;height:12584;visibility:visible;mso-wrap-style:square;v-text-anchor:top" coordsize="11098,1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" path="m7,12741l,249r,-4l,242,1,229,3,214,8,197r4,-17l19,161r7,-19l32,133r5,-11l42,113r6,-9l55,94r7,-8l69,77r9,-8l85,61,95,53r10,-6l114,39r12,-6l137,28r12,-5l161,17r13,-4l189,11,203,9,218,8r8,l233,8,11065,r33,49l233,65r-6,l219,65r-11,1l196,68r-11,1l174,73r-10,4l156,80r-10,5l137,89r-8,5l122,101r-8,5l107,113r-6,7l95,126r-5,7l85,141r-9,15l68,170r-7,15l56,199r-3,14l49,225r-1,10l47,245r,2l47,249r4,12496l7,12741xe" fillcolor="#fabf8f" stroked="f">
              <v:fill opacity="41943f" color2="#fff9f4" rotate="t" angle="45" focus="100%" type="gradient"/>
              <v:path arrowok="t" o:connecttype="custom" o:connectlocs="0,246;0,242;1,226;8,195;19,159;32,131;41,112;54,93;68,76;84,60;103,46;124,33;147,23;171,13;200,9;223,8;229,8;10929,48;229,64;216,64;193,67;171,72;154,79;135,88;120,100;105,112;94,124;84,139;67,168;55,196;48,222;46,242;46,246;50,12584" o:connectangles="0,0,0,0,0,0,0,0,0,0,0,0,0,0,0,0,0,0,0,0,0,0,0,0,0,0,0,0,0,0,0,0,0,0"/>
            </v:shape>
          </v:group>
        </w:pict>
      </w:r>
      <w:r w:rsidRPr="00E8747A">
        <w:rPr>
          <w:u w:val="single"/>
        </w:rPr>
        <w:t>ROOFIA MUSHTAQ</w:t>
      </w:r>
    </w:p>
    <w:p w:rsidR="00B74E1E" w:rsidRPr="00E8747A" w:rsidRDefault="00B74E1E" w:rsidP="001C1A81">
      <w:pPr>
        <w:spacing w:after="0" w:line="240" w:lineRule="auto"/>
        <w:ind w:right="-331"/>
        <w:jc w:val="both"/>
        <w:rPr>
          <w:rFonts w:ascii="Times New Roman" w:hAnsi="Times New Roman"/>
          <w:b/>
          <w:bCs/>
          <w:iCs/>
        </w:rPr>
      </w:pPr>
      <w:r w:rsidRPr="00E8747A">
        <w:rPr>
          <w:rFonts w:ascii="Times New Roman" w:hAnsi="Times New Roman"/>
          <w:b/>
          <w:bCs/>
          <w:iCs/>
          <w:u w:val="single"/>
        </w:rPr>
        <w:t>Email address</w:t>
      </w:r>
      <w:r w:rsidRPr="0075504E">
        <w:rPr>
          <w:rFonts w:ascii="Times New Roman" w:hAnsi="Times New Roman"/>
          <w:b/>
          <w:bCs/>
          <w:iCs/>
        </w:rPr>
        <w:t xml:space="preserve">: </w:t>
      </w:r>
      <w:r>
        <w:rPr>
          <w:rFonts w:ascii="Times New Roman" w:hAnsi="Times New Roman"/>
          <w:b/>
          <w:bCs/>
          <w:iCs/>
        </w:rPr>
        <w:t>sagi3december@gmail.com</w:t>
      </w:r>
    </w:p>
    <w:p w:rsidR="00B74E1E" w:rsidRPr="00E8747A" w:rsidRDefault="00B74E1E" w:rsidP="00715295">
      <w:pPr>
        <w:spacing w:after="0" w:line="240" w:lineRule="auto"/>
        <w:ind w:right="-331"/>
        <w:jc w:val="both"/>
        <w:rPr>
          <w:rFonts w:ascii="Times New Roman" w:hAnsi="Times New Roman"/>
          <w:b/>
          <w:u w:val="single"/>
        </w:rPr>
      </w:pPr>
      <w:r w:rsidRPr="00E8747A">
        <w:rPr>
          <w:rFonts w:ascii="Times New Roman" w:hAnsi="Times New Roman"/>
          <w:b/>
        </w:rPr>
        <w:t>Contact Number:   0306-2106345</w:t>
      </w:r>
    </w:p>
    <w:p w:rsidR="00B74E1E" w:rsidRPr="00E8747A" w:rsidRDefault="00B74E1E" w:rsidP="00EA7E09">
      <w:pPr>
        <w:spacing w:after="0" w:line="240" w:lineRule="auto"/>
        <w:ind w:right="-331"/>
        <w:rPr>
          <w:rFonts w:ascii="Times New Roman" w:hAnsi="Times New Roman"/>
        </w:rPr>
      </w:pPr>
    </w:p>
    <w:p w:rsidR="00B74E1E" w:rsidRPr="00E8747A" w:rsidRDefault="00B74E1E" w:rsidP="00EA7E09">
      <w:pPr>
        <w:spacing w:after="0" w:line="240" w:lineRule="auto"/>
        <w:ind w:right="-331"/>
        <w:rPr>
          <w:rFonts w:ascii="Times New Roman" w:hAnsi="Times New Roman"/>
          <w:b/>
        </w:rPr>
      </w:pPr>
    </w:p>
    <w:p w:rsidR="00B74E1E" w:rsidRPr="00E8747A" w:rsidRDefault="00B74E1E" w:rsidP="00EA7E09">
      <w:pPr>
        <w:spacing w:after="0" w:line="240" w:lineRule="auto"/>
        <w:ind w:right="-331"/>
        <w:rPr>
          <w:rFonts w:ascii="Times New Roman" w:hAnsi="Times New Roman"/>
          <w:b/>
        </w:rPr>
      </w:pPr>
      <w:r w:rsidRPr="00E8747A">
        <w:rPr>
          <w:rFonts w:ascii="Times New Roman" w:hAnsi="Times New Roman"/>
          <w:b/>
        </w:rPr>
        <w:t xml:space="preserve">To join </w:t>
      </w:r>
      <w:r>
        <w:rPr>
          <w:rFonts w:ascii="Times New Roman" w:hAnsi="Times New Roman"/>
          <w:b/>
        </w:rPr>
        <w:t xml:space="preserve">an </w:t>
      </w:r>
      <w:r w:rsidRPr="00E8747A">
        <w:rPr>
          <w:rFonts w:ascii="Times New Roman" w:hAnsi="Times New Roman"/>
          <w:b/>
        </w:rPr>
        <w:t xml:space="preserve">organization </w:t>
      </w:r>
      <w:r>
        <w:rPr>
          <w:rFonts w:ascii="Times New Roman" w:hAnsi="Times New Roman"/>
          <w:b/>
        </w:rPr>
        <w:t xml:space="preserve">seeking </w:t>
      </w:r>
      <w:r w:rsidRPr="00E8747A">
        <w:rPr>
          <w:rFonts w:ascii="Times New Roman" w:hAnsi="Times New Roman"/>
          <w:b/>
        </w:rPr>
        <w:t>interpersonal communications, analytical, and managerial skills that will lead to broadening vision, carrier and achieving organizational goal</w:t>
      </w:r>
      <w:r>
        <w:rPr>
          <w:rFonts w:ascii="Times New Roman" w:hAnsi="Times New Roman"/>
          <w:b/>
        </w:rPr>
        <w:t>s</w:t>
      </w:r>
      <w:r w:rsidRPr="00E8747A">
        <w:rPr>
          <w:rFonts w:ascii="Times New Roman" w:hAnsi="Times New Roman"/>
          <w:b/>
        </w:rPr>
        <w:t>.</w:t>
      </w:r>
    </w:p>
    <w:p w:rsidR="00B74E1E" w:rsidRPr="00E8747A" w:rsidRDefault="00B74E1E" w:rsidP="00EA7E09">
      <w:pPr>
        <w:spacing w:after="0" w:line="12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EA7E09">
      <w:pPr>
        <w:pStyle w:val="ListParagraph"/>
        <w:tabs>
          <w:tab w:val="left" w:pos="6975"/>
        </w:tabs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  <w:u w:val="single"/>
        </w:rPr>
      </w:pPr>
      <w:r w:rsidRPr="00E8747A">
        <w:rPr>
          <w:rFonts w:ascii="Times New Roman" w:hAnsi="Times New Roman"/>
          <w:b/>
          <w:bCs/>
          <w:sz w:val="24"/>
          <w:szCs w:val="24"/>
          <w:u w:val="single"/>
        </w:rPr>
        <w:t>Profile</w:t>
      </w:r>
      <w:r w:rsidRPr="001B0C73">
        <w:rPr>
          <w:rFonts w:ascii="Times New Roman" w:hAnsi="Times New Roman"/>
          <w:b/>
          <w:bCs/>
          <w:sz w:val="24"/>
          <w:szCs w:val="24"/>
        </w:rPr>
        <w:t>:</w:t>
      </w:r>
    </w:p>
    <w:p w:rsidR="00B74E1E" w:rsidRPr="00E8747A" w:rsidRDefault="00B74E1E" w:rsidP="00697281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E1E" w:rsidRPr="00E8747A" w:rsidRDefault="00B74E1E" w:rsidP="00715295">
      <w:pPr>
        <w:pStyle w:val="ListParagraph"/>
        <w:tabs>
          <w:tab w:val="left" w:pos="90"/>
          <w:tab w:val="left" w:pos="990"/>
        </w:tabs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</w:rPr>
      </w:pPr>
      <w:r w:rsidRPr="00E8747A">
        <w:rPr>
          <w:rFonts w:ascii="Times New Roman" w:hAnsi="Times New Roman"/>
          <w:b/>
          <w:bCs/>
          <w:sz w:val="24"/>
          <w:szCs w:val="24"/>
          <w:u w:val="single"/>
        </w:rPr>
        <w:t>Pervious</w:t>
      </w:r>
      <w:r w:rsidRPr="00E8747A">
        <w:rPr>
          <w:rFonts w:ascii="Times New Roman" w:hAnsi="Times New Roman"/>
          <w:b/>
          <w:bCs/>
          <w:sz w:val="24"/>
          <w:szCs w:val="24"/>
        </w:rPr>
        <w:t>:</w:t>
      </w:r>
    </w:p>
    <w:p w:rsidR="00B74E1E" w:rsidRPr="00E8747A" w:rsidRDefault="00B74E1E" w:rsidP="00341C1B">
      <w:pPr>
        <w:pStyle w:val="ListParagraph"/>
        <w:numPr>
          <w:ilvl w:val="0"/>
          <w:numId w:val="45"/>
        </w:numPr>
        <w:tabs>
          <w:tab w:val="left" w:pos="90"/>
          <w:tab w:val="left" w:pos="990"/>
        </w:tabs>
        <w:spacing w:after="0" w:line="240" w:lineRule="auto"/>
        <w:ind w:right="-331"/>
        <w:rPr>
          <w:rFonts w:ascii="Times New Roman" w:hAnsi="Times New Roman"/>
          <w:bCs/>
        </w:rPr>
      </w:pPr>
      <w:r w:rsidRPr="00E8747A">
        <w:rPr>
          <w:rFonts w:ascii="Times New Roman" w:hAnsi="Times New Roman"/>
          <w:bCs/>
        </w:rPr>
        <w:t>Teacher at Elysium Grammar School.</w:t>
      </w:r>
    </w:p>
    <w:p w:rsidR="00B74E1E" w:rsidRDefault="00B74E1E" w:rsidP="00341C1B">
      <w:pPr>
        <w:pStyle w:val="ListParagraph"/>
        <w:numPr>
          <w:ilvl w:val="0"/>
          <w:numId w:val="45"/>
        </w:numPr>
        <w:tabs>
          <w:tab w:val="left" w:pos="90"/>
          <w:tab w:val="left" w:pos="990"/>
        </w:tabs>
        <w:spacing w:after="0" w:line="240" w:lineRule="auto"/>
        <w:ind w:right="-331"/>
        <w:rPr>
          <w:rFonts w:ascii="Times New Roman" w:hAnsi="Times New Roman"/>
          <w:bCs/>
        </w:rPr>
      </w:pPr>
      <w:r w:rsidRPr="00E8747A">
        <w:rPr>
          <w:rFonts w:ascii="Times New Roman" w:hAnsi="Times New Roman"/>
          <w:bCs/>
        </w:rPr>
        <w:t>Teacher at Mama’s Pride School.</w:t>
      </w:r>
    </w:p>
    <w:p w:rsidR="00B74E1E" w:rsidRPr="00F75475" w:rsidRDefault="00B74E1E" w:rsidP="002D5540">
      <w:pPr>
        <w:pStyle w:val="ListParagraph"/>
        <w:numPr>
          <w:ilvl w:val="0"/>
          <w:numId w:val="45"/>
        </w:numPr>
        <w:spacing w:after="0" w:line="240" w:lineRule="auto"/>
        <w:ind w:right="-331"/>
        <w:rPr>
          <w:rFonts w:ascii="Times New Roman" w:hAnsi="Times New Roman"/>
          <w:bCs/>
          <w:sz w:val="24"/>
          <w:szCs w:val="24"/>
        </w:rPr>
      </w:pPr>
      <w:r w:rsidRPr="0075504E">
        <w:rPr>
          <w:rFonts w:ascii="Times New Roman" w:hAnsi="Times New Roman"/>
          <w:bCs/>
        </w:rPr>
        <w:t>Mars Healthcare Network</w:t>
      </w:r>
      <w:r>
        <w:rPr>
          <w:rFonts w:ascii="Times New Roman" w:hAnsi="Times New Roman"/>
          <w:bCs/>
        </w:rPr>
        <w:t xml:space="preserve"> / Radiology Reports Online, LLC (BPO Tele-Radiology) (Chicago, US) </w:t>
      </w:r>
    </w:p>
    <w:p w:rsidR="00B74E1E" w:rsidRPr="00A569EE" w:rsidRDefault="00B74E1E" w:rsidP="002D5540">
      <w:pPr>
        <w:pStyle w:val="ListParagraph"/>
        <w:numPr>
          <w:ilvl w:val="0"/>
          <w:numId w:val="45"/>
        </w:numPr>
        <w:spacing w:after="0" w:line="240" w:lineRule="auto"/>
        <w:ind w:right="-33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>Teacher at Waves Grammar School.</w:t>
      </w:r>
    </w:p>
    <w:p w:rsidR="00B74E1E" w:rsidRDefault="00B74E1E" w:rsidP="00A569EE">
      <w:pPr>
        <w:pStyle w:val="ListParagraph"/>
        <w:spacing w:after="0" w:line="240" w:lineRule="auto"/>
        <w:ind w:right="-331"/>
        <w:rPr>
          <w:rFonts w:ascii="Times New Roman" w:hAnsi="Times New Roman"/>
          <w:bCs/>
          <w:sz w:val="24"/>
          <w:szCs w:val="24"/>
        </w:rPr>
      </w:pPr>
    </w:p>
    <w:p w:rsidR="00B74E1E" w:rsidRPr="00E8747A" w:rsidRDefault="00B74E1E" w:rsidP="00A569EE">
      <w:pPr>
        <w:pStyle w:val="ListParagraph"/>
        <w:tabs>
          <w:tab w:val="left" w:pos="90"/>
          <w:tab w:val="left" w:pos="990"/>
        </w:tabs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Current</w:t>
      </w:r>
      <w:r w:rsidRPr="00E8747A">
        <w:rPr>
          <w:rFonts w:ascii="Times New Roman" w:hAnsi="Times New Roman"/>
          <w:b/>
          <w:bCs/>
          <w:sz w:val="24"/>
          <w:szCs w:val="24"/>
        </w:rPr>
        <w:t>:</w:t>
      </w:r>
    </w:p>
    <w:p w:rsidR="00B74E1E" w:rsidRPr="002D5540" w:rsidRDefault="00B74E1E" w:rsidP="002D5540">
      <w:pPr>
        <w:tabs>
          <w:tab w:val="left" w:pos="90"/>
          <w:tab w:val="left" w:pos="990"/>
        </w:tabs>
        <w:spacing w:after="0" w:line="240" w:lineRule="auto"/>
        <w:ind w:left="360" w:right="-33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Quality Assurance Officer at Radicentur</w:t>
      </w:r>
    </w:p>
    <w:p w:rsidR="00B74E1E" w:rsidRPr="00E8747A" w:rsidRDefault="00B74E1E" w:rsidP="00EA7E09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E1E" w:rsidRPr="00E8747A" w:rsidRDefault="00B74E1E" w:rsidP="003A7664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bCs/>
          <w:sz w:val="24"/>
          <w:szCs w:val="24"/>
          <w:u w:val="single"/>
        </w:rPr>
      </w:pPr>
      <w:r w:rsidRPr="00E8747A">
        <w:rPr>
          <w:rFonts w:ascii="Times New Roman" w:hAnsi="Times New Roman"/>
          <w:b/>
          <w:bCs/>
          <w:sz w:val="24"/>
          <w:szCs w:val="24"/>
          <w:u w:val="single"/>
        </w:rPr>
        <w:t>Education</w:t>
      </w:r>
      <w:r w:rsidRPr="00E8747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E8747A">
        <w:rPr>
          <w:rFonts w:ascii="Times New Roman" w:hAnsi="Times New Roman"/>
          <w:bCs/>
          <w:sz w:val="24"/>
          <w:szCs w:val="24"/>
        </w:rPr>
        <w:t>MSc</w:t>
      </w:r>
      <w:r>
        <w:rPr>
          <w:rFonts w:ascii="Times New Roman" w:hAnsi="Times New Roman"/>
          <w:bCs/>
          <w:sz w:val="24"/>
          <w:szCs w:val="24"/>
        </w:rPr>
        <w:t xml:space="preserve"> (Physiology)</w:t>
      </w:r>
    </w:p>
    <w:p w:rsidR="00B74E1E" w:rsidRPr="00E8747A" w:rsidRDefault="00B74E1E" w:rsidP="00EA7E09">
      <w:pPr>
        <w:pStyle w:val="ListParagraph"/>
        <w:spacing w:after="0" w:line="120" w:lineRule="auto"/>
        <w:ind w:left="0" w:right="-331"/>
        <w:rPr>
          <w:rFonts w:ascii="Times New Roman" w:hAnsi="Times New Roman"/>
        </w:rPr>
      </w:pPr>
    </w:p>
    <w:p w:rsidR="00B74E1E" w:rsidRPr="00E8747A" w:rsidRDefault="00B74E1E" w:rsidP="00341C1B">
      <w:pPr>
        <w:spacing w:after="0"/>
        <w:ind w:left="720" w:right="-331"/>
        <w:rPr>
          <w:rFonts w:ascii="Times New Roman" w:hAnsi="Times New Roman"/>
          <w:lang w:val="en-AU"/>
        </w:rPr>
      </w:pPr>
    </w:p>
    <w:p w:rsidR="00B74E1E" w:rsidRPr="00E8747A" w:rsidRDefault="00B74E1E" w:rsidP="00341C1B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Experience</w:t>
      </w:r>
      <w:r w:rsidRPr="001B0C73">
        <w:rPr>
          <w:rFonts w:ascii="Times New Roman" w:hAnsi="Times New Roman"/>
          <w:b/>
          <w:bCs/>
          <w:iCs/>
          <w:sz w:val="24"/>
          <w:szCs w:val="24"/>
        </w:rPr>
        <w:t>:</w:t>
      </w:r>
      <w:r w:rsidRPr="00E8747A">
        <w:rPr>
          <w:rFonts w:ascii="Times New Roman" w:hAnsi="Times New Roman"/>
          <w:color w:val="000000"/>
        </w:rPr>
        <w:br/>
      </w:r>
    </w:p>
    <w:p w:rsidR="00B74E1E" w:rsidRPr="0075504E" w:rsidRDefault="00B74E1E" w:rsidP="0075504E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5504E">
        <w:rPr>
          <w:rFonts w:ascii="Times New Roman" w:hAnsi="Times New Roman"/>
          <w:bCs/>
          <w:iCs/>
          <w:sz w:val="24"/>
          <w:szCs w:val="24"/>
          <w:u w:val="single"/>
        </w:rPr>
        <w:t>Experience in MARS Health</w:t>
      </w:r>
      <w:r>
        <w:rPr>
          <w:rFonts w:ascii="Times New Roman" w:hAnsi="Times New Roman"/>
          <w:bCs/>
          <w:iCs/>
          <w:sz w:val="24"/>
          <w:szCs w:val="24"/>
          <w:u w:val="single"/>
        </w:rPr>
        <w:t>c</w:t>
      </w:r>
      <w:r w:rsidRPr="0075504E">
        <w:rPr>
          <w:rFonts w:ascii="Times New Roman" w:hAnsi="Times New Roman"/>
          <w:bCs/>
          <w:iCs/>
          <w:sz w:val="24"/>
          <w:szCs w:val="24"/>
          <w:u w:val="single"/>
        </w:rPr>
        <w:t>are</w:t>
      </w:r>
      <w:r>
        <w:rPr>
          <w:rFonts w:ascii="Times New Roman" w:hAnsi="Times New Roman"/>
          <w:bCs/>
          <w:iCs/>
          <w:sz w:val="24"/>
          <w:szCs w:val="24"/>
          <w:u w:val="single"/>
        </w:rPr>
        <w:t xml:space="preserve"> Network</w:t>
      </w:r>
      <w:r w:rsidRPr="0075504E">
        <w:rPr>
          <w:rFonts w:ascii="Times New Roman" w:hAnsi="Times New Roman"/>
          <w:bCs/>
          <w:iCs/>
          <w:sz w:val="24"/>
          <w:szCs w:val="24"/>
          <w:u w:val="single"/>
        </w:rPr>
        <w:t>:</w:t>
      </w:r>
    </w:p>
    <w:p w:rsidR="00B74E1E" w:rsidRPr="00E8747A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 w:rsidRPr="00E8747A">
        <w:rPr>
          <w:rFonts w:ascii="Times New Roman" w:hAnsi="Times New Roman"/>
        </w:rPr>
        <w:t>Responsibilities as a Q</w:t>
      </w:r>
      <w:r>
        <w:rPr>
          <w:rFonts w:ascii="Times New Roman" w:hAnsi="Times New Roman"/>
        </w:rPr>
        <w:t xml:space="preserve">uality Assurance </w:t>
      </w:r>
      <w:r w:rsidRPr="00E8747A">
        <w:rPr>
          <w:rFonts w:ascii="Times New Roman" w:hAnsi="Times New Roman"/>
        </w:rPr>
        <w:t>Officer</w:t>
      </w:r>
      <w:r>
        <w:rPr>
          <w:rFonts w:ascii="Times New Roman" w:hAnsi="Times New Roman"/>
        </w:rPr>
        <w:t>.</w:t>
      </w:r>
    </w:p>
    <w:p w:rsidR="00B74E1E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Controlling Report and Case </w:t>
      </w:r>
      <w:r w:rsidRPr="00E8747A">
        <w:rPr>
          <w:rFonts w:ascii="Times New Roman" w:hAnsi="Times New Roman"/>
        </w:rPr>
        <w:t>Quality</w:t>
      </w:r>
      <w:r>
        <w:rPr>
          <w:rFonts w:ascii="Times New Roman" w:hAnsi="Times New Roman"/>
        </w:rPr>
        <w:t>.</w:t>
      </w:r>
    </w:p>
    <w:p w:rsidR="00B74E1E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Proofreading Reports and Cases for Imaging Modalities – MRI, CT, DEXA, ECHO, US, CR.</w:t>
      </w:r>
    </w:p>
    <w:p w:rsidR="00B74E1E" w:rsidRPr="00E8747A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Ensuring US Healthcare Administrative System Compliances</w:t>
      </w:r>
      <w:r w:rsidRPr="00E8747A">
        <w:rPr>
          <w:rFonts w:ascii="Times New Roman" w:hAnsi="Times New Roman"/>
        </w:rPr>
        <w:t>.</w:t>
      </w:r>
    </w:p>
    <w:p w:rsidR="00B74E1E" w:rsidRPr="00E8747A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Analyzing Images, Tech. sheets, CPT / ICD Coding, Medical billing information, Patient’s personal notes, History, and Priors against SOPs/Protocols, keeping logs and communicating errors.</w:t>
      </w:r>
    </w:p>
    <w:p w:rsidR="00B74E1E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Ensure Timely submission of cases with strict focus on TAT (Turn Around Time).</w:t>
      </w:r>
    </w:p>
    <w:p w:rsidR="00B74E1E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Training radiologists and centers (laboratories) on their errors with effective communication through emails, periodic logs and reporting.</w:t>
      </w:r>
    </w:p>
    <w:p w:rsidR="00B74E1E" w:rsidRPr="00E8747A" w:rsidRDefault="00B74E1E" w:rsidP="0099482C">
      <w:pPr>
        <w:pStyle w:val="ListParagraph"/>
        <w:numPr>
          <w:ilvl w:val="0"/>
          <w:numId w:val="50"/>
        </w:num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Using multiple online reporting platform ensuring best possible outcome.</w:t>
      </w:r>
    </w:p>
    <w:p w:rsidR="00B74E1E" w:rsidRPr="00135C8F" w:rsidRDefault="00B74E1E" w:rsidP="0099482C">
      <w:pPr>
        <w:pStyle w:val="ListParagraph"/>
        <w:numPr>
          <w:ilvl w:val="0"/>
          <w:numId w:val="50"/>
        </w:numPr>
        <w:spacing w:after="160" w:line="259" w:lineRule="auto"/>
      </w:pPr>
      <w:r>
        <w:rPr>
          <w:rFonts w:ascii="Times New Roman" w:hAnsi="Times New Roman"/>
        </w:rPr>
        <w:t>Assisting in Establishing, Ensuring and Developing</w:t>
      </w:r>
      <w:r w:rsidRPr="00E8747A">
        <w:rPr>
          <w:rFonts w:ascii="Times New Roman" w:hAnsi="Times New Roman"/>
        </w:rPr>
        <w:t xml:space="preserve"> Policies and Protocols</w:t>
      </w:r>
      <w:r>
        <w:rPr>
          <w:rFonts w:ascii="Times New Roman" w:hAnsi="Times New Roman"/>
        </w:rPr>
        <w:t>, collective and individual, with Patient Comfort and Organizational Goals in Focus.</w:t>
      </w:r>
    </w:p>
    <w:p w:rsidR="00B74E1E" w:rsidRPr="00E8747A" w:rsidRDefault="00B74E1E" w:rsidP="0099482C">
      <w:pPr>
        <w:pStyle w:val="ListParagraph"/>
        <w:numPr>
          <w:ilvl w:val="0"/>
          <w:numId w:val="50"/>
        </w:numPr>
        <w:spacing w:after="160" w:line="259" w:lineRule="auto"/>
      </w:pPr>
      <w:r>
        <w:rPr>
          <w:rFonts w:ascii="Times New Roman" w:hAnsi="Times New Roman"/>
        </w:rPr>
        <w:t>Providing extended coverages with reference to workload and hours in supporting departmental and organizational goals.</w:t>
      </w:r>
    </w:p>
    <w:p w:rsidR="00B74E1E" w:rsidRDefault="00B74E1E" w:rsidP="001B0C73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B74E1E" w:rsidRPr="0075504E" w:rsidRDefault="00B74E1E" w:rsidP="001B0C73">
      <w:pPr>
        <w:pStyle w:val="ListParagraph"/>
        <w:spacing w:after="0" w:line="240" w:lineRule="auto"/>
        <w:ind w:left="0" w:right="-331"/>
        <w:rPr>
          <w:rFonts w:ascii="Times New Roman" w:hAnsi="Times New Roman"/>
        </w:rPr>
      </w:pPr>
      <w:r w:rsidRPr="0075504E">
        <w:rPr>
          <w:rFonts w:ascii="Times New Roman" w:hAnsi="Times New Roman"/>
          <w:bCs/>
          <w:iCs/>
          <w:sz w:val="24"/>
          <w:szCs w:val="24"/>
          <w:u w:val="single"/>
        </w:rPr>
        <w:t>Responsibilities as Teacher at Elysium Grammar School</w:t>
      </w:r>
      <w:r w:rsidRPr="001B0C73">
        <w:rPr>
          <w:rFonts w:ascii="Times New Roman" w:hAnsi="Times New Roman"/>
          <w:bCs/>
          <w:iCs/>
          <w:sz w:val="24"/>
          <w:szCs w:val="24"/>
        </w:rPr>
        <w:t>:</w:t>
      </w:r>
    </w:p>
    <w:p w:rsidR="00B74E1E" w:rsidRPr="00E8747A" w:rsidRDefault="00B74E1E" w:rsidP="001B0C73">
      <w:pPr>
        <w:spacing w:after="0" w:line="240" w:lineRule="auto"/>
        <w:ind w:right="-331"/>
        <w:rPr>
          <w:rFonts w:ascii="Times New Roman" w:hAnsi="Times New Roman"/>
          <w:sz w:val="24"/>
          <w:szCs w:val="24"/>
        </w:rPr>
      </w:pPr>
    </w:p>
    <w:p w:rsidR="00B74E1E" w:rsidRPr="00E8747A" w:rsidRDefault="00B74E1E" w:rsidP="001B0C73">
      <w:pPr>
        <w:numPr>
          <w:ilvl w:val="0"/>
          <w:numId w:val="27"/>
        </w:numPr>
        <w:spacing w:after="0"/>
        <w:ind w:right="-331"/>
        <w:rPr>
          <w:rFonts w:ascii="Times New Roman" w:hAnsi="Times New Roman"/>
          <w:color w:val="333333"/>
          <w:shd w:val="clear" w:color="auto" w:fill="FFFFFF"/>
        </w:rPr>
      </w:pPr>
      <w:r w:rsidRPr="00E8747A">
        <w:rPr>
          <w:rFonts w:ascii="Times New Roman" w:hAnsi="Times New Roman"/>
          <w:color w:val="000000"/>
        </w:rPr>
        <w:t>Maintain class discipline</w:t>
      </w:r>
      <w:r w:rsidRPr="00E8747A">
        <w:rPr>
          <w:rFonts w:ascii="Times New Roman" w:hAnsi="Times New Roman"/>
          <w:color w:val="333333"/>
        </w:rPr>
        <w:t>.</w:t>
      </w:r>
    </w:p>
    <w:p w:rsidR="00B74E1E" w:rsidRPr="00E8747A" w:rsidRDefault="00B74E1E" w:rsidP="001B0C73">
      <w:pPr>
        <w:numPr>
          <w:ilvl w:val="0"/>
          <w:numId w:val="27"/>
        </w:numPr>
        <w:spacing w:after="0"/>
        <w:ind w:right="-331"/>
        <w:rPr>
          <w:rFonts w:ascii="Times New Roman" w:hAnsi="Times New Roman"/>
          <w:color w:val="333333"/>
          <w:shd w:val="clear" w:color="auto" w:fill="FFFFFF"/>
        </w:rPr>
      </w:pPr>
      <w:r w:rsidRPr="00E8747A">
        <w:rPr>
          <w:rFonts w:ascii="Times New Roman" w:hAnsi="Times New Roman"/>
          <w:color w:val="000000"/>
          <w:shd w:val="clear" w:color="auto" w:fill="FFFFFF"/>
        </w:rPr>
        <w:t>Floor In-charge.</w:t>
      </w:r>
    </w:p>
    <w:p w:rsidR="00B74E1E" w:rsidRPr="00E8747A" w:rsidRDefault="00B74E1E" w:rsidP="001B0C73">
      <w:pPr>
        <w:numPr>
          <w:ilvl w:val="0"/>
          <w:numId w:val="27"/>
        </w:numPr>
        <w:spacing w:after="0"/>
        <w:ind w:right="-331"/>
        <w:rPr>
          <w:rFonts w:ascii="Times New Roman" w:hAnsi="Times New Roman"/>
          <w:color w:val="333333"/>
          <w:shd w:val="clear" w:color="auto" w:fill="FFFFFF"/>
        </w:rPr>
      </w:pPr>
      <w:r w:rsidRPr="00E8747A">
        <w:rPr>
          <w:rFonts w:ascii="Times New Roman" w:hAnsi="Times New Roman"/>
          <w:color w:val="000000"/>
          <w:shd w:val="clear" w:color="auto" w:fill="FFFFFF"/>
        </w:rPr>
        <w:t>Morning Assembly In-charge.</w:t>
      </w:r>
    </w:p>
    <w:p w:rsidR="00B74E1E" w:rsidRPr="00E8747A" w:rsidRDefault="00B74E1E" w:rsidP="001B0C73">
      <w:pPr>
        <w:numPr>
          <w:ilvl w:val="0"/>
          <w:numId w:val="27"/>
        </w:numPr>
        <w:spacing w:after="0"/>
        <w:ind w:right="-331"/>
        <w:rPr>
          <w:rFonts w:ascii="Times New Roman" w:hAnsi="Times New Roman"/>
          <w:color w:val="333333"/>
          <w:shd w:val="clear" w:color="auto" w:fill="FFFFFF"/>
        </w:rPr>
      </w:pPr>
      <w:r w:rsidRPr="00E8747A">
        <w:rPr>
          <w:rFonts w:ascii="Times New Roman" w:hAnsi="Times New Roman"/>
          <w:color w:val="000000"/>
          <w:shd w:val="clear" w:color="auto" w:fill="FFFFFF"/>
        </w:rPr>
        <w:t>Take Demo for new Hiring.</w:t>
      </w:r>
    </w:p>
    <w:p w:rsidR="00B74E1E" w:rsidRPr="00E8747A" w:rsidRDefault="00B74E1E" w:rsidP="001B0C73">
      <w:pPr>
        <w:pStyle w:val="ListParagraph"/>
        <w:numPr>
          <w:ilvl w:val="0"/>
          <w:numId w:val="27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Maintain staff attendance record on daily basis.</w:t>
      </w:r>
    </w:p>
    <w:p w:rsidR="00B74E1E" w:rsidRDefault="00B74E1E" w:rsidP="00341C1B">
      <w:pPr>
        <w:spacing w:after="0" w:line="240" w:lineRule="auto"/>
        <w:ind w:right="-331"/>
        <w:rPr>
          <w:rFonts w:ascii="Times New Roman" w:hAnsi="Times New Roman"/>
        </w:rPr>
      </w:pPr>
    </w:p>
    <w:p w:rsidR="00B74E1E" w:rsidRPr="00E8747A" w:rsidRDefault="00B74E1E" w:rsidP="00341C1B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b/>
          <w:bCs/>
          <w:iCs/>
          <w:u w:val="single"/>
        </w:rPr>
        <w:t>Skill Highlight:</w:t>
      </w:r>
      <w:r w:rsidRPr="00E8747A">
        <w:rPr>
          <w:rFonts w:ascii="Times New Roman" w:hAnsi="Times New Roman"/>
          <w:b/>
          <w:bCs/>
          <w:iCs/>
          <w:u w:val="single"/>
        </w:rPr>
        <w:br/>
      </w:r>
    </w:p>
    <w:p w:rsidR="00B74E1E" w:rsidRPr="00135C8F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Disciplined and persistent.</w:t>
      </w:r>
    </w:p>
    <w:p w:rsidR="00B74E1E" w:rsidRPr="001B0C73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Medical Terminology Knowledge</w:t>
      </w:r>
      <w:r>
        <w:rPr>
          <w:rFonts w:ascii="Times New Roman" w:hAnsi="Times New Roman"/>
          <w:iCs/>
        </w:rPr>
        <w:t>.</w:t>
      </w:r>
    </w:p>
    <w:p w:rsidR="00B74E1E" w:rsidRPr="001B0C73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Medical Billing Knowledge.</w:t>
      </w:r>
    </w:p>
    <w:p w:rsidR="00B74E1E" w:rsidRPr="00F05A5F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Quality Assurance Standards.</w:t>
      </w:r>
    </w:p>
    <w:p w:rsidR="00B74E1E" w:rsidRPr="001B0C73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Proofreading Medical reports of Radiologists and Specialists.</w:t>
      </w:r>
    </w:p>
    <w:p w:rsidR="00B74E1E" w:rsidRPr="001B0C73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Basic Radiology Imaging interpretation.</w:t>
      </w:r>
    </w:p>
    <w:p w:rsidR="00B74E1E" w:rsidRPr="001B0C73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MS Excel (data entry, logs and reporting).</w:t>
      </w:r>
    </w:p>
    <w:p w:rsidR="00B74E1E" w:rsidRPr="001B0C73" w:rsidRDefault="00B74E1E" w:rsidP="001B0C73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>
        <w:rPr>
          <w:rFonts w:ascii="Times New Roman" w:hAnsi="Times New Roman"/>
          <w:iCs/>
        </w:rPr>
        <w:t>Tech Savvy – Computer hardware / software, Internet surfing / research.</w:t>
      </w:r>
    </w:p>
    <w:p w:rsidR="00B74E1E" w:rsidRPr="00E8747A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Understand Sterilization Techniques</w:t>
      </w:r>
      <w:r>
        <w:rPr>
          <w:rFonts w:ascii="Times New Roman" w:hAnsi="Times New Roman"/>
          <w:iCs/>
        </w:rPr>
        <w:t>.</w:t>
      </w:r>
    </w:p>
    <w:p w:rsidR="00B74E1E" w:rsidRPr="00E8747A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Attention to detail</w:t>
      </w:r>
      <w:r>
        <w:rPr>
          <w:rFonts w:ascii="Times New Roman" w:hAnsi="Times New Roman"/>
          <w:iCs/>
        </w:rPr>
        <w:t>.</w:t>
      </w:r>
    </w:p>
    <w:p w:rsidR="00B74E1E" w:rsidRPr="00E8747A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Quick Problem solver</w:t>
      </w:r>
      <w:r>
        <w:rPr>
          <w:rFonts w:ascii="Times New Roman" w:hAnsi="Times New Roman"/>
          <w:iCs/>
        </w:rPr>
        <w:t>.</w:t>
      </w:r>
    </w:p>
    <w:p w:rsidR="00B74E1E" w:rsidRPr="00E8747A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Co-operative team Member</w:t>
      </w:r>
      <w:r>
        <w:rPr>
          <w:rFonts w:ascii="Times New Roman" w:hAnsi="Times New Roman"/>
          <w:iCs/>
        </w:rPr>
        <w:t>.</w:t>
      </w:r>
    </w:p>
    <w:p w:rsidR="00B74E1E" w:rsidRPr="00E8747A" w:rsidRDefault="00B74E1E" w:rsidP="00341C1B">
      <w:pPr>
        <w:pStyle w:val="ListParagraph"/>
        <w:numPr>
          <w:ilvl w:val="0"/>
          <w:numId w:val="46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 xml:space="preserve">Strong Verbal </w:t>
      </w:r>
      <w:r>
        <w:rPr>
          <w:rFonts w:ascii="Times New Roman" w:hAnsi="Times New Roman"/>
          <w:iCs/>
        </w:rPr>
        <w:t xml:space="preserve">and Written </w:t>
      </w:r>
      <w:r w:rsidRPr="00E8747A">
        <w:rPr>
          <w:rFonts w:ascii="Times New Roman" w:hAnsi="Times New Roman"/>
          <w:iCs/>
        </w:rPr>
        <w:t>Communication</w:t>
      </w:r>
      <w:r>
        <w:rPr>
          <w:rFonts w:ascii="Times New Roman" w:hAnsi="Times New Roman"/>
          <w:iCs/>
        </w:rPr>
        <w:t>.</w:t>
      </w:r>
    </w:p>
    <w:p w:rsidR="00B74E1E" w:rsidRPr="00E8747A" w:rsidRDefault="00B74E1E" w:rsidP="00B61900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B61900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b/>
          <w:bCs/>
          <w:iCs/>
          <w:u w:val="single"/>
        </w:rPr>
        <w:t>Lab Skills:</w:t>
      </w:r>
    </w:p>
    <w:p w:rsidR="00B74E1E" w:rsidRPr="00E8747A" w:rsidRDefault="00B74E1E" w:rsidP="00B61900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B61900">
      <w:pPr>
        <w:pStyle w:val="ListParagraph"/>
        <w:numPr>
          <w:ilvl w:val="0"/>
          <w:numId w:val="49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Promote personal and co-worker safety.</w:t>
      </w:r>
    </w:p>
    <w:p w:rsidR="00B74E1E" w:rsidRPr="00E8747A" w:rsidRDefault="00B74E1E" w:rsidP="00B61900">
      <w:pPr>
        <w:pStyle w:val="ListParagraph"/>
        <w:numPr>
          <w:ilvl w:val="0"/>
          <w:numId w:val="49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Prepare Lab Experience in an Ethical Manners.</w:t>
      </w:r>
    </w:p>
    <w:p w:rsidR="00B74E1E" w:rsidRPr="00E8747A" w:rsidRDefault="00B74E1E" w:rsidP="00B61900">
      <w:pPr>
        <w:pStyle w:val="ListParagraph"/>
        <w:numPr>
          <w:ilvl w:val="0"/>
          <w:numId w:val="49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Basic Microbiology Techniques including Gram-Staining.</w:t>
      </w:r>
    </w:p>
    <w:p w:rsidR="00B74E1E" w:rsidRPr="00E8747A" w:rsidRDefault="00B74E1E" w:rsidP="00B61900">
      <w:pPr>
        <w:pStyle w:val="ListParagraph"/>
        <w:numPr>
          <w:ilvl w:val="0"/>
          <w:numId w:val="49"/>
        </w:num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iCs/>
        </w:rPr>
        <w:t>Designs and implement work protocols and responsibilities.</w:t>
      </w:r>
    </w:p>
    <w:p w:rsidR="00B74E1E" w:rsidRPr="00135C8F" w:rsidRDefault="00B74E1E" w:rsidP="00135C8F">
      <w:pPr>
        <w:spacing w:after="0" w:line="240" w:lineRule="auto"/>
        <w:ind w:right="-331"/>
        <w:jc w:val="both"/>
        <w:rPr>
          <w:rFonts w:ascii="Times New Roman" w:hAnsi="Times New Roman"/>
        </w:rPr>
      </w:pPr>
    </w:p>
    <w:p w:rsidR="00B74E1E" w:rsidRPr="00E8747A" w:rsidRDefault="00B74E1E" w:rsidP="002C4BBD">
      <w:pPr>
        <w:spacing w:after="0" w:line="12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2C4BBD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b/>
          <w:bCs/>
          <w:iCs/>
          <w:u w:val="single"/>
        </w:rPr>
        <w:t>Knowledge Area:</w:t>
      </w:r>
    </w:p>
    <w:p w:rsidR="00B74E1E" w:rsidRPr="00E8747A" w:rsidRDefault="00B74E1E" w:rsidP="002F56A0">
      <w:pPr>
        <w:tabs>
          <w:tab w:val="left" w:pos="810"/>
        </w:tabs>
        <w:spacing w:after="0" w:line="240" w:lineRule="auto"/>
        <w:ind w:right="-331"/>
        <w:rPr>
          <w:rFonts w:ascii="Times New Roman" w:hAnsi="Times New Roman"/>
        </w:rPr>
      </w:pPr>
    </w:p>
    <w:p w:rsidR="00B74E1E" w:rsidRDefault="00B74E1E" w:rsidP="007D0C6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810" w:right="-331" w:hanging="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Online </w:t>
      </w:r>
      <w:r w:rsidRPr="00F05A5F">
        <w:rPr>
          <w:rFonts w:ascii="Times New Roman" w:hAnsi="Times New Roman"/>
        </w:rPr>
        <w:t>Electronic Medical</w:t>
      </w:r>
      <w:r>
        <w:rPr>
          <w:rFonts w:ascii="Times New Roman" w:hAnsi="Times New Roman"/>
        </w:rPr>
        <w:t xml:space="preserve"> Record (EMR) </w:t>
      </w:r>
      <w:r w:rsidRPr="00F05A5F">
        <w:rPr>
          <w:rFonts w:ascii="Times New Roman" w:hAnsi="Times New Roman"/>
        </w:rPr>
        <w:t xml:space="preserve">/ </w:t>
      </w:r>
      <w:r>
        <w:rPr>
          <w:rFonts w:ascii="Times New Roman" w:hAnsi="Times New Roman"/>
        </w:rPr>
        <w:t xml:space="preserve">Electronic </w:t>
      </w:r>
      <w:r w:rsidRPr="00F05A5F">
        <w:rPr>
          <w:rFonts w:ascii="Times New Roman" w:hAnsi="Times New Roman"/>
        </w:rPr>
        <w:t xml:space="preserve">Health Record </w:t>
      </w:r>
      <w:r>
        <w:rPr>
          <w:rFonts w:ascii="Times New Roman" w:hAnsi="Times New Roman"/>
        </w:rPr>
        <w:t xml:space="preserve">(EHR) </w:t>
      </w:r>
      <w:r w:rsidRPr="00F05A5F">
        <w:rPr>
          <w:rFonts w:ascii="Times New Roman" w:hAnsi="Times New Roman"/>
        </w:rPr>
        <w:t>Systems.</w:t>
      </w:r>
    </w:p>
    <w:p w:rsidR="00B74E1E" w:rsidRPr="00F05A5F" w:rsidRDefault="00B74E1E" w:rsidP="007D0C6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810" w:right="-331" w:hanging="450"/>
        <w:rPr>
          <w:rFonts w:ascii="Times New Roman" w:hAnsi="Times New Roman"/>
        </w:rPr>
      </w:pPr>
      <w:r>
        <w:rPr>
          <w:rFonts w:ascii="Times New Roman" w:hAnsi="Times New Roman"/>
        </w:rPr>
        <w:t>Basic Medical Billing and Coding ICD/CPT</w:t>
      </w:r>
    </w:p>
    <w:p w:rsidR="00B74E1E" w:rsidRPr="00E8747A" w:rsidRDefault="00B74E1E" w:rsidP="002C4BBD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810" w:right="-331" w:hanging="450"/>
        <w:rPr>
          <w:rFonts w:ascii="Times New Roman" w:hAnsi="Times New Roman"/>
        </w:rPr>
      </w:pPr>
      <w:r w:rsidRPr="00E8747A">
        <w:rPr>
          <w:rFonts w:ascii="Times New Roman" w:hAnsi="Times New Roman"/>
        </w:rPr>
        <w:t>MS-Office and its related softwares</w:t>
      </w:r>
      <w:r>
        <w:rPr>
          <w:rFonts w:ascii="Times New Roman" w:hAnsi="Times New Roman"/>
        </w:rPr>
        <w:t>,</w:t>
      </w:r>
      <w:r w:rsidRPr="00E8747A">
        <w:rPr>
          <w:rFonts w:ascii="Times New Roman" w:hAnsi="Times New Roman"/>
        </w:rPr>
        <w:t xml:space="preserve"> MS-</w:t>
      </w:r>
      <w:r>
        <w:rPr>
          <w:rFonts w:ascii="Times New Roman" w:hAnsi="Times New Roman"/>
        </w:rPr>
        <w:t>W</w:t>
      </w:r>
      <w:r w:rsidRPr="00E8747A">
        <w:rPr>
          <w:rFonts w:ascii="Times New Roman" w:hAnsi="Times New Roman"/>
        </w:rPr>
        <w:t>ord, MS-</w:t>
      </w:r>
      <w:r>
        <w:rPr>
          <w:rFonts w:ascii="Times New Roman" w:hAnsi="Times New Roman"/>
        </w:rPr>
        <w:t>E</w:t>
      </w:r>
      <w:r w:rsidRPr="00E8747A">
        <w:rPr>
          <w:rFonts w:ascii="Times New Roman" w:hAnsi="Times New Roman"/>
        </w:rPr>
        <w:t>xcel, MS-Power Point &amp; MS-Access</w:t>
      </w:r>
    </w:p>
    <w:p w:rsidR="00B74E1E" w:rsidRDefault="00B74E1E" w:rsidP="002C4BBD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810" w:right="-331" w:hanging="450"/>
        <w:rPr>
          <w:rFonts w:ascii="Times New Roman" w:hAnsi="Times New Roman"/>
        </w:rPr>
      </w:pPr>
      <w:r w:rsidRPr="00E8747A">
        <w:rPr>
          <w:rFonts w:ascii="Times New Roman" w:hAnsi="Times New Roman"/>
        </w:rPr>
        <w:t xml:space="preserve">Internet </w:t>
      </w:r>
      <w:r>
        <w:rPr>
          <w:rFonts w:ascii="Times New Roman" w:hAnsi="Times New Roman"/>
        </w:rPr>
        <w:t>usage for research</w:t>
      </w:r>
      <w:r w:rsidRPr="00E8747A">
        <w:rPr>
          <w:rFonts w:ascii="Times New Roman" w:hAnsi="Times New Roman"/>
        </w:rPr>
        <w:t>.</w:t>
      </w:r>
    </w:p>
    <w:p w:rsidR="00B74E1E" w:rsidRPr="00135C8F" w:rsidRDefault="00B74E1E" w:rsidP="00135C8F">
      <w:pPr>
        <w:tabs>
          <w:tab w:val="left" w:pos="810"/>
        </w:tabs>
        <w:spacing w:after="0" w:line="240" w:lineRule="auto"/>
        <w:ind w:right="-331"/>
        <w:rPr>
          <w:rFonts w:ascii="Times New Roman" w:hAnsi="Times New Roman"/>
        </w:rPr>
      </w:pPr>
    </w:p>
    <w:p w:rsidR="00B74E1E" w:rsidRPr="00E8747A" w:rsidRDefault="00B74E1E" w:rsidP="00CB77B0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E8747A">
        <w:rPr>
          <w:rFonts w:ascii="Times New Roman" w:hAnsi="Times New Roman"/>
          <w:b/>
          <w:bCs/>
          <w:iCs/>
          <w:sz w:val="24"/>
          <w:szCs w:val="24"/>
          <w:u w:val="single"/>
        </w:rPr>
        <w:t>Academic Qualification:</w:t>
      </w:r>
    </w:p>
    <w:p w:rsidR="00B74E1E" w:rsidRPr="00E8747A" w:rsidRDefault="00B74E1E" w:rsidP="00CB77B0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</w:rPr>
      </w:pPr>
      <w:r w:rsidRPr="00E8747A">
        <w:rPr>
          <w:rFonts w:ascii="Times New Roman" w:hAnsi="Times New Roman"/>
          <w:b/>
          <w:bCs/>
        </w:rPr>
        <w:t xml:space="preserve">MASTERS:                  </w:t>
      </w:r>
      <w:r w:rsidRPr="00135C8F">
        <w:rPr>
          <w:rFonts w:ascii="Times New Roman" w:hAnsi="Times New Roman"/>
          <w:bCs/>
        </w:rPr>
        <w:t>M.Sc</w:t>
      </w:r>
      <w:r>
        <w:rPr>
          <w:rFonts w:ascii="Times New Roman" w:hAnsi="Times New Roman"/>
          <w:b/>
          <w:bCs/>
        </w:rPr>
        <w:t xml:space="preserve"> </w:t>
      </w:r>
      <w:r w:rsidRPr="00E8747A">
        <w:rPr>
          <w:rFonts w:ascii="Times New Roman" w:hAnsi="Times New Roman"/>
        </w:rPr>
        <w:t>Physiology</w:t>
      </w: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</w:rPr>
      </w:pPr>
      <w:r w:rsidRPr="00E8747A">
        <w:rPr>
          <w:rFonts w:ascii="Times New Roman" w:hAnsi="Times New Roman"/>
          <w:b/>
          <w:bCs/>
        </w:rPr>
        <w:t>BACHELOR:</w:t>
      </w:r>
      <w:r w:rsidRPr="00E8747A">
        <w:rPr>
          <w:rFonts w:ascii="Times New Roman" w:hAnsi="Times New Roman"/>
          <w:bCs/>
        </w:rPr>
        <w:t xml:space="preserve">               B.Sc in Physiology (with Minor Subjects Microbiology, Biochemistry) </w:t>
      </w: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</w:rPr>
      </w:pPr>
      <w:r w:rsidRPr="00E8747A">
        <w:rPr>
          <w:rFonts w:ascii="Times New Roman" w:hAnsi="Times New Roman"/>
          <w:b/>
          <w:bCs/>
        </w:rPr>
        <w:t>INTERMEDIATE:</w:t>
      </w:r>
      <w:r w:rsidRPr="00E8747A">
        <w:rPr>
          <w:rFonts w:ascii="Times New Roman" w:hAnsi="Times New Roman"/>
        </w:rPr>
        <w:t xml:space="preserve">      H</w:t>
      </w:r>
      <w:r w:rsidRPr="00E8747A">
        <w:rPr>
          <w:rFonts w:ascii="Times New Roman" w:hAnsi="Times New Roman"/>
          <w:bCs/>
        </w:rPr>
        <w:t>.S.C (Pre Medical) from Hayat ul Islam Girls College</w:t>
      </w: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</w:rPr>
      </w:pPr>
      <w:r w:rsidRPr="00E8747A">
        <w:rPr>
          <w:rFonts w:ascii="Times New Roman" w:hAnsi="Times New Roman"/>
          <w:b/>
          <w:bCs/>
        </w:rPr>
        <w:t xml:space="preserve">MATRICULATION: </w:t>
      </w:r>
      <w:r w:rsidRPr="00E8747A">
        <w:rPr>
          <w:rFonts w:ascii="Times New Roman" w:hAnsi="Times New Roman"/>
          <w:b/>
          <w:bCs/>
        </w:rPr>
        <w:tab/>
      </w:r>
      <w:r w:rsidRPr="00E8747A">
        <w:rPr>
          <w:rFonts w:ascii="Times New Roman" w:hAnsi="Times New Roman"/>
        </w:rPr>
        <w:t xml:space="preserve">S.S.C. (Science)” from </w:t>
      </w:r>
      <w:r w:rsidRPr="00E8747A">
        <w:rPr>
          <w:rFonts w:ascii="Times New Roman" w:hAnsi="Times New Roman"/>
          <w:bCs/>
        </w:rPr>
        <w:t xml:space="preserve">B.J Public Higher Secondary School </w:t>
      </w: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  <w:bCs/>
        </w:rPr>
      </w:pPr>
    </w:p>
    <w:p w:rsidR="00B74E1E" w:rsidRPr="00E8747A" w:rsidRDefault="00B74E1E" w:rsidP="00B61900">
      <w:pPr>
        <w:pStyle w:val="ListParagraph"/>
        <w:spacing w:after="0" w:line="240" w:lineRule="auto"/>
        <w:ind w:left="0" w:right="-331"/>
        <w:rPr>
          <w:rFonts w:ascii="Times New Roman" w:hAnsi="Times New Roman"/>
          <w:b/>
          <w:u w:val="single"/>
        </w:rPr>
      </w:pPr>
      <w:r w:rsidRPr="00E8747A">
        <w:rPr>
          <w:rFonts w:ascii="Times New Roman" w:hAnsi="Times New Roman"/>
          <w:b/>
          <w:u w:val="single"/>
        </w:rPr>
        <w:t>Projects:</w:t>
      </w:r>
    </w:p>
    <w:p w:rsidR="00B74E1E" w:rsidRPr="00E8747A" w:rsidRDefault="00B74E1E" w:rsidP="00B61900">
      <w:pPr>
        <w:pStyle w:val="ListParagraph"/>
        <w:spacing w:after="0" w:line="240" w:lineRule="auto"/>
        <w:ind w:right="-331"/>
        <w:rPr>
          <w:rFonts w:ascii="Times New Roman" w:hAnsi="Times New Roman"/>
          <w:bCs/>
        </w:rPr>
      </w:pPr>
    </w:p>
    <w:p w:rsidR="00B74E1E" w:rsidRPr="00E8747A" w:rsidRDefault="00B74E1E" w:rsidP="00B61900">
      <w:pPr>
        <w:pStyle w:val="ListParagraph"/>
        <w:numPr>
          <w:ilvl w:val="0"/>
          <w:numId w:val="48"/>
        </w:numPr>
        <w:spacing w:after="0" w:line="240" w:lineRule="auto"/>
        <w:ind w:right="-331"/>
        <w:rPr>
          <w:rFonts w:ascii="Times New Roman" w:hAnsi="Times New Roman"/>
          <w:b/>
          <w:u w:val="single"/>
        </w:rPr>
      </w:pPr>
      <w:r w:rsidRPr="00E8747A">
        <w:rPr>
          <w:rFonts w:ascii="Times New Roman" w:hAnsi="Times New Roman"/>
          <w:bCs/>
        </w:rPr>
        <w:t>Hyper Acidity</w:t>
      </w:r>
    </w:p>
    <w:p w:rsidR="00B74E1E" w:rsidRPr="00E8747A" w:rsidRDefault="00B74E1E" w:rsidP="00B61900">
      <w:pPr>
        <w:pStyle w:val="ListParagraph"/>
        <w:numPr>
          <w:ilvl w:val="0"/>
          <w:numId w:val="48"/>
        </w:numPr>
        <w:spacing w:after="0" w:line="240" w:lineRule="auto"/>
        <w:ind w:right="-331"/>
        <w:rPr>
          <w:rFonts w:ascii="Times New Roman" w:hAnsi="Times New Roman"/>
          <w:b/>
          <w:u w:val="single"/>
        </w:rPr>
      </w:pPr>
      <w:r w:rsidRPr="00E8747A">
        <w:rPr>
          <w:rFonts w:ascii="Times New Roman" w:hAnsi="Times New Roman"/>
          <w:bCs/>
        </w:rPr>
        <w:t>Avil Medicine</w:t>
      </w:r>
    </w:p>
    <w:p w:rsidR="00B74E1E" w:rsidRPr="00E8747A" w:rsidRDefault="00B74E1E" w:rsidP="00CD5FC7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CD5FC7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  <w:r w:rsidRPr="00E8747A">
        <w:rPr>
          <w:rFonts w:ascii="Times New Roman" w:hAnsi="Times New Roman"/>
          <w:b/>
          <w:bCs/>
          <w:iCs/>
          <w:u w:val="single"/>
        </w:rPr>
        <w:t>PERSONAL INFORMATION</w:t>
      </w:r>
    </w:p>
    <w:p w:rsidR="00B74E1E" w:rsidRPr="00E8747A" w:rsidRDefault="00B74E1E" w:rsidP="00CD5FC7">
      <w:pPr>
        <w:spacing w:after="0" w:line="240" w:lineRule="auto"/>
        <w:ind w:right="-331"/>
        <w:rPr>
          <w:rFonts w:ascii="Times New Roman" w:hAnsi="Times New Roman"/>
          <w:b/>
          <w:bCs/>
          <w:iCs/>
          <w:u w:val="single"/>
        </w:rPr>
      </w:pPr>
    </w:p>
    <w:p w:rsidR="00B74E1E" w:rsidRPr="00E8747A" w:rsidRDefault="00B74E1E" w:rsidP="00CD5FC7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Father’s Name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Mushtaq Hussain</w:t>
      </w:r>
    </w:p>
    <w:p w:rsidR="00B74E1E" w:rsidRPr="00E8747A" w:rsidRDefault="00B74E1E" w:rsidP="00CD5FC7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Date of Birth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31st  Aug 1994</w:t>
      </w:r>
    </w:p>
    <w:p w:rsidR="00B74E1E" w:rsidRPr="00E8747A" w:rsidRDefault="00B74E1E" w:rsidP="00CD5FC7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Religion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Islam</w:t>
      </w:r>
    </w:p>
    <w:p w:rsidR="00B74E1E" w:rsidRPr="00E8747A" w:rsidRDefault="00B74E1E" w:rsidP="00CD5FC7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Marital Status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Single</w:t>
      </w:r>
    </w:p>
    <w:p w:rsidR="00B74E1E" w:rsidRPr="00E8747A" w:rsidRDefault="00B74E1E" w:rsidP="00CD5FC7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Nationality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Pakistani</w:t>
      </w:r>
    </w:p>
    <w:p w:rsidR="00B74E1E" w:rsidRPr="00E8747A" w:rsidRDefault="00B74E1E" w:rsidP="00343E9F">
      <w:pPr>
        <w:pStyle w:val="ListParagraph"/>
        <w:numPr>
          <w:ilvl w:val="0"/>
          <w:numId w:val="4"/>
        </w:numPr>
        <w:spacing w:after="0" w:line="240" w:lineRule="auto"/>
        <w:ind w:right="-331"/>
        <w:rPr>
          <w:rFonts w:ascii="Times New Roman" w:hAnsi="Times New Roman"/>
        </w:rPr>
      </w:pPr>
      <w:r w:rsidRPr="00E8747A">
        <w:rPr>
          <w:rFonts w:ascii="Times New Roman" w:hAnsi="Times New Roman"/>
        </w:rPr>
        <w:t>CNIC No</w:t>
      </w:r>
      <w:r w:rsidRPr="00E8747A">
        <w:rPr>
          <w:rFonts w:ascii="Times New Roman" w:hAnsi="Times New Roman"/>
        </w:rPr>
        <w:tab/>
      </w:r>
      <w:r w:rsidRPr="00E8747A">
        <w:rPr>
          <w:rFonts w:ascii="Times New Roman" w:hAnsi="Times New Roman"/>
        </w:rPr>
        <w:tab/>
        <w:t>:</w:t>
      </w:r>
      <w:r w:rsidRPr="00E8747A">
        <w:rPr>
          <w:rFonts w:ascii="Times New Roman" w:hAnsi="Times New Roman"/>
        </w:rPr>
        <w:tab/>
        <w:t>42201-3451135-2</w:t>
      </w:r>
    </w:p>
    <w:p w:rsidR="00B74E1E" w:rsidRPr="00E8747A" w:rsidRDefault="00B74E1E" w:rsidP="00CD5FC7">
      <w:pPr>
        <w:spacing w:after="0" w:line="120" w:lineRule="auto"/>
        <w:ind w:left="2880" w:right="-331" w:firstLine="720"/>
        <w:rPr>
          <w:rFonts w:ascii="Times New Roman" w:hAnsi="Times New Roman"/>
          <w:sz w:val="20"/>
          <w:szCs w:val="20"/>
        </w:rPr>
      </w:pPr>
    </w:p>
    <w:p w:rsidR="00B74E1E" w:rsidRPr="00E8747A" w:rsidRDefault="00B74E1E" w:rsidP="00CD5FC7">
      <w:pPr>
        <w:pStyle w:val="ListParagraph"/>
        <w:spacing w:after="0" w:line="240" w:lineRule="auto"/>
        <w:ind w:right="-331"/>
      </w:pPr>
    </w:p>
    <w:p w:rsidR="00B74E1E" w:rsidRPr="00E8747A" w:rsidRDefault="00B74E1E" w:rsidP="00A67904">
      <w:pPr>
        <w:pStyle w:val="ListParagraph"/>
        <w:spacing w:after="0" w:line="240" w:lineRule="auto"/>
        <w:ind w:right="-331"/>
        <w:jc w:val="both"/>
        <w:rPr>
          <w:rFonts w:ascii="Times New Roman" w:hAnsi="Times New Roman"/>
        </w:rPr>
      </w:pPr>
    </w:p>
    <w:sectPr w:rsidR="00B74E1E" w:rsidRPr="00E8747A" w:rsidSect="00A4610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E1E" w:rsidRDefault="00B74E1E" w:rsidP="00D45E0D">
      <w:pPr>
        <w:spacing w:after="0" w:line="240" w:lineRule="auto"/>
      </w:pPr>
      <w:r>
        <w:separator/>
      </w:r>
    </w:p>
  </w:endnote>
  <w:endnote w:type="continuationSeparator" w:id="0">
    <w:p w:rsidR="00B74E1E" w:rsidRDefault="00B74E1E" w:rsidP="00D4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E1E" w:rsidRDefault="00B74E1E" w:rsidP="00D45E0D">
      <w:pPr>
        <w:spacing w:after="0" w:line="240" w:lineRule="auto"/>
      </w:pPr>
      <w:r>
        <w:separator/>
      </w:r>
    </w:p>
  </w:footnote>
  <w:footnote w:type="continuationSeparator" w:id="0">
    <w:p w:rsidR="00B74E1E" w:rsidRDefault="00B74E1E" w:rsidP="00D45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3D1"/>
    <w:multiLevelType w:val="hybridMultilevel"/>
    <w:tmpl w:val="62F264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6F5821"/>
    <w:multiLevelType w:val="hybridMultilevel"/>
    <w:tmpl w:val="4096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1095A"/>
    <w:multiLevelType w:val="hybridMultilevel"/>
    <w:tmpl w:val="F5822E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5065823"/>
    <w:multiLevelType w:val="hybridMultilevel"/>
    <w:tmpl w:val="072099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342959"/>
    <w:multiLevelType w:val="hybridMultilevel"/>
    <w:tmpl w:val="4810F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33C57"/>
    <w:multiLevelType w:val="hybridMultilevel"/>
    <w:tmpl w:val="36ACC3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D63C8D"/>
    <w:multiLevelType w:val="hybridMultilevel"/>
    <w:tmpl w:val="73088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B39C2"/>
    <w:multiLevelType w:val="hybridMultilevel"/>
    <w:tmpl w:val="EA2059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7376AE"/>
    <w:multiLevelType w:val="hybridMultilevel"/>
    <w:tmpl w:val="64AC7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E2075"/>
    <w:multiLevelType w:val="hybridMultilevel"/>
    <w:tmpl w:val="D3BA2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1726A"/>
    <w:multiLevelType w:val="hybridMultilevel"/>
    <w:tmpl w:val="512ED65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B86D4E"/>
    <w:multiLevelType w:val="hybridMultilevel"/>
    <w:tmpl w:val="23025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C7CD7"/>
    <w:multiLevelType w:val="hybridMultilevel"/>
    <w:tmpl w:val="4300ACE6"/>
    <w:lvl w:ilvl="0" w:tplc="1FF2CDAC">
      <w:numFmt w:val="bullet"/>
      <w:lvlText w:val="•"/>
      <w:lvlJc w:val="left"/>
      <w:pPr>
        <w:ind w:left="1080" w:hanging="360"/>
      </w:pPr>
      <w:rPr>
        <w:rFonts w:ascii="inherit" w:eastAsia="Times New Roman" w:hAnsi="inherit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9D2F1F"/>
    <w:multiLevelType w:val="hybridMultilevel"/>
    <w:tmpl w:val="E0E42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3701A"/>
    <w:multiLevelType w:val="hybridMultilevel"/>
    <w:tmpl w:val="DBA04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552E7"/>
    <w:multiLevelType w:val="hybridMultilevel"/>
    <w:tmpl w:val="3C3C45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96599C"/>
    <w:multiLevelType w:val="hybridMultilevel"/>
    <w:tmpl w:val="F452AD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3C264CFB"/>
    <w:multiLevelType w:val="hybridMultilevel"/>
    <w:tmpl w:val="36304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B16518"/>
    <w:multiLevelType w:val="hybridMultilevel"/>
    <w:tmpl w:val="32100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FA2E35"/>
    <w:multiLevelType w:val="hybridMultilevel"/>
    <w:tmpl w:val="185CD3F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41076FB5"/>
    <w:multiLevelType w:val="hybridMultilevel"/>
    <w:tmpl w:val="FACE5D62"/>
    <w:lvl w:ilvl="0" w:tplc="1FF2CDAC">
      <w:numFmt w:val="bullet"/>
      <w:lvlText w:val="•"/>
      <w:lvlJc w:val="left"/>
      <w:pPr>
        <w:ind w:left="720" w:hanging="360"/>
      </w:pPr>
      <w:rPr>
        <w:rFonts w:ascii="inherit" w:eastAsia="Times New Roman" w:hAnsi="inherit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F3C23"/>
    <w:multiLevelType w:val="hybridMultilevel"/>
    <w:tmpl w:val="9E56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E51DA"/>
    <w:multiLevelType w:val="hybridMultilevel"/>
    <w:tmpl w:val="E9BEA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E7E98"/>
    <w:multiLevelType w:val="hybridMultilevel"/>
    <w:tmpl w:val="B0A06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044D74"/>
    <w:multiLevelType w:val="multilevel"/>
    <w:tmpl w:val="4604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3C10"/>
    <w:multiLevelType w:val="hybridMultilevel"/>
    <w:tmpl w:val="0966E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2228AE"/>
    <w:multiLevelType w:val="hybridMultilevel"/>
    <w:tmpl w:val="AD726C1E"/>
    <w:lvl w:ilvl="0" w:tplc="2FBA6852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4C28603B"/>
    <w:multiLevelType w:val="hybridMultilevel"/>
    <w:tmpl w:val="B4663668"/>
    <w:lvl w:ilvl="0" w:tplc="0409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>
    <w:nsid w:val="4EE01D44"/>
    <w:multiLevelType w:val="hybridMultilevel"/>
    <w:tmpl w:val="DFBE3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2C1C35"/>
    <w:multiLevelType w:val="hybridMultilevel"/>
    <w:tmpl w:val="CC848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75145F"/>
    <w:multiLevelType w:val="hybridMultilevel"/>
    <w:tmpl w:val="6E08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965F2C"/>
    <w:multiLevelType w:val="hybridMultilevel"/>
    <w:tmpl w:val="EF40F120"/>
    <w:lvl w:ilvl="0" w:tplc="1FF2CDAC">
      <w:numFmt w:val="bullet"/>
      <w:lvlText w:val="•"/>
      <w:lvlJc w:val="left"/>
      <w:pPr>
        <w:ind w:left="1080" w:hanging="360"/>
      </w:pPr>
      <w:rPr>
        <w:rFonts w:ascii="inherit" w:eastAsia="Times New Roman" w:hAnsi="inherit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3ED7B89"/>
    <w:multiLevelType w:val="hybridMultilevel"/>
    <w:tmpl w:val="00E0CE3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AF0736D"/>
    <w:multiLevelType w:val="hybridMultilevel"/>
    <w:tmpl w:val="F35EF2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>
    <w:nsid w:val="5E581282"/>
    <w:multiLevelType w:val="hybridMultilevel"/>
    <w:tmpl w:val="89A4E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6C05DD"/>
    <w:multiLevelType w:val="hybridMultilevel"/>
    <w:tmpl w:val="2162E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A2329E"/>
    <w:multiLevelType w:val="multilevel"/>
    <w:tmpl w:val="3E7CA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A47183"/>
    <w:multiLevelType w:val="hybridMultilevel"/>
    <w:tmpl w:val="F81C0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FF23D4"/>
    <w:multiLevelType w:val="multilevel"/>
    <w:tmpl w:val="8B6A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153745"/>
    <w:multiLevelType w:val="hybridMultilevel"/>
    <w:tmpl w:val="15B66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80D38"/>
    <w:multiLevelType w:val="hybridMultilevel"/>
    <w:tmpl w:val="AD726C1E"/>
    <w:lvl w:ilvl="0" w:tplc="2FBA68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1">
    <w:nsid w:val="711D22D1"/>
    <w:multiLevelType w:val="hybridMultilevel"/>
    <w:tmpl w:val="BA6E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30CF3"/>
    <w:multiLevelType w:val="hybridMultilevel"/>
    <w:tmpl w:val="F376AE2C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3">
    <w:nsid w:val="75EE6A6C"/>
    <w:multiLevelType w:val="hybridMultilevel"/>
    <w:tmpl w:val="C19C2F36"/>
    <w:lvl w:ilvl="0" w:tplc="04090009">
      <w:start w:val="1"/>
      <w:numFmt w:val="bullet"/>
      <w:lvlText w:val="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4">
    <w:nsid w:val="76E32D54"/>
    <w:multiLevelType w:val="hybridMultilevel"/>
    <w:tmpl w:val="7B1C7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81544F"/>
    <w:multiLevelType w:val="hybridMultilevel"/>
    <w:tmpl w:val="63ECED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7F5365"/>
    <w:multiLevelType w:val="hybridMultilevel"/>
    <w:tmpl w:val="047A358C"/>
    <w:lvl w:ilvl="0" w:tplc="0409000F">
      <w:start w:val="1"/>
      <w:numFmt w:val="decimal"/>
      <w:lvlText w:val="%1."/>
      <w:lvlJc w:val="left"/>
      <w:pPr>
        <w:ind w:left="24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  <w:rPr>
        <w:rFonts w:cs="Times New Roman"/>
      </w:rPr>
    </w:lvl>
  </w:abstractNum>
  <w:abstractNum w:abstractNumId="47">
    <w:nsid w:val="79A327DD"/>
    <w:multiLevelType w:val="hybridMultilevel"/>
    <w:tmpl w:val="DAF46A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A090314"/>
    <w:multiLevelType w:val="hybridMultilevel"/>
    <w:tmpl w:val="97A407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A667A4"/>
    <w:multiLevelType w:val="hybridMultilevel"/>
    <w:tmpl w:val="0A1AF55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4"/>
  </w:num>
  <w:num w:numId="3">
    <w:abstractNumId w:val="48"/>
  </w:num>
  <w:num w:numId="4">
    <w:abstractNumId w:val="21"/>
  </w:num>
  <w:num w:numId="5">
    <w:abstractNumId w:val="33"/>
  </w:num>
  <w:num w:numId="6">
    <w:abstractNumId w:val="0"/>
  </w:num>
  <w:num w:numId="7">
    <w:abstractNumId w:val="45"/>
  </w:num>
  <w:num w:numId="8">
    <w:abstractNumId w:val="47"/>
  </w:num>
  <w:num w:numId="9">
    <w:abstractNumId w:val="49"/>
  </w:num>
  <w:num w:numId="10">
    <w:abstractNumId w:val="39"/>
  </w:num>
  <w:num w:numId="11">
    <w:abstractNumId w:val="11"/>
  </w:num>
  <w:num w:numId="12">
    <w:abstractNumId w:val="9"/>
  </w:num>
  <w:num w:numId="13">
    <w:abstractNumId w:val="43"/>
  </w:num>
  <w:num w:numId="14">
    <w:abstractNumId w:val="7"/>
  </w:num>
  <w:num w:numId="15">
    <w:abstractNumId w:val="29"/>
  </w:num>
  <w:num w:numId="16">
    <w:abstractNumId w:val="40"/>
  </w:num>
  <w:num w:numId="17">
    <w:abstractNumId w:val="2"/>
  </w:num>
  <w:num w:numId="18">
    <w:abstractNumId w:val="27"/>
  </w:num>
  <w:num w:numId="19">
    <w:abstractNumId w:val="36"/>
  </w:num>
  <w:num w:numId="20">
    <w:abstractNumId w:val="26"/>
  </w:num>
  <w:num w:numId="21">
    <w:abstractNumId w:val="42"/>
  </w:num>
  <w:num w:numId="22">
    <w:abstractNumId w:val="46"/>
  </w:num>
  <w:num w:numId="23">
    <w:abstractNumId w:val="13"/>
  </w:num>
  <w:num w:numId="24">
    <w:abstractNumId w:val="28"/>
  </w:num>
  <w:num w:numId="25">
    <w:abstractNumId w:val="24"/>
  </w:num>
  <w:num w:numId="26">
    <w:abstractNumId w:val="38"/>
  </w:num>
  <w:num w:numId="27">
    <w:abstractNumId w:val="22"/>
  </w:num>
  <w:num w:numId="28">
    <w:abstractNumId w:val="32"/>
  </w:num>
  <w:num w:numId="29">
    <w:abstractNumId w:val="19"/>
  </w:num>
  <w:num w:numId="30">
    <w:abstractNumId w:val="16"/>
  </w:num>
  <w:num w:numId="31">
    <w:abstractNumId w:val="37"/>
  </w:num>
  <w:num w:numId="32">
    <w:abstractNumId w:val="5"/>
  </w:num>
  <w:num w:numId="33">
    <w:abstractNumId w:val="15"/>
  </w:num>
  <w:num w:numId="34">
    <w:abstractNumId w:val="10"/>
  </w:num>
  <w:num w:numId="35">
    <w:abstractNumId w:val="4"/>
  </w:num>
  <w:num w:numId="36">
    <w:abstractNumId w:val="44"/>
  </w:num>
  <w:num w:numId="37">
    <w:abstractNumId w:val="20"/>
  </w:num>
  <w:num w:numId="38">
    <w:abstractNumId w:val="18"/>
  </w:num>
  <w:num w:numId="39">
    <w:abstractNumId w:val="3"/>
  </w:num>
  <w:num w:numId="40">
    <w:abstractNumId w:val="31"/>
  </w:num>
  <w:num w:numId="41">
    <w:abstractNumId w:val="12"/>
  </w:num>
  <w:num w:numId="42">
    <w:abstractNumId w:val="17"/>
  </w:num>
  <w:num w:numId="43">
    <w:abstractNumId w:val="1"/>
  </w:num>
  <w:num w:numId="44">
    <w:abstractNumId w:val="6"/>
  </w:num>
  <w:num w:numId="45">
    <w:abstractNumId w:val="34"/>
  </w:num>
  <w:num w:numId="46">
    <w:abstractNumId w:val="8"/>
  </w:num>
  <w:num w:numId="47">
    <w:abstractNumId w:val="25"/>
  </w:num>
  <w:num w:numId="48">
    <w:abstractNumId w:val="23"/>
  </w:num>
  <w:num w:numId="49">
    <w:abstractNumId w:val="35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7AF"/>
    <w:rsid w:val="00005B6A"/>
    <w:rsid w:val="00006460"/>
    <w:rsid w:val="0001653F"/>
    <w:rsid w:val="000166C7"/>
    <w:rsid w:val="0002258E"/>
    <w:rsid w:val="00022E1B"/>
    <w:rsid w:val="000256ED"/>
    <w:rsid w:val="0002653C"/>
    <w:rsid w:val="00032B92"/>
    <w:rsid w:val="00032E68"/>
    <w:rsid w:val="00032F3E"/>
    <w:rsid w:val="000375BD"/>
    <w:rsid w:val="00047F0E"/>
    <w:rsid w:val="00051524"/>
    <w:rsid w:val="00053318"/>
    <w:rsid w:val="00060185"/>
    <w:rsid w:val="00061B03"/>
    <w:rsid w:val="00065980"/>
    <w:rsid w:val="00073A1A"/>
    <w:rsid w:val="00085EB0"/>
    <w:rsid w:val="000865B1"/>
    <w:rsid w:val="00090107"/>
    <w:rsid w:val="0009535F"/>
    <w:rsid w:val="000A4102"/>
    <w:rsid w:val="000A707F"/>
    <w:rsid w:val="000B2AB0"/>
    <w:rsid w:val="000C794F"/>
    <w:rsid w:val="000C7B8E"/>
    <w:rsid w:val="000D183A"/>
    <w:rsid w:val="000D30EC"/>
    <w:rsid w:val="000D4C63"/>
    <w:rsid w:val="000D7F5D"/>
    <w:rsid w:val="000E10F4"/>
    <w:rsid w:val="000E23FB"/>
    <w:rsid w:val="000E35E6"/>
    <w:rsid w:val="000E40AA"/>
    <w:rsid w:val="000E5D3C"/>
    <w:rsid w:val="000E6969"/>
    <w:rsid w:val="000E7BD1"/>
    <w:rsid w:val="000F0938"/>
    <w:rsid w:val="000F1D06"/>
    <w:rsid w:val="000F251E"/>
    <w:rsid w:val="000F4026"/>
    <w:rsid w:val="000F4D8C"/>
    <w:rsid w:val="000F612B"/>
    <w:rsid w:val="00100358"/>
    <w:rsid w:val="001031E8"/>
    <w:rsid w:val="00104602"/>
    <w:rsid w:val="00106E09"/>
    <w:rsid w:val="0011117F"/>
    <w:rsid w:val="00115278"/>
    <w:rsid w:val="00117276"/>
    <w:rsid w:val="00120993"/>
    <w:rsid w:val="001307BA"/>
    <w:rsid w:val="001340A2"/>
    <w:rsid w:val="00135C8F"/>
    <w:rsid w:val="00135DFB"/>
    <w:rsid w:val="00137EEF"/>
    <w:rsid w:val="00142002"/>
    <w:rsid w:val="0014475E"/>
    <w:rsid w:val="00144F65"/>
    <w:rsid w:val="0015132C"/>
    <w:rsid w:val="00157017"/>
    <w:rsid w:val="00162EA1"/>
    <w:rsid w:val="001774B2"/>
    <w:rsid w:val="001870CD"/>
    <w:rsid w:val="001A0483"/>
    <w:rsid w:val="001A1827"/>
    <w:rsid w:val="001A3365"/>
    <w:rsid w:val="001A5404"/>
    <w:rsid w:val="001A6C4C"/>
    <w:rsid w:val="001A6DAF"/>
    <w:rsid w:val="001A7C2A"/>
    <w:rsid w:val="001B0C73"/>
    <w:rsid w:val="001B5303"/>
    <w:rsid w:val="001C14C2"/>
    <w:rsid w:val="001C1A81"/>
    <w:rsid w:val="001C54AB"/>
    <w:rsid w:val="001C5FF9"/>
    <w:rsid w:val="001D647C"/>
    <w:rsid w:val="001D76D2"/>
    <w:rsid w:val="001E1CE8"/>
    <w:rsid w:val="001E2DE6"/>
    <w:rsid w:val="001E7E73"/>
    <w:rsid w:val="001F0EFC"/>
    <w:rsid w:val="001F2162"/>
    <w:rsid w:val="001F2AF6"/>
    <w:rsid w:val="001F57A1"/>
    <w:rsid w:val="001F74FC"/>
    <w:rsid w:val="002077AC"/>
    <w:rsid w:val="0021068E"/>
    <w:rsid w:val="00212C42"/>
    <w:rsid w:val="00213961"/>
    <w:rsid w:val="00213AF1"/>
    <w:rsid w:val="0021496D"/>
    <w:rsid w:val="00214C33"/>
    <w:rsid w:val="00215213"/>
    <w:rsid w:val="002169E3"/>
    <w:rsid w:val="00217AC9"/>
    <w:rsid w:val="00223CCD"/>
    <w:rsid w:val="002274D0"/>
    <w:rsid w:val="002275D3"/>
    <w:rsid w:val="00230055"/>
    <w:rsid w:val="00230C68"/>
    <w:rsid w:val="0023327D"/>
    <w:rsid w:val="00233323"/>
    <w:rsid w:val="0023689F"/>
    <w:rsid w:val="002431D3"/>
    <w:rsid w:val="002517BE"/>
    <w:rsid w:val="002533FC"/>
    <w:rsid w:val="002602FE"/>
    <w:rsid w:val="00267672"/>
    <w:rsid w:val="00270CF6"/>
    <w:rsid w:val="002778BA"/>
    <w:rsid w:val="0028287F"/>
    <w:rsid w:val="002844A2"/>
    <w:rsid w:val="00285652"/>
    <w:rsid w:val="002876C0"/>
    <w:rsid w:val="0029590A"/>
    <w:rsid w:val="00295C62"/>
    <w:rsid w:val="002B3817"/>
    <w:rsid w:val="002C22F9"/>
    <w:rsid w:val="002C4BBD"/>
    <w:rsid w:val="002C4D3D"/>
    <w:rsid w:val="002C5B0B"/>
    <w:rsid w:val="002D0271"/>
    <w:rsid w:val="002D46C0"/>
    <w:rsid w:val="002D5540"/>
    <w:rsid w:val="002E05A5"/>
    <w:rsid w:val="002E7DF8"/>
    <w:rsid w:val="002F1BA0"/>
    <w:rsid w:val="002F54ED"/>
    <w:rsid w:val="002F56A0"/>
    <w:rsid w:val="002F6224"/>
    <w:rsid w:val="002F653F"/>
    <w:rsid w:val="003048A6"/>
    <w:rsid w:val="00306071"/>
    <w:rsid w:val="003073AF"/>
    <w:rsid w:val="00312E0F"/>
    <w:rsid w:val="003139B7"/>
    <w:rsid w:val="00315D9C"/>
    <w:rsid w:val="00323550"/>
    <w:rsid w:val="00323B71"/>
    <w:rsid w:val="0032439A"/>
    <w:rsid w:val="00324DFF"/>
    <w:rsid w:val="0032746C"/>
    <w:rsid w:val="003279D6"/>
    <w:rsid w:val="00335983"/>
    <w:rsid w:val="00337A20"/>
    <w:rsid w:val="00341C1B"/>
    <w:rsid w:val="00343287"/>
    <w:rsid w:val="003437F6"/>
    <w:rsid w:val="00343E9F"/>
    <w:rsid w:val="00346CF8"/>
    <w:rsid w:val="003606B0"/>
    <w:rsid w:val="00363EC6"/>
    <w:rsid w:val="003738A2"/>
    <w:rsid w:val="00376351"/>
    <w:rsid w:val="00377315"/>
    <w:rsid w:val="00383C3E"/>
    <w:rsid w:val="00386804"/>
    <w:rsid w:val="00390B19"/>
    <w:rsid w:val="00390BF6"/>
    <w:rsid w:val="00393220"/>
    <w:rsid w:val="003938C0"/>
    <w:rsid w:val="0039437B"/>
    <w:rsid w:val="00394B8D"/>
    <w:rsid w:val="00396946"/>
    <w:rsid w:val="0039766F"/>
    <w:rsid w:val="003A0435"/>
    <w:rsid w:val="003A109B"/>
    <w:rsid w:val="003A7664"/>
    <w:rsid w:val="003B0759"/>
    <w:rsid w:val="003B14D4"/>
    <w:rsid w:val="003B2F78"/>
    <w:rsid w:val="003B6E52"/>
    <w:rsid w:val="003B70A0"/>
    <w:rsid w:val="003C3660"/>
    <w:rsid w:val="003C38E4"/>
    <w:rsid w:val="003C39E9"/>
    <w:rsid w:val="003D01F8"/>
    <w:rsid w:val="003D12A2"/>
    <w:rsid w:val="003E183D"/>
    <w:rsid w:val="003E1A62"/>
    <w:rsid w:val="003E637B"/>
    <w:rsid w:val="003E7682"/>
    <w:rsid w:val="003F4E4B"/>
    <w:rsid w:val="003F6EB2"/>
    <w:rsid w:val="00401DB7"/>
    <w:rsid w:val="004026E8"/>
    <w:rsid w:val="00404914"/>
    <w:rsid w:val="00405D8E"/>
    <w:rsid w:val="004062AD"/>
    <w:rsid w:val="0042172D"/>
    <w:rsid w:val="0042230B"/>
    <w:rsid w:val="004233E5"/>
    <w:rsid w:val="004235C0"/>
    <w:rsid w:val="00425948"/>
    <w:rsid w:val="00427847"/>
    <w:rsid w:val="00432A83"/>
    <w:rsid w:val="00432C39"/>
    <w:rsid w:val="004330AE"/>
    <w:rsid w:val="0043386D"/>
    <w:rsid w:val="00436B8C"/>
    <w:rsid w:val="004372D5"/>
    <w:rsid w:val="004409C8"/>
    <w:rsid w:val="00444D50"/>
    <w:rsid w:val="00446AF5"/>
    <w:rsid w:val="00457FEE"/>
    <w:rsid w:val="00461310"/>
    <w:rsid w:val="00463370"/>
    <w:rsid w:val="00473196"/>
    <w:rsid w:val="00474313"/>
    <w:rsid w:val="00474A64"/>
    <w:rsid w:val="00483D77"/>
    <w:rsid w:val="00485888"/>
    <w:rsid w:val="00486347"/>
    <w:rsid w:val="00490D26"/>
    <w:rsid w:val="004923BC"/>
    <w:rsid w:val="004936C9"/>
    <w:rsid w:val="00494DBC"/>
    <w:rsid w:val="00495662"/>
    <w:rsid w:val="00495E4F"/>
    <w:rsid w:val="00497EF8"/>
    <w:rsid w:val="004A0429"/>
    <w:rsid w:val="004A073F"/>
    <w:rsid w:val="004A1FDA"/>
    <w:rsid w:val="004A5103"/>
    <w:rsid w:val="004A5430"/>
    <w:rsid w:val="004A5938"/>
    <w:rsid w:val="004A6659"/>
    <w:rsid w:val="004A7EF6"/>
    <w:rsid w:val="004B1CF7"/>
    <w:rsid w:val="004B659A"/>
    <w:rsid w:val="004B6B4F"/>
    <w:rsid w:val="004C215F"/>
    <w:rsid w:val="004C440D"/>
    <w:rsid w:val="004C65A8"/>
    <w:rsid w:val="004D1A59"/>
    <w:rsid w:val="004D7C59"/>
    <w:rsid w:val="004E1FF7"/>
    <w:rsid w:val="004E5B0C"/>
    <w:rsid w:val="00501BCF"/>
    <w:rsid w:val="00504950"/>
    <w:rsid w:val="00505ACF"/>
    <w:rsid w:val="00506129"/>
    <w:rsid w:val="00512ED3"/>
    <w:rsid w:val="0052057A"/>
    <w:rsid w:val="00522B81"/>
    <w:rsid w:val="00531826"/>
    <w:rsid w:val="00533D16"/>
    <w:rsid w:val="005354FE"/>
    <w:rsid w:val="0053636D"/>
    <w:rsid w:val="005372DB"/>
    <w:rsid w:val="00537AB1"/>
    <w:rsid w:val="00537EC7"/>
    <w:rsid w:val="0054023A"/>
    <w:rsid w:val="00541BBA"/>
    <w:rsid w:val="00544037"/>
    <w:rsid w:val="0054754E"/>
    <w:rsid w:val="00552511"/>
    <w:rsid w:val="005558D3"/>
    <w:rsid w:val="005562D1"/>
    <w:rsid w:val="00562DDE"/>
    <w:rsid w:val="005670DC"/>
    <w:rsid w:val="00572110"/>
    <w:rsid w:val="00581C1C"/>
    <w:rsid w:val="00582A80"/>
    <w:rsid w:val="005875DB"/>
    <w:rsid w:val="00594E9E"/>
    <w:rsid w:val="00596384"/>
    <w:rsid w:val="005A09B6"/>
    <w:rsid w:val="005A523B"/>
    <w:rsid w:val="005A7A05"/>
    <w:rsid w:val="005B0308"/>
    <w:rsid w:val="005B59FD"/>
    <w:rsid w:val="005C0F79"/>
    <w:rsid w:val="005C3AA8"/>
    <w:rsid w:val="005E2EE4"/>
    <w:rsid w:val="005E47B7"/>
    <w:rsid w:val="005E6BC3"/>
    <w:rsid w:val="005E7656"/>
    <w:rsid w:val="005F0822"/>
    <w:rsid w:val="005F0BF5"/>
    <w:rsid w:val="005F24EB"/>
    <w:rsid w:val="005F34C7"/>
    <w:rsid w:val="005F3602"/>
    <w:rsid w:val="005F3C03"/>
    <w:rsid w:val="005F6B32"/>
    <w:rsid w:val="0060295B"/>
    <w:rsid w:val="00611E00"/>
    <w:rsid w:val="00612908"/>
    <w:rsid w:val="0063038C"/>
    <w:rsid w:val="00630679"/>
    <w:rsid w:val="00635A06"/>
    <w:rsid w:val="00640794"/>
    <w:rsid w:val="00641C89"/>
    <w:rsid w:val="0065211B"/>
    <w:rsid w:val="006524B9"/>
    <w:rsid w:val="00654B23"/>
    <w:rsid w:val="0065525C"/>
    <w:rsid w:val="00656908"/>
    <w:rsid w:val="006750B8"/>
    <w:rsid w:val="00675762"/>
    <w:rsid w:val="00677817"/>
    <w:rsid w:val="00680148"/>
    <w:rsid w:val="00682329"/>
    <w:rsid w:val="00683B05"/>
    <w:rsid w:val="00683BA0"/>
    <w:rsid w:val="00684CDC"/>
    <w:rsid w:val="00686E8F"/>
    <w:rsid w:val="00687B4D"/>
    <w:rsid w:val="006921D0"/>
    <w:rsid w:val="0069356A"/>
    <w:rsid w:val="00693CC9"/>
    <w:rsid w:val="00696569"/>
    <w:rsid w:val="00697281"/>
    <w:rsid w:val="006A3223"/>
    <w:rsid w:val="006A5559"/>
    <w:rsid w:val="006A5D39"/>
    <w:rsid w:val="006A6458"/>
    <w:rsid w:val="006B07BD"/>
    <w:rsid w:val="006B3497"/>
    <w:rsid w:val="006B3993"/>
    <w:rsid w:val="006B68DA"/>
    <w:rsid w:val="006C0510"/>
    <w:rsid w:val="006C13A2"/>
    <w:rsid w:val="006C5A07"/>
    <w:rsid w:val="006C7F85"/>
    <w:rsid w:val="006D0ECE"/>
    <w:rsid w:val="006D1156"/>
    <w:rsid w:val="006D307C"/>
    <w:rsid w:val="006D47AC"/>
    <w:rsid w:val="006D5771"/>
    <w:rsid w:val="006E3BAA"/>
    <w:rsid w:val="006E50B6"/>
    <w:rsid w:val="006E63BC"/>
    <w:rsid w:val="006E77AB"/>
    <w:rsid w:val="006F2320"/>
    <w:rsid w:val="006F385A"/>
    <w:rsid w:val="006F4B75"/>
    <w:rsid w:val="006F5B9B"/>
    <w:rsid w:val="006F646A"/>
    <w:rsid w:val="00700971"/>
    <w:rsid w:val="00702F88"/>
    <w:rsid w:val="007034B3"/>
    <w:rsid w:val="007035BB"/>
    <w:rsid w:val="0070411C"/>
    <w:rsid w:val="00705477"/>
    <w:rsid w:val="0071179B"/>
    <w:rsid w:val="00711B1C"/>
    <w:rsid w:val="00713B33"/>
    <w:rsid w:val="00714B84"/>
    <w:rsid w:val="00715295"/>
    <w:rsid w:val="007169CC"/>
    <w:rsid w:val="00716BFF"/>
    <w:rsid w:val="0072108B"/>
    <w:rsid w:val="00726B55"/>
    <w:rsid w:val="007272D6"/>
    <w:rsid w:val="00727893"/>
    <w:rsid w:val="00733961"/>
    <w:rsid w:val="00740056"/>
    <w:rsid w:val="00740B06"/>
    <w:rsid w:val="007430E5"/>
    <w:rsid w:val="00746ED6"/>
    <w:rsid w:val="0074717A"/>
    <w:rsid w:val="0074783E"/>
    <w:rsid w:val="00750A7C"/>
    <w:rsid w:val="0075504E"/>
    <w:rsid w:val="00761AE3"/>
    <w:rsid w:val="00764C0D"/>
    <w:rsid w:val="00764D29"/>
    <w:rsid w:val="00766B62"/>
    <w:rsid w:val="00772FD5"/>
    <w:rsid w:val="00786800"/>
    <w:rsid w:val="00787587"/>
    <w:rsid w:val="00790F1D"/>
    <w:rsid w:val="007963F5"/>
    <w:rsid w:val="0079692D"/>
    <w:rsid w:val="007A0DCF"/>
    <w:rsid w:val="007A1A57"/>
    <w:rsid w:val="007B1B06"/>
    <w:rsid w:val="007B65A7"/>
    <w:rsid w:val="007B663D"/>
    <w:rsid w:val="007C3216"/>
    <w:rsid w:val="007C7DA7"/>
    <w:rsid w:val="007D0C68"/>
    <w:rsid w:val="007D1363"/>
    <w:rsid w:val="007D1D1E"/>
    <w:rsid w:val="007D2C35"/>
    <w:rsid w:val="007D2EC0"/>
    <w:rsid w:val="007D38E6"/>
    <w:rsid w:val="007D5790"/>
    <w:rsid w:val="007E21E9"/>
    <w:rsid w:val="007E328D"/>
    <w:rsid w:val="007E5BB2"/>
    <w:rsid w:val="007E61A3"/>
    <w:rsid w:val="007F10CD"/>
    <w:rsid w:val="007F32C7"/>
    <w:rsid w:val="007F530B"/>
    <w:rsid w:val="008031B1"/>
    <w:rsid w:val="00810A9B"/>
    <w:rsid w:val="00812799"/>
    <w:rsid w:val="00812996"/>
    <w:rsid w:val="008130F2"/>
    <w:rsid w:val="00813A52"/>
    <w:rsid w:val="00815AAF"/>
    <w:rsid w:val="00816B80"/>
    <w:rsid w:val="0082242A"/>
    <w:rsid w:val="008300FC"/>
    <w:rsid w:val="0084308B"/>
    <w:rsid w:val="00847A6D"/>
    <w:rsid w:val="00847DB1"/>
    <w:rsid w:val="008575BA"/>
    <w:rsid w:val="00860ADE"/>
    <w:rsid w:val="00860D68"/>
    <w:rsid w:val="0086198C"/>
    <w:rsid w:val="00862890"/>
    <w:rsid w:val="0086709A"/>
    <w:rsid w:val="00867DA3"/>
    <w:rsid w:val="008700D4"/>
    <w:rsid w:val="00872C97"/>
    <w:rsid w:val="00873DE3"/>
    <w:rsid w:val="0088089C"/>
    <w:rsid w:val="00884634"/>
    <w:rsid w:val="00884C3A"/>
    <w:rsid w:val="00887552"/>
    <w:rsid w:val="008907AC"/>
    <w:rsid w:val="008937CF"/>
    <w:rsid w:val="00894C2D"/>
    <w:rsid w:val="008A4185"/>
    <w:rsid w:val="008A7BBD"/>
    <w:rsid w:val="008B1FC0"/>
    <w:rsid w:val="008B44D7"/>
    <w:rsid w:val="008B51DF"/>
    <w:rsid w:val="008B7F32"/>
    <w:rsid w:val="008D047B"/>
    <w:rsid w:val="008D1299"/>
    <w:rsid w:val="008D2171"/>
    <w:rsid w:val="008D6541"/>
    <w:rsid w:val="008E1CB2"/>
    <w:rsid w:val="008E3540"/>
    <w:rsid w:val="008E55FF"/>
    <w:rsid w:val="008F01A1"/>
    <w:rsid w:val="008F4A6E"/>
    <w:rsid w:val="00903DDC"/>
    <w:rsid w:val="00904C21"/>
    <w:rsid w:val="00905992"/>
    <w:rsid w:val="00910260"/>
    <w:rsid w:val="00914FE4"/>
    <w:rsid w:val="009159E2"/>
    <w:rsid w:val="0092058D"/>
    <w:rsid w:val="00923637"/>
    <w:rsid w:val="0092416B"/>
    <w:rsid w:val="00924985"/>
    <w:rsid w:val="00925D4B"/>
    <w:rsid w:val="00933B53"/>
    <w:rsid w:val="00942106"/>
    <w:rsid w:val="00947D66"/>
    <w:rsid w:val="00950C84"/>
    <w:rsid w:val="009531C6"/>
    <w:rsid w:val="00960F1B"/>
    <w:rsid w:val="00961B9B"/>
    <w:rsid w:val="0096364F"/>
    <w:rsid w:val="00963BF5"/>
    <w:rsid w:val="009653F1"/>
    <w:rsid w:val="00965757"/>
    <w:rsid w:val="00966F5A"/>
    <w:rsid w:val="00970BAB"/>
    <w:rsid w:val="00971544"/>
    <w:rsid w:val="00972F2D"/>
    <w:rsid w:val="00977F9A"/>
    <w:rsid w:val="00982D06"/>
    <w:rsid w:val="00983FE9"/>
    <w:rsid w:val="00985595"/>
    <w:rsid w:val="009904BB"/>
    <w:rsid w:val="00990C78"/>
    <w:rsid w:val="0099482C"/>
    <w:rsid w:val="00994AC1"/>
    <w:rsid w:val="009A19DC"/>
    <w:rsid w:val="009B17CD"/>
    <w:rsid w:val="009B357E"/>
    <w:rsid w:val="009B52C5"/>
    <w:rsid w:val="009B58E6"/>
    <w:rsid w:val="009C20E9"/>
    <w:rsid w:val="009C442E"/>
    <w:rsid w:val="009D04D9"/>
    <w:rsid w:val="009D283D"/>
    <w:rsid w:val="009D2DB9"/>
    <w:rsid w:val="009D3466"/>
    <w:rsid w:val="009D5C0D"/>
    <w:rsid w:val="009E0D0D"/>
    <w:rsid w:val="009E163E"/>
    <w:rsid w:val="009E2084"/>
    <w:rsid w:val="009F0343"/>
    <w:rsid w:val="009F5829"/>
    <w:rsid w:val="00A00024"/>
    <w:rsid w:val="00A02129"/>
    <w:rsid w:val="00A10AC0"/>
    <w:rsid w:val="00A12CBF"/>
    <w:rsid w:val="00A139BC"/>
    <w:rsid w:val="00A152F3"/>
    <w:rsid w:val="00A17216"/>
    <w:rsid w:val="00A21B2D"/>
    <w:rsid w:val="00A22420"/>
    <w:rsid w:val="00A23B8A"/>
    <w:rsid w:val="00A30CA4"/>
    <w:rsid w:val="00A32640"/>
    <w:rsid w:val="00A332E8"/>
    <w:rsid w:val="00A35837"/>
    <w:rsid w:val="00A46105"/>
    <w:rsid w:val="00A50997"/>
    <w:rsid w:val="00A52D62"/>
    <w:rsid w:val="00A532D3"/>
    <w:rsid w:val="00A53CF6"/>
    <w:rsid w:val="00A569EE"/>
    <w:rsid w:val="00A60159"/>
    <w:rsid w:val="00A63FA5"/>
    <w:rsid w:val="00A647A3"/>
    <w:rsid w:val="00A67904"/>
    <w:rsid w:val="00A702D9"/>
    <w:rsid w:val="00A814FE"/>
    <w:rsid w:val="00A82F3B"/>
    <w:rsid w:val="00A848F6"/>
    <w:rsid w:val="00A87C8D"/>
    <w:rsid w:val="00A917AF"/>
    <w:rsid w:val="00A96C75"/>
    <w:rsid w:val="00A96E07"/>
    <w:rsid w:val="00A97F53"/>
    <w:rsid w:val="00AA29B3"/>
    <w:rsid w:val="00AA5C85"/>
    <w:rsid w:val="00AB26BD"/>
    <w:rsid w:val="00AB28EF"/>
    <w:rsid w:val="00AB497E"/>
    <w:rsid w:val="00AB6B4C"/>
    <w:rsid w:val="00AC2445"/>
    <w:rsid w:val="00AC38E3"/>
    <w:rsid w:val="00AC7A24"/>
    <w:rsid w:val="00AD11F5"/>
    <w:rsid w:val="00AD1F2A"/>
    <w:rsid w:val="00AD2B88"/>
    <w:rsid w:val="00AD712D"/>
    <w:rsid w:val="00AD78FA"/>
    <w:rsid w:val="00AE1304"/>
    <w:rsid w:val="00AF00CA"/>
    <w:rsid w:val="00AF2084"/>
    <w:rsid w:val="00AF3C43"/>
    <w:rsid w:val="00AF4500"/>
    <w:rsid w:val="00AF531C"/>
    <w:rsid w:val="00AF5CA9"/>
    <w:rsid w:val="00B05019"/>
    <w:rsid w:val="00B06805"/>
    <w:rsid w:val="00B121BA"/>
    <w:rsid w:val="00B12388"/>
    <w:rsid w:val="00B201F6"/>
    <w:rsid w:val="00B2122A"/>
    <w:rsid w:val="00B2597D"/>
    <w:rsid w:val="00B32A16"/>
    <w:rsid w:val="00B340F4"/>
    <w:rsid w:val="00B34119"/>
    <w:rsid w:val="00B35F06"/>
    <w:rsid w:val="00B36E1B"/>
    <w:rsid w:val="00B37988"/>
    <w:rsid w:val="00B37F5C"/>
    <w:rsid w:val="00B417AF"/>
    <w:rsid w:val="00B41B33"/>
    <w:rsid w:val="00B41EC0"/>
    <w:rsid w:val="00B4456F"/>
    <w:rsid w:val="00B461C4"/>
    <w:rsid w:val="00B51113"/>
    <w:rsid w:val="00B57D57"/>
    <w:rsid w:val="00B61730"/>
    <w:rsid w:val="00B61900"/>
    <w:rsid w:val="00B61DAD"/>
    <w:rsid w:val="00B6386E"/>
    <w:rsid w:val="00B6390A"/>
    <w:rsid w:val="00B7001C"/>
    <w:rsid w:val="00B70C5C"/>
    <w:rsid w:val="00B74E1E"/>
    <w:rsid w:val="00B77BAC"/>
    <w:rsid w:val="00B804D1"/>
    <w:rsid w:val="00B82D43"/>
    <w:rsid w:val="00B835EB"/>
    <w:rsid w:val="00B86BE9"/>
    <w:rsid w:val="00B87BEB"/>
    <w:rsid w:val="00B93DFB"/>
    <w:rsid w:val="00B948BE"/>
    <w:rsid w:val="00B97180"/>
    <w:rsid w:val="00BA7204"/>
    <w:rsid w:val="00BA74E7"/>
    <w:rsid w:val="00BC01BC"/>
    <w:rsid w:val="00BC2703"/>
    <w:rsid w:val="00BC5553"/>
    <w:rsid w:val="00BD0230"/>
    <w:rsid w:val="00BD09DC"/>
    <w:rsid w:val="00BD53FC"/>
    <w:rsid w:val="00BD54A9"/>
    <w:rsid w:val="00BD79DE"/>
    <w:rsid w:val="00BE1E4E"/>
    <w:rsid w:val="00BE1F5C"/>
    <w:rsid w:val="00BF0841"/>
    <w:rsid w:val="00BF08B7"/>
    <w:rsid w:val="00BF20C0"/>
    <w:rsid w:val="00BF3563"/>
    <w:rsid w:val="00BF3643"/>
    <w:rsid w:val="00BF4607"/>
    <w:rsid w:val="00BF52AB"/>
    <w:rsid w:val="00BF62E3"/>
    <w:rsid w:val="00C00A3A"/>
    <w:rsid w:val="00C01E9E"/>
    <w:rsid w:val="00C03405"/>
    <w:rsid w:val="00C10C76"/>
    <w:rsid w:val="00C1134A"/>
    <w:rsid w:val="00C123AC"/>
    <w:rsid w:val="00C12E52"/>
    <w:rsid w:val="00C21131"/>
    <w:rsid w:val="00C25ED2"/>
    <w:rsid w:val="00C311DD"/>
    <w:rsid w:val="00C3127E"/>
    <w:rsid w:val="00C315C6"/>
    <w:rsid w:val="00C326A6"/>
    <w:rsid w:val="00C33730"/>
    <w:rsid w:val="00C33948"/>
    <w:rsid w:val="00C4194C"/>
    <w:rsid w:val="00C4197B"/>
    <w:rsid w:val="00C42826"/>
    <w:rsid w:val="00C45727"/>
    <w:rsid w:val="00C457E0"/>
    <w:rsid w:val="00C536BB"/>
    <w:rsid w:val="00C54C18"/>
    <w:rsid w:val="00C61AAF"/>
    <w:rsid w:val="00C66140"/>
    <w:rsid w:val="00C72B38"/>
    <w:rsid w:val="00C7521A"/>
    <w:rsid w:val="00C7585A"/>
    <w:rsid w:val="00C856DE"/>
    <w:rsid w:val="00C8748B"/>
    <w:rsid w:val="00C87E10"/>
    <w:rsid w:val="00C92AE8"/>
    <w:rsid w:val="00C95C51"/>
    <w:rsid w:val="00C96579"/>
    <w:rsid w:val="00CA1B91"/>
    <w:rsid w:val="00CA2C4C"/>
    <w:rsid w:val="00CA3323"/>
    <w:rsid w:val="00CA3813"/>
    <w:rsid w:val="00CB2CBD"/>
    <w:rsid w:val="00CB493B"/>
    <w:rsid w:val="00CB5C3F"/>
    <w:rsid w:val="00CB72E3"/>
    <w:rsid w:val="00CB77B0"/>
    <w:rsid w:val="00CC2377"/>
    <w:rsid w:val="00CC36FC"/>
    <w:rsid w:val="00CC3DB5"/>
    <w:rsid w:val="00CC51DC"/>
    <w:rsid w:val="00CC576A"/>
    <w:rsid w:val="00CD2DFD"/>
    <w:rsid w:val="00CD5FC7"/>
    <w:rsid w:val="00CD631D"/>
    <w:rsid w:val="00CD7297"/>
    <w:rsid w:val="00CE2BB5"/>
    <w:rsid w:val="00CE3EF8"/>
    <w:rsid w:val="00CE5F67"/>
    <w:rsid w:val="00CE78FA"/>
    <w:rsid w:val="00CF0ACC"/>
    <w:rsid w:val="00CF2C98"/>
    <w:rsid w:val="00D01626"/>
    <w:rsid w:val="00D027A8"/>
    <w:rsid w:val="00D14490"/>
    <w:rsid w:val="00D150DA"/>
    <w:rsid w:val="00D21122"/>
    <w:rsid w:val="00D21221"/>
    <w:rsid w:val="00D22435"/>
    <w:rsid w:val="00D2256F"/>
    <w:rsid w:val="00D32DF8"/>
    <w:rsid w:val="00D37246"/>
    <w:rsid w:val="00D37C8A"/>
    <w:rsid w:val="00D41ADA"/>
    <w:rsid w:val="00D4233D"/>
    <w:rsid w:val="00D4285E"/>
    <w:rsid w:val="00D45D2B"/>
    <w:rsid w:val="00D45E0D"/>
    <w:rsid w:val="00D472BD"/>
    <w:rsid w:val="00D50571"/>
    <w:rsid w:val="00D56801"/>
    <w:rsid w:val="00D606B0"/>
    <w:rsid w:val="00D62246"/>
    <w:rsid w:val="00D64FB2"/>
    <w:rsid w:val="00D65CEF"/>
    <w:rsid w:val="00D66ADE"/>
    <w:rsid w:val="00D71A97"/>
    <w:rsid w:val="00D81932"/>
    <w:rsid w:val="00D825A8"/>
    <w:rsid w:val="00D86FF0"/>
    <w:rsid w:val="00D9038B"/>
    <w:rsid w:val="00D908EE"/>
    <w:rsid w:val="00D910DB"/>
    <w:rsid w:val="00D91305"/>
    <w:rsid w:val="00D945B1"/>
    <w:rsid w:val="00D951C8"/>
    <w:rsid w:val="00DA11D3"/>
    <w:rsid w:val="00DA1DEA"/>
    <w:rsid w:val="00DA3A42"/>
    <w:rsid w:val="00DB045B"/>
    <w:rsid w:val="00DB04B7"/>
    <w:rsid w:val="00DB0515"/>
    <w:rsid w:val="00DB17D4"/>
    <w:rsid w:val="00DB6662"/>
    <w:rsid w:val="00DC2BB2"/>
    <w:rsid w:val="00DC31C6"/>
    <w:rsid w:val="00DC765D"/>
    <w:rsid w:val="00DD0821"/>
    <w:rsid w:val="00DD246E"/>
    <w:rsid w:val="00DD3A92"/>
    <w:rsid w:val="00DD5860"/>
    <w:rsid w:val="00DE6A8E"/>
    <w:rsid w:val="00DF1BEF"/>
    <w:rsid w:val="00DF2AF1"/>
    <w:rsid w:val="00DF50F3"/>
    <w:rsid w:val="00DF63E3"/>
    <w:rsid w:val="00DF72C8"/>
    <w:rsid w:val="00DF7B04"/>
    <w:rsid w:val="00E009D9"/>
    <w:rsid w:val="00E012A3"/>
    <w:rsid w:val="00E02818"/>
    <w:rsid w:val="00E136D9"/>
    <w:rsid w:val="00E14AC9"/>
    <w:rsid w:val="00E21AA3"/>
    <w:rsid w:val="00E23737"/>
    <w:rsid w:val="00E24CF6"/>
    <w:rsid w:val="00E26230"/>
    <w:rsid w:val="00E35C87"/>
    <w:rsid w:val="00E4023C"/>
    <w:rsid w:val="00E451F9"/>
    <w:rsid w:val="00E473A2"/>
    <w:rsid w:val="00E631CD"/>
    <w:rsid w:val="00E64033"/>
    <w:rsid w:val="00E70A64"/>
    <w:rsid w:val="00E7253D"/>
    <w:rsid w:val="00E738E8"/>
    <w:rsid w:val="00E73A08"/>
    <w:rsid w:val="00E86712"/>
    <w:rsid w:val="00E8747A"/>
    <w:rsid w:val="00E90E01"/>
    <w:rsid w:val="00E926F5"/>
    <w:rsid w:val="00E92F67"/>
    <w:rsid w:val="00E931EC"/>
    <w:rsid w:val="00E95B74"/>
    <w:rsid w:val="00EA119D"/>
    <w:rsid w:val="00EA3E01"/>
    <w:rsid w:val="00EA7E09"/>
    <w:rsid w:val="00EB0443"/>
    <w:rsid w:val="00EB0FDB"/>
    <w:rsid w:val="00EB2AA9"/>
    <w:rsid w:val="00EC104C"/>
    <w:rsid w:val="00EC285D"/>
    <w:rsid w:val="00ED05B8"/>
    <w:rsid w:val="00ED61B9"/>
    <w:rsid w:val="00EE238D"/>
    <w:rsid w:val="00EE4403"/>
    <w:rsid w:val="00EE75E4"/>
    <w:rsid w:val="00EF0E4F"/>
    <w:rsid w:val="00EF6792"/>
    <w:rsid w:val="00F03A29"/>
    <w:rsid w:val="00F041BC"/>
    <w:rsid w:val="00F04E48"/>
    <w:rsid w:val="00F05A5F"/>
    <w:rsid w:val="00F11ACE"/>
    <w:rsid w:val="00F11DE4"/>
    <w:rsid w:val="00F132DF"/>
    <w:rsid w:val="00F14208"/>
    <w:rsid w:val="00F14F36"/>
    <w:rsid w:val="00F219C8"/>
    <w:rsid w:val="00F21FA9"/>
    <w:rsid w:val="00F24103"/>
    <w:rsid w:val="00F265B3"/>
    <w:rsid w:val="00F2777B"/>
    <w:rsid w:val="00F279D0"/>
    <w:rsid w:val="00F27F25"/>
    <w:rsid w:val="00F31F08"/>
    <w:rsid w:val="00F329E6"/>
    <w:rsid w:val="00F4238B"/>
    <w:rsid w:val="00F46AE5"/>
    <w:rsid w:val="00F50F56"/>
    <w:rsid w:val="00F52CEF"/>
    <w:rsid w:val="00F5484E"/>
    <w:rsid w:val="00F56ED1"/>
    <w:rsid w:val="00F651B3"/>
    <w:rsid w:val="00F652CB"/>
    <w:rsid w:val="00F70721"/>
    <w:rsid w:val="00F71BEA"/>
    <w:rsid w:val="00F75475"/>
    <w:rsid w:val="00F837B0"/>
    <w:rsid w:val="00F85A5B"/>
    <w:rsid w:val="00F91AEA"/>
    <w:rsid w:val="00F9263E"/>
    <w:rsid w:val="00F92A42"/>
    <w:rsid w:val="00F94D33"/>
    <w:rsid w:val="00F95D99"/>
    <w:rsid w:val="00F969AE"/>
    <w:rsid w:val="00F97425"/>
    <w:rsid w:val="00FA27B4"/>
    <w:rsid w:val="00FA3A35"/>
    <w:rsid w:val="00FB096F"/>
    <w:rsid w:val="00FB5713"/>
    <w:rsid w:val="00FC076F"/>
    <w:rsid w:val="00FC12C8"/>
    <w:rsid w:val="00FC39B0"/>
    <w:rsid w:val="00FC6B42"/>
    <w:rsid w:val="00FC7075"/>
    <w:rsid w:val="00FC7EEB"/>
    <w:rsid w:val="00FD0552"/>
    <w:rsid w:val="00FD27EF"/>
    <w:rsid w:val="00FD461D"/>
    <w:rsid w:val="00FD4FFA"/>
    <w:rsid w:val="00FD5538"/>
    <w:rsid w:val="00FD6700"/>
    <w:rsid w:val="00FD6F7D"/>
    <w:rsid w:val="00FE29D5"/>
    <w:rsid w:val="00FE6E91"/>
    <w:rsid w:val="00FF01C4"/>
    <w:rsid w:val="00FF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A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B57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44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4403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440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B5713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E4403"/>
    <w:rPr>
      <w:rFonts w:ascii="Cambria" w:hAnsi="Cambria"/>
      <w:b/>
      <w:color w:val="4F81BD"/>
      <w:sz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E4403"/>
    <w:rPr>
      <w:rFonts w:ascii="Cambria" w:hAnsi="Cambria"/>
      <w:b/>
      <w:color w:val="4F81BD"/>
      <w:sz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E4403"/>
    <w:rPr>
      <w:rFonts w:ascii="Cambria" w:hAnsi="Cambria"/>
      <w:b/>
      <w:i/>
      <w:color w:val="4F81BD"/>
      <w:sz w:val="20"/>
      <w:lang w:val="en-AU"/>
    </w:rPr>
  </w:style>
  <w:style w:type="character" w:styleId="Emphasis">
    <w:name w:val="Emphasis"/>
    <w:basedOn w:val="DefaultParagraphFont"/>
    <w:uiPriority w:val="99"/>
    <w:qFormat/>
    <w:rsid w:val="00EE4403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EE440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417A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CB2CBD"/>
  </w:style>
  <w:style w:type="character" w:styleId="HTMLCite">
    <w:name w:val="HTML Cite"/>
    <w:basedOn w:val="DefaultParagraphFont"/>
    <w:uiPriority w:val="99"/>
    <w:semiHidden/>
    <w:rsid w:val="001C14C2"/>
    <w:rPr>
      <w:rFonts w:cs="Times New Roman"/>
      <w:i/>
    </w:rPr>
  </w:style>
  <w:style w:type="character" w:customStyle="1" w:styleId="gl">
    <w:name w:val="gl"/>
    <w:uiPriority w:val="99"/>
    <w:rsid w:val="001C14C2"/>
  </w:style>
  <w:style w:type="character" w:customStyle="1" w:styleId="st">
    <w:name w:val="st"/>
    <w:uiPriority w:val="99"/>
    <w:rsid w:val="001C14C2"/>
  </w:style>
  <w:style w:type="paragraph" w:styleId="Header">
    <w:name w:val="header"/>
    <w:basedOn w:val="Normal"/>
    <w:link w:val="HeaderChar"/>
    <w:uiPriority w:val="99"/>
    <w:rsid w:val="00D45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5E0D"/>
    <w:rPr>
      <w:sz w:val="22"/>
    </w:rPr>
  </w:style>
  <w:style w:type="paragraph" w:styleId="Footer">
    <w:name w:val="footer"/>
    <w:basedOn w:val="Normal"/>
    <w:link w:val="FooterChar"/>
    <w:uiPriority w:val="99"/>
    <w:rsid w:val="00D45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5E0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05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77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97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A6A6A6"/>
                        <w:left w:val="single" w:sz="6" w:space="6" w:color="A6A6A6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</TotalTime>
  <Pages>2</Pages>
  <Words>492</Words>
  <Characters>2810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KANWAL KAMRAN</dc:creator>
  <cp:keywords/>
  <dc:description/>
  <cp:lastModifiedBy>RA1</cp:lastModifiedBy>
  <cp:revision>14</cp:revision>
  <cp:lastPrinted>2015-06-29T05:11:00Z</cp:lastPrinted>
  <dcterms:created xsi:type="dcterms:W3CDTF">2020-02-01T14:20:00Z</dcterms:created>
  <dcterms:modified xsi:type="dcterms:W3CDTF">2024-02-26T08:36:00Z</dcterms:modified>
</cp:coreProperties>
</file>