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4671F9" w:rsidRPr="007C5746" w:rsidRDefault="003E101E" w:rsidP="004671F9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 w:val="36"/>
          <w:szCs w:val="20"/>
        </w:rPr>
      </w:pPr>
      <w:r w:rsidRPr="007C5746">
        <w:rPr>
          <w:b/>
          <w:color w:val="000000" w:themeColor="text1"/>
          <w:sz w:val="36"/>
          <w:szCs w:val="20"/>
        </w:rPr>
        <w:t>MAJID</w:t>
      </w:r>
      <w:r w:rsidR="004671F9" w:rsidRPr="007C5746">
        <w:rPr>
          <w:b/>
          <w:color w:val="000000" w:themeColor="text1"/>
          <w:sz w:val="36"/>
          <w:szCs w:val="20"/>
        </w:rPr>
        <w:t xml:space="preserve"> BASHIR ABBASI</w:t>
      </w:r>
      <w:r w:rsidR="009E6312" w:rsidRPr="007C5746">
        <w:rPr>
          <w:b/>
          <w:color w:val="000000" w:themeColor="text1"/>
          <w:sz w:val="36"/>
          <w:szCs w:val="20"/>
        </w:rPr>
        <w:t xml:space="preserve">      </w:t>
      </w:r>
    </w:p>
    <w:p w:rsidR="004671F9" w:rsidRPr="007C5746" w:rsidRDefault="00DC4060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 w:rsidRPr="007C5746">
        <w:rPr>
          <w:b/>
          <w:bCs/>
          <w:color w:val="000000" w:themeColor="text1"/>
          <w:sz w:val="20"/>
          <w:szCs w:val="20"/>
        </w:rPr>
        <w:t>D.O.B</w:t>
      </w:r>
      <w:r w:rsidR="004671F9" w:rsidRPr="007C5746">
        <w:rPr>
          <w:b/>
          <w:bCs/>
          <w:color w:val="000000" w:themeColor="text1"/>
          <w:sz w:val="20"/>
          <w:szCs w:val="20"/>
        </w:rPr>
        <w:t>:</w:t>
      </w:r>
      <w:r w:rsidR="003E101E" w:rsidRPr="007C5746">
        <w:rPr>
          <w:b/>
          <w:bCs/>
          <w:color w:val="000000" w:themeColor="text1"/>
          <w:sz w:val="20"/>
          <w:szCs w:val="20"/>
        </w:rPr>
        <w:t xml:space="preserve"> </w:t>
      </w:r>
      <w:r w:rsidR="003E101E" w:rsidRPr="007C5746">
        <w:rPr>
          <w:color w:val="000000" w:themeColor="text1"/>
          <w:sz w:val="20"/>
          <w:szCs w:val="20"/>
        </w:rPr>
        <w:t>November 30</w:t>
      </w:r>
      <w:r w:rsidR="00542442" w:rsidRPr="007C5746">
        <w:rPr>
          <w:color w:val="000000" w:themeColor="text1"/>
          <w:sz w:val="20"/>
          <w:szCs w:val="20"/>
          <w:vertAlign w:val="superscript"/>
        </w:rPr>
        <w:t>th</w:t>
      </w:r>
      <w:r w:rsidR="003E101E" w:rsidRPr="007C5746">
        <w:rPr>
          <w:color w:val="000000" w:themeColor="text1"/>
          <w:sz w:val="20"/>
          <w:szCs w:val="20"/>
        </w:rPr>
        <w:t xml:space="preserve">, </w:t>
      </w:r>
      <w:r w:rsidR="00181618" w:rsidRPr="007C5746">
        <w:rPr>
          <w:color w:val="000000" w:themeColor="text1"/>
          <w:sz w:val="20"/>
          <w:szCs w:val="20"/>
        </w:rPr>
        <w:t>1984</w:t>
      </w:r>
      <w:bookmarkStart w:id="0" w:name="_GoBack"/>
      <w:bookmarkEnd w:id="0"/>
    </w:p>
    <w:p w:rsidR="004671F9" w:rsidRPr="007C5746" w:rsidRDefault="004671F9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 w:rsidRPr="007C5746">
        <w:rPr>
          <w:b/>
          <w:bCs/>
          <w:color w:val="000000" w:themeColor="text1"/>
          <w:sz w:val="20"/>
          <w:szCs w:val="20"/>
        </w:rPr>
        <w:t>Contact:</w:t>
      </w:r>
      <w:r w:rsidR="00DF0CEC" w:rsidRPr="007C5746">
        <w:rPr>
          <w:color w:val="000000" w:themeColor="text1"/>
          <w:sz w:val="20"/>
          <w:szCs w:val="20"/>
        </w:rPr>
        <w:t xml:space="preserve"> +92-3350124796</w:t>
      </w:r>
    </w:p>
    <w:p w:rsidR="004671F9" w:rsidRPr="007C5746" w:rsidRDefault="004671F9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 w:rsidRPr="007C5746">
        <w:rPr>
          <w:b/>
          <w:bCs/>
          <w:color w:val="000000" w:themeColor="text1"/>
          <w:sz w:val="20"/>
          <w:szCs w:val="20"/>
        </w:rPr>
        <w:t>E-mail:</w:t>
      </w:r>
      <w:r w:rsidR="003E101E" w:rsidRPr="007C5746">
        <w:rPr>
          <w:color w:val="000000" w:themeColor="text1"/>
        </w:rPr>
        <w:t xml:space="preserve"> </w:t>
      </w:r>
      <w:r w:rsidR="00DF0CEC" w:rsidRPr="007C5746">
        <w:rPr>
          <w:color w:val="000000" w:themeColor="text1"/>
          <w:sz w:val="20"/>
          <w:szCs w:val="20"/>
        </w:rPr>
        <w:t>majid.abbasssi@gmai.com</w:t>
      </w:r>
    </w:p>
    <w:p w:rsidR="002A70E7" w:rsidRPr="007C5746" w:rsidRDefault="002A70E7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7C5746">
        <w:rPr>
          <w:b/>
          <w:color w:val="000000" w:themeColor="text1"/>
          <w:sz w:val="20"/>
        </w:rPr>
        <w:t>Address:</w:t>
      </w:r>
      <w:r w:rsidRPr="007C5746">
        <w:rPr>
          <w:color w:val="000000" w:themeColor="text1"/>
          <w:sz w:val="20"/>
        </w:rPr>
        <w:t xml:space="preserve"> A-226 </w:t>
      </w:r>
      <w:proofErr w:type="spellStart"/>
      <w:r w:rsidRPr="007C5746">
        <w:rPr>
          <w:color w:val="000000" w:themeColor="text1"/>
          <w:sz w:val="20"/>
        </w:rPr>
        <w:t>Hina</w:t>
      </w:r>
      <w:proofErr w:type="spellEnd"/>
      <w:r w:rsidRPr="007C5746">
        <w:rPr>
          <w:color w:val="000000" w:themeColor="text1"/>
          <w:sz w:val="20"/>
        </w:rPr>
        <w:t xml:space="preserve"> Garden Gulistan-e-Jauhar, Block 19, Karachi, Pakistan.</w:t>
      </w:r>
    </w:p>
    <w:p w:rsidR="00DB25F4" w:rsidRPr="007C5746" w:rsidRDefault="00DB25F4" w:rsidP="004671F9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 w:val="20"/>
        </w:rPr>
      </w:pPr>
      <w:r w:rsidRPr="007C5746">
        <w:rPr>
          <w:b/>
          <w:color w:val="000000" w:themeColor="text1"/>
          <w:sz w:val="20"/>
        </w:rPr>
        <w:t xml:space="preserve">CNIC: </w:t>
      </w:r>
      <w:r w:rsidRPr="007C5746">
        <w:rPr>
          <w:color w:val="000000" w:themeColor="text1"/>
          <w:sz w:val="20"/>
        </w:rPr>
        <w:t>42201-3399354-7</w:t>
      </w:r>
    </w:p>
    <w:p w:rsidR="004671F9" w:rsidRDefault="00C76B13" w:rsidP="004671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100964</wp:posOffset>
                </wp:positionV>
                <wp:extent cx="6353175" cy="0"/>
                <wp:effectExtent l="0" t="0" r="0" b="0"/>
                <wp:wrapNone/>
                <wp:docPr id="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BF77322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75pt,7.95pt" to="442.5pt,7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" strokecolor="#8a9a90 [3044]">
                <o:lock v:ext="edit" shapetype="f"/>
              </v:line>
            </w:pict>
          </mc:Fallback>
        </mc:AlternateContent>
      </w:r>
    </w:p>
    <w:p w:rsidR="004671F9" w:rsidRPr="00DC371E" w:rsidRDefault="004671F9" w:rsidP="004671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671F9" w:rsidRPr="005E19E5" w:rsidRDefault="004671F9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>Objective</w:t>
      </w:r>
      <w:r w:rsidR="002C7D29" w:rsidRPr="005E19E5">
        <w:rPr>
          <w:b/>
          <w:bCs/>
          <w:color w:val="000000" w:themeColor="text1"/>
        </w:rPr>
        <w:t>:</w:t>
      </w:r>
    </w:p>
    <w:p w:rsidR="004671F9" w:rsidRPr="005E19E5" w:rsidRDefault="004671F9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  <w:u w:val="single"/>
        </w:rPr>
      </w:pPr>
    </w:p>
    <w:p w:rsidR="004671F9" w:rsidRPr="005E19E5" w:rsidRDefault="002C7D29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5E19E5">
        <w:rPr>
          <w:color w:val="000000" w:themeColor="text1"/>
        </w:rPr>
        <w:t xml:space="preserve">To work in a competitive </w:t>
      </w:r>
      <w:r w:rsidR="003E101E" w:rsidRPr="005E19E5">
        <w:rPr>
          <w:color w:val="000000" w:themeColor="text1"/>
        </w:rPr>
        <w:t>organization in</w:t>
      </w:r>
      <w:r w:rsidRPr="005E19E5">
        <w:rPr>
          <w:color w:val="000000" w:themeColor="text1"/>
        </w:rPr>
        <w:t xml:space="preserve"> order to </w:t>
      </w:r>
      <w:r w:rsidR="00DC371E" w:rsidRPr="005E19E5">
        <w:rPr>
          <w:color w:val="000000" w:themeColor="text1"/>
        </w:rPr>
        <w:t>use my strong organizational skills,</w:t>
      </w:r>
      <w:r w:rsidRPr="005E19E5">
        <w:rPr>
          <w:color w:val="000000" w:themeColor="text1"/>
        </w:rPr>
        <w:t xml:space="preserve"> talents, </w:t>
      </w:r>
      <w:r w:rsidR="00DC371E" w:rsidRPr="005E19E5">
        <w:rPr>
          <w:color w:val="000000" w:themeColor="text1"/>
        </w:rPr>
        <w:t>educational background and ability to work well with people</w:t>
      </w:r>
      <w:r w:rsidRPr="005E19E5">
        <w:rPr>
          <w:color w:val="000000" w:themeColor="text1"/>
        </w:rPr>
        <w:t>, that can develop myself to an extent from where I am able to contribute in the betterment of the organization and also polish my skills and knowledge.</w:t>
      </w:r>
    </w:p>
    <w:p w:rsidR="00C04DDC" w:rsidRPr="005E19E5" w:rsidRDefault="00C04DDC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F3614" w:rsidRPr="005E19E5" w:rsidRDefault="006F3614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4671F9" w:rsidRPr="005E19E5" w:rsidRDefault="00C04DDC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>Academic</w:t>
      </w:r>
      <w:r w:rsidR="003E101E" w:rsidRPr="005E19E5">
        <w:rPr>
          <w:b/>
          <w:bCs/>
          <w:color w:val="000000" w:themeColor="text1"/>
        </w:rPr>
        <w:t xml:space="preserve"> </w:t>
      </w:r>
      <w:r w:rsidRPr="005E19E5">
        <w:rPr>
          <w:b/>
          <w:bCs/>
          <w:color w:val="000000" w:themeColor="text1"/>
        </w:rPr>
        <w:t>Record</w:t>
      </w:r>
      <w:r w:rsidR="002C7D29" w:rsidRPr="005E19E5">
        <w:rPr>
          <w:b/>
          <w:bCs/>
          <w:color w:val="000000" w:themeColor="text1"/>
        </w:rPr>
        <w:t>:</w:t>
      </w:r>
    </w:p>
    <w:p w:rsidR="008C055A" w:rsidRPr="005E19E5" w:rsidRDefault="008C055A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8C055A" w:rsidRPr="005E19E5" w:rsidRDefault="003E101E" w:rsidP="008C055A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>M.D – Doctor of Medicine</w:t>
      </w:r>
    </w:p>
    <w:p w:rsidR="00527F5E" w:rsidRPr="005E19E5" w:rsidRDefault="003E101E" w:rsidP="00527F5E">
      <w:pPr>
        <w:pStyle w:val="ListParagraph"/>
        <w:widowControl w:val="0"/>
        <w:tabs>
          <w:tab w:val="left" w:pos="4245"/>
        </w:tabs>
        <w:autoSpaceDE w:val="0"/>
        <w:autoSpaceDN w:val="0"/>
        <w:adjustRightInd w:val="0"/>
        <w:ind w:firstLine="0"/>
        <w:rPr>
          <w:bCs/>
          <w:color w:val="000000" w:themeColor="text1"/>
        </w:rPr>
      </w:pPr>
      <w:r w:rsidRPr="005E19E5">
        <w:rPr>
          <w:bCs/>
          <w:color w:val="000000" w:themeColor="text1"/>
        </w:rPr>
        <w:t>E.L.A</w:t>
      </w:r>
      <w:r w:rsidR="00DF0CEC" w:rsidRPr="005E19E5">
        <w:rPr>
          <w:bCs/>
          <w:color w:val="000000" w:themeColor="text1"/>
        </w:rPr>
        <w:t>.</w:t>
      </w:r>
      <w:r w:rsidRPr="005E19E5">
        <w:rPr>
          <w:bCs/>
          <w:color w:val="000000" w:themeColor="text1"/>
        </w:rPr>
        <w:t>M (Latin American School of Medicine), Cuba,</w:t>
      </w:r>
      <w:r w:rsidR="00527F5E" w:rsidRPr="005E19E5">
        <w:rPr>
          <w:bCs/>
          <w:color w:val="000000" w:themeColor="text1"/>
        </w:rPr>
        <w:t xml:space="preserve"> in </w:t>
      </w:r>
      <w:r w:rsidR="00527F5E" w:rsidRPr="005E19E5">
        <w:rPr>
          <w:b/>
          <w:bCs/>
          <w:color w:val="000000" w:themeColor="text1"/>
        </w:rPr>
        <w:t>2015</w:t>
      </w:r>
    </w:p>
    <w:p w:rsidR="00527F5E" w:rsidRPr="005E19E5" w:rsidRDefault="00527F5E" w:rsidP="00527F5E">
      <w:pPr>
        <w:pStyle w:val="ListParagraph"/>
        <w:widowControl w:val="0"/>
        <w:tabs>
          <w:tab w:val="left" w:pos="4245"/>
        </w:tabs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:rsidR="008C055A" w:rsidRPr="005E19E5" w:rsidRDefault="008C055A" w:rsidP="008C055A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  <w:r w:rsidRPr="005E19E5">
        <w:rPr>
          <w:b/>
          <w:color w:val="000000" w:themeColor="text1"/>
        </w:rPr>
        <w:t>B</w:t>
      </w:r>
      <w:r w:rsidR="003E101E" w:rsidRPr="005E19E5">
        <w:rPr>
          <w:b/>
          <w:color w:val="000000" w:themeColor="text1"/>
        </w:rPr>
        <w:t xml:space="preserve">S Physiotherapy </w:t>
      </w:r>
    </w:p>
    <w:p w:rsidR="00527F5E" w:rsidRPr="005E19E5" w:rsidRDefault="003E101E" w:rsidP="00527F5E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0"/>
        <w:rPr>
          <w:b/>
          <w:color w:val="000000" w:themeColor="text1"/>
        </w:rPr>
      </w:pPr>
      <w:r w:rsidRPr="005E19E5">
        <w:rPr>
          <w:color w:val="000000" w:themeColor="text1"/>
        </w:rPr>
        <w:t xml:space="preserve">University of Karachi, Karachi, </w:t>
      </w:r>
      <w:r w:rsidR="008C055A" w:rsidRPr="005E19E5">
        <w:rPr>
          <w:color w:val="000000" w:themeColor="text1"/>
        </w:rPr>
        <w:t xml:space="preserve">in </w:t>
      </w:r>
      <w:r w:rsidR="00166054" w:rsidRPr="005E19E5">
        <w:rPr>
          <w:b/>
          <w:color w:val="000000" w:themeColor="text1"/>
        </w:rPr>
        <w:t>20</w:t>
      </w:r>
      <w:r w:rsidRPr="005E19E5">
        <w:rPr>
          <w:b/>
          <w:color w:val="000000" w:themeColor="text1"/>
        </w:rPr>
        <w:t>07</w:t>
      </w:r>
    </w:p>
    <w:p w:rsidR="008C055A" w:rsidRPr="005E19E5" w:rsidRDefault="008C055A" w:rsidP="008C055A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  <w:r w:rsidRPr="005E19E5">
        <w:rPr>
          <w:b/>
          <w:color w:val="000000" w:themeColor="text1"/>
        </w:rPr>
        <w:t>Intermediate</w:t>
      </w:r>
    </w:p>
    <w:p w:rsidR="008C055A" w:rsidRPr="005E19E5" w:rsidRDefault="008C055A" w:rsidP="008C055A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0"/>
        <w:rPr>
          <w:color w:val="000000" w:themeColor="text1"/>
        </w:rPr>
      </w:pPr>
      <w:r w:rsidRPr="005E19E5">
        <w:rPr>
          <w:color w:val="000000" w:themeColor="text1"/>
        </w:rPr>
        <w:t xml:space="preserve">Govt. Degree </w:t>
      </w:r>
      <w:r w:rsidR="003E101E" w:rsidRPr="005E19E5">
        <w:rPr>
          <w:color w:val="000000" w:themeColor="text1"/>
        </w:rPr>
        <w:t xml:space="preserve">Boys and </w:t>
      </w:r>
      <w:r w:rsidRPr="005E19E5">
        <w:rPr>
          <w:color w:val="000000" w:themeColor="text1"/>
        </w:rPr>
        <w:t xml:space="preserve">Girls College, </w:t>
      </w:r>
      <w:r w:rsidR="003E101E" w:rsidRPr="005E19E5">
        <w:rPr>
          <w:color w:val="000000" w:themeColor="text1"/>
        </w:rPr>
        <w:t>Stadium Road</w:t>
      </w:r>
      <w:r w:rsidRPr="005E19E5">
        <w:rPr>
          <w:color w:val="000000" w:themeColor="text1"/>
        </w:rPr>
        <w:t xml:space="preserve">, Karachi, in </w:t>
      </w:r>
      <w:r w:rsidR="003E101E" w:rsidRPr="005E19E5">
        <w:rPr>
          <w:b/>
          <w:color w:val="000000" w:themeColor="text1"/>
        </w:rPr>
        <w:t>2002</w:t>
      </w:r>
    </w:p>
    <w:p w:rsidR="008C055A" w:rsidRPr="005E19E5" w:rsidRDefault="008C055A" w:rsidP="008C055A">
      <w:pPr>
        <w:pStyle w:val="ListParagraph"/>
        <w:widowControl w:val="0"/>
        <w:numPr>
          <w:ilvl w:val="0"/>
          <w:numId w:val="27"/>
        </w:num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  <w:r w:rsidRPr="005E19E5">
        <w:rPr>
          <w:b/>
          <w:color w:val="000000" w:themeColor="text1"/>
        </w:rPr>
        <w:t>Matriculation</w:t>
      </w:r>
    </w:p>
    <w:p w:rsidR="008C055A" w:rsidRPr="005E19E5" w:rsidRDefault="008C055A" w:rsidP="008C055A">
      <w:pPr>
        <w:pStyle w:val="ListParagraph"/>
        <w:widowControl w:val="0"/>
        <w:tabs>
          <w:tab w:val="left" w:pos="450"/>
        </w:tabs>
        <w:autoSpaceDE w:val="0"/>
        <w:autoSpaceDN w:val="0"/>
        <w:adjustRightInd w:val="0"/>
        <w:spacing w:line="360" w:lineRule="auto"/>
        <w:ind w:firstLine="0"/>
        <w:rPr>
          <w:color w:val="000000" w:themeColor="text1"/>
        </w:rPr>
      </w:pPr>
      <w:proofErr w:type="spellStart"/>
      <w:r w:rsidRPr="005E19E5">
        <w:rPr>
          <w:color w:val="000000" w:themeColor="text1"/>
        </w:rPr>
        <w:t>Fazaia</w:t>
      </w:r>
      <w:proofErr w:type="spellEnd"/>
      <w:r w:rsidRPr="005E19E5">
        <w:rPr>
          <w:color w:val="000000" w:themeColor="text1"/>
        </w:rPr>
        <w:t xml:space="preserve"> Degree College, Faisal Base, Karachi</w:t>
      </w:r>
      <w:r w:rsidR="003E101E" w:rsidRPr="005E19E5">
        <w:rPr>
          <w:color w:val="000000" w:themeColor="text1"/>
        </w:rPr>
        <w:t xml:space="preserve">, </w:t>
      </w:r>
      <w:r w:rsidRPr="005E19E5">
        <w:rPr>
          <w:color w:val="000000" w:themeColor="text1"/>
        </w:rPr>
        <w:t xml:space="preserve">in </w:t>
      </w:r>
      <w:r w:rsidRPr="005E19E5">
        <w:rPr>
          <w:b/>
          <w:color w:val="000000" w:themeColor="text1"/>
        </w:rPr>
        <w:t>200</w:t>
      </w:r>
      <w:r w:rsidR="003E101E" w:rsidRPr="005E19E5">
        <w:rPr>
          <w:b/>
          <w:color w:val="000000" w:themeColor="text1"/>
        </w:rPr>
        <w:t>0</w:t>
      </w:r>
    </w:p>
    <w:p w:rsidR="006F3614" w:rsidRPr="005E19E5" w:rsidRDefault="006F3614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4671F9" w:rsidRPr="005E19E5" w:rsidRDefault="002C7D29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 xml:space="preserve">Work </w:t>
      </w:r>
      <w:r w:rsidR="006F3614" w:rsidRPr="005E19E5">
        <w:rPr>
          <w:b/>
          <w:bCs/>
          <w:color w:val="000000" w:themeColor="text1"/>
        </w:rPr>
        <w:t>Experience</w:t>
      </w:r>
      <w:r w:rsidRPr="005E19E5">
        <w:rPr>
          <w:b/>
          <w:bCs/>
          <w:color w:val="000000" w:themeColor="text1"/>
        </w:rPr>
        <w:t>:</w:t>
      </w:r>
    </w:p>
    <w:p w:rsidR="00374C48" w:rsidRPr="005E19E5" w:rsidRDefault="00374C48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374C48" w:rsidRPr="005E19E5" w:rsidRDefault="00374C48" w:rsidP="00374C4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color w:val="000000" w:themeColor="text1"/>
        </w:rPr>
        <w:t>Organization:</w:t>
      </w:r>
      <w:r w:rsidRPr="005E19E5">
        <w:rPr>
          <w:color w:val="000000" w:themeColor="text1"/>
        </w:rPr>
        <w:t xml:space="preserve"> IBEX</w:t>
      </w:r>
    </w:p>
    <w:p w:rsidR="00374C48" w:rsidRPr="005E19E5" w:rsidRDefault="00374C48" w:rsidP="00374C48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color w:val="000000" w:themeColor="text1"/>
        </w:rPr>
        <w:t xml:space="preserve">             </w:t>
      </w:r>
      <w:r w:rsidRPr="005E19E5">
        <w:rPr>
          <w:b/>
          <w:color w:val="000000" w:themeColor="text1"/>
        </w:rPr>
        <w:t xml:space="preserve">Position: </w:t>
      </w:r>
      <w:r w:rsidRPr="005E19E5">
        <w:rPr>
          <w:bCs/>
          <w:color w:val="000000" w:themeColor="text1"/>
        </w:rPr>
        <w:t xml:space="preserve">CTSC </w:t>
      </w:r>
      <w:r w:rsidRPr="005E19E5">
        <w:rPr>
          <w:bCs/>
          <w:color w:val="000000" w:themeColor="text1"/>
        </w:rPr>
        <w:t>(</w:t>
      </w:r>
      <w:r w:rsidR="003B7E80" w:rsidRPr="005E19E5">
        <w:rPr>
          <w:bCs/>
          <w:color w:val="000000" w:themeColor="text1"/>
        </w:rPr>
        <w:t>C</w:t>
      </w:r>
      <w:r w:rsidRPr="005E19E5">
        <w:rPr>
          <w:bCs/>
          <w:color w:val="000000" w:themeColor="text1"/>
        </w:rPr>
        <w:t xml:space="preserve">linical </w:t>
      </w:r>
      <w:r w:rsidR="003B7E80" w:rsidRPr="005E19E5">
        <w:rPr>
          <w:bCs/>
          <w:color w:val="000000" w:themeColor="text1"/>
        </w:rPr>
        <w:t>T</w:t>
      </w:r>
      <w:r w:rsidRPr="005E19E5">
        <w:rPr>
          <w:bCs/>
          <w:color w:val="000000" w:themeColor="text1"/>
        </w:rPr>
        <w:t xml:space="preserve">rial </w:t>
      </w:r>
      <w:r w:rsidR="003B7E80" w:rsidRPr="005E19E5">
        <w:rPr>
          <w:bCs/>
          <w:color w:val="000000" w:themeColor="text1"/>
        </w:rPr>
        <w:t>S</w:t>
      </w:r>
      <w:r w:rsidRPr="005E19E5">
        <w:rPr>
          <w:bCs/>
          <w:color w:val="000000" w:themeColor="text1"/>
        </w:rPr>
        <w:t xml:space="preserve">creen </w:t>
      </w:r>
      <w:r w:rsidR="003B7E80" w:rsidRPr="005E19E5">
        <w:rPr>
          <w:bCs/>
          <w:color w:val="000000" w:themeColor="text1"/>
        </w:rPr>
        <w:t>C</w:t>
      </w:r>
      <w:r w:rsidRPr="005E19E5">
        <w:rPr>
          <w:bCs/>
          <w:color w:val="000000" w:themeColor="text1"/>
        </w:rPr>
        <w:t>oordinator</w:t>
      </w:r>
      <w:r w:rsidRPr="005E19E5">
        <w:rPr>
          <w:bCs/>
          <w:color w:val="000000" w:themeColor="text1"/>
        </w:rPr>
        <w:t>) (2020 – till date)</w:t>
      </w:r>
    </w:p>
    <w:p w:rsidR="00374C48" w:rsidRPr="005E19E5" w:rsidRDefault="00374C48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B55CE1" w:rsidRPr="005E19E5" w:rsidRDefault="00B55CE1" w:rsidP="004671F9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C04DDC" w:rsidRPr="005E19E5" w:rsidRDefault="00C04DDC" w:rsidP="00374C48">
      <w:pPr>
        <w:pStyle w:val="ListParagraph"/>
        <w:widowControl w:val="0"/>
        <w:numPr>
          <w:ilvl w:val="0"/>
          <w:numId w:val="27"/>
        </w:numPr>
        <w:tabs>
          <w:tab w:val="left" w:pos="1080"/>
        </w:tabs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5E19E5">
        <w:rPr>
          <w:b/>
          <w:color w:val="000000" w:themeColor="text1"/>
        </w:rPr>
        <w:t xml:space="preserve">Organization: </w:t>
      </w:r>
      <w:r w:rsidR="00367DBB" w:rsidRPr="005E19E5">
        <w:rPr>
          <w:bCs/>
          <w:color w:val="000000" w:themeColor="text1"/>
        </w:rPr>
        <w:t>HOSPITAL PROVINCIAL UNIVERSITARIO “</w:t>
      </w:r>
      <w:r w:rsidR="00374C48" w:rsidRPr="005E19E5">
        <w:rPr>
          <w:bCs/>
          <w:color w:val="000000" w:themeColor="text1"/>
        </w:rPr>
        <w:t>DR. GUSTAVO</w:t>
      </w:r>
      <w:r w:rsidR="00367DBB" w:rsidRPr="005E19E5">
        <w:rPr>
          <w:bCs/>
          <w:color w:val="000000" w:themeColor="text1"/>
        </w:rPr>
        <w:t xml:space="preserve"> ALDEREGUIA LIMA </w:t>
      </w:r>
      <w:r w:rsidR="00374C48" w:rsidRPr="005E19E5">
        <w:rPr>
          <w:bCs/>
          <w:color w:val="000000" w:themeColor="text1"/>
        </w:rPr>
        <w:t>“CIENFUEGOS,</w:t>
      </w:r>
      <w:r w:rsidR="00367DBB" w:rsidRPr="005E19E5">
        <w:rPr>
          <w:bCs/>
          <w:color w:val="000000" w:themeColor="text1"/>
        </w:rPr>
        <w:t xml:space="preserve"> CUBA</w:t>
      </w:r>
    </w:p>
    <w:p w:rsidR="00DF0CEC" w:rsidRPr="005E19E5" w:rsidRDefault="00C04DDC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b/>
          <w:color w:val="000000" w:themeColor="text1"/>
        </w:rPr>
      </w:pPr>
      <w:r w:rsidRPr="005E19E5">
        <w:rPr>
          <w:b/>
          <w:color w:val="000000" w:themeColor="text1"/>
        </w:rPr>
        <w:t>Position:</w:t>
      </w:r>
      <w:r w:rsidR="00367DBB" w:rsidRPr="005E19E5">
        <w:rPr>
          <w:b/>
          <w:color w:val="000000" w:themeColor="text1"/>
        </w:rPr>
        <w:t xml:space="preserve"> </w:t>
      </w:r>
      <w:r w:rsidR="00367DBB" w:rsidRPr="005E19E5">
        <w:rPr>
          <w:color w:val="000000" w:themeColor="text1"/>
        </w:rPr>
        <w:t xml:space="preserve">House </w:t>
      </w:r>
      <w:r w:rsidR="00374C48" w:rsidRPr="005E19E5">
        <w:rPr>
          <w:color w:val="000000" w:themeColor="text1"/>
        </w:rPr>
        <w:t>Officer (</w:t>
      </w:r>
      <w:r w:rsidR="002A70E7" w:rsidRPr="005E19E5">
        <w:rPr>
          <w:color w:val="000000" w:themeColor="text1"/>
        </w:rPr>
        <w:t>2014 – 2015</w:t>
      </w:r>
      <w:r w:rsidR="00A01638" w:rsidRPr="005E19E5">
        <w:rPr>
          <w:color w:val="000000" w:themeColor="text1"/>
        </w:rPr>
        <w:t>)</w:t>
      </w:r>
    </w:p>
    <w:p w:rsidR="00DF0CEC" w:rsidRPr="005E19E5" w:rsidRDefault="00DF0CEC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b/>
          <w:color w:val="000000" w:themeColor="text1"/>
        </w:rPr>
      </w:pPr>
      <w:r w:rsidRPr="005E19E5">
        <w:rPr>
          <w:b/>
          <w:color w:val="000000" w:themeColor="text1"/>
        </w:rPr>
        <w:t xml:space="preserve">Departments:  </w:t>
      </w:r>
    </w:p>
    <w:p w:rsidR="00DF0CEC" w:rsidRPr="005E19E5" w:rsidRDefault="00DF0CEC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color w:val="000000" w:themeColor="text1"/>
        </w:rPr>
        <w:t>Internal Medicine</w:t>
      </w:r>
    </w:p>
    <w:p w:rsidR="00DF0CEC" w:rsidRPr="005E19E5" w:rsidRDefault="00DF0CEC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color w:val="000000" w:themeColor="text1"/>
        </w:rPr>
        <w:t>Pediatrics</w:t>
      </w:r>
    </w:p>
    <w:p w:rsidR="00DF0CEC" w:rsidRPr="005E19E5" w:rsidRDefault="00DF0CEC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color w:val="000000" w:themeColor="text1"/>
        </w:rPr>
        <w:t>Comprehensive Ge</w:t>
      </w:r>
      <w:r w:rsidR="00367DBB" w:rsidRPr="005E19E5">
        <w:rPr>
          <w:color w:val="000000" w:themeColor="text1"/>
        </w:rPr>
        <w:t>neral Medicine</w:t>
      </w:r>
    </w:p>
    <w:p w:rsidR="00367DBB" w:rsidRPr="005E19E5" w:rsidRDefault="00367DBB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color w:val="000000" w:themeColor="text1"/>
        </w:rPr>
        <w:t>General Surgery</w:t>
      </w:r>
    </w:p>
    <w:p w:rsidR="00367DBB" w:rsidRPr="005E19E5" w:rsidRDefault="00367DBB" w:rsidP="00374C48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color w:val="000000" w:themeColor="text1"/>
        </w:rPr>
        <w:t>Obstetrics &amp; Gynecology</w:t>
      </w:r>
    </w:p>
    <w:p w:rsidR="00374C48" w:rsidRPr="005E19E5" w:rsidRDefault="00374C48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374C48" w:rsidRPr="005E19E5" w:rsidRDefault="00374C48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C04DDC" w:rsidRPr="005E19E5" w:rsidRDefault="00374C48" w:rsidP="00374C4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 w:themeColor="text1"/>
        </w:rPr>
      </w:pPr>
      <w:r w:rsidRPr="005E19E5">
        <w:rPr>
          <w:b/>
          <w:color w:val="000000" w:themeColor="text1"/>
        </w:rPr>
        <w:t xml:space="preserve">Organization: </w:t>
      </w:r>
      <w:r w:rsidR="00F52675" w:rsidRPr="005E19E5">
        <w:rPr>
          <w:color w:val="000000" w:themeColor="text1"/>
        </w:rPr>
        <w:t>AGA KHAN UNIVERSITY HOSPITAL</w:t>
      </w:r>
      <w:r w:rsidR="00367DBB" w:rsidRPr="005E19E5">
        <w:rPr>
          <w:color w:val="000000" w:themeColor="text1"/>
        </w:rPr>
        <w:t>, KARACHI</w:t>
      </w:r>
    </w:p>
    <w:p w:rsidR="002948D6" w:rsidRPr="005E19E5" w:rsidRDefault="00374C48" w:rsidP="00374C48">
      <w:pPr>
        <w:pStyle w:val="ListParagraph"/>
        <w:widowControl w:val="0"/>
        <w:autoSpaceDE w:val="0"/>
        <w:autoSpaceDN w:val="0"/>
        <w:adjustRightInd w:val="0"/>
        <w:ind w:firstLine="0"/>
        <w:jc w:val="both"/>
        <w:rPr>
          <w:color w:val="000000" w:themeColor="text1"/>
        </w:rPr>
      </w:pPr>
      <w:r w:rsidRPr="005E19E5">
        <w:rPr>
          <w:b/>
          <w:color w:val="000000" w:themeColor="text1"/>
        </w:rPr>
        <w:t>Position:</w:t>
      </w:r>
      <w:r w:rsidRPr="005E19E5">
        <w:rPr>
          <w:b/>
          <w:color w:val="000000" w:themeColor="text1"/>
        </w:rPr>
        <w:t xml:space="preserve"> </w:t>
      </w:r>
      <w:r w:rsidRPr="005E19E5">
        <w:rPr>
          <w:color w:val="000000" w:themeColor="text1"/>
        </w:rPr>
        <w:t>Intern (2006)</w:t>
      </w:r>
    </w:p>
    <w:p w:rsidR="00DB25F4" w:rsidRPr="005E19E5" w:rsidRDefault="00DB25F4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1232D1" w:rsidRPr="005E19E5" w:rsidRDefault="001232D1" w:rsidP="001232D1">
      <w:pPr>
        <w:widowControl w:val="0"/>
        <w:autoSpaceDE w:val="0"/>
        <w:autoSpaceDN w:val="0"/>
        <w:adjustRightInd w:val="0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>Additional Skills</w:t>
      </w:r>
      <w:r w:rsidR="00C04DDC" w:rsidRPr="005E19E5">
        <w:rPr>
          <w:b/>
          <w:bCs/>
          <w:color w:val="000000" w:themeColor="text1"/>
        </w:rPr>
        <w:t>:</w:t>
      </w:r>
    </w:p>
    <w:p w:rsidR="002948D6" w:rsidRPr="005E19E5" w:rsidRDefault="002948D6" w:rsidP="001232D1">
      <w:pPr>
        <w:widowControl w:val="0"/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3E101E" w:rsidRPr="005E19E5" w:rsidRDefault="002A70E7" w:rsidP="0048301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bCs/>
          <w:color w:val="000000" w:themeColor="text1"/>
        </w:rPr>
      </w:pPr>
      <w:r w:rsidRPr="005E19E5">
        <w:rPr>
          <w:bCs/>
          <w:color w:val="000000" w:themeColor="text1"/>
        </w:rPr>
        <w:t>Fluency</w:t>
      </w:r>
      <w:r w:rsidR="003E101E" w:rsidRPr="005E19E5">
        <w:rPr>
          <w:bCs/>
          <w:color w:val="000000" w:themeColor="text1"/>
        </w:rPr>
        <w:t xml:space="preserve"> in Spanish</w:t>
      </w:r>
      <w:r w:rsidR="00814546" w:rsidRPr="005E19E5">
        <w:rPr>
          <w:bCs/>
          <w:color w:val="000000" w:themeColor="text1"/>
        </w:rPr>
        <w:t xml:space="preserve"> and English</w:t>
      </w:r>
      <w:r w:rsidR="003E101E" w:rsidRPr="005E19E5">
        <w:rPr>
          <w:bCs/>
          <w:color w:val="000000" w:themeColor="text1"/>
        </w:rPr>
        <w:t xml:space="preserve"> Language</w:t>
      </w:r>
    </w:p>
    <w:p w:rsidR="002948D6" w:rsidRPr="005E19E5" w:rsidRDefault="006614F9" w:rsidP="0048301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bCs/>
          <w:color w:val="000000" w:themeColor="text1"/>
        </w:rPr>
      </w:pPr>
      <w:r w:rsidRPr="005E19E5">
        <w:rPr>
          <w:bCs/>
          <w:color w:val="000000" w:themeColor="text1"/>
        </w:rPr>
        <w:t>Microsoft Office</w:t>
      </w:r>
    </w:p>
    <w:p w:rsidR="002948D6" w:rsidRPr="005E19E5" w:rsidRDefault="002948D6" w:rsidP="0048301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bCs/>
          <w:color w:val="000000" w:themeColor="text1"/>
        </w:rPr>
      </w:pPr>
      <w:r w:rsidRPr="005E19E5">
        <w:rPr>
          <w:bCs/>
          <w:color w:val="000000" w:themeColor="text1"/>
        </w:rPr>
        <w:t>Microsoft Windows</w:t>
      </w:r>
    </w:p>
    <w:p w:rsidR="003B7E80" w:rsidRPr="005E19E5" w:rsidRDefault="003B7E80" w:rsidP="003B7E80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rPr>
          <w:bCs/>
          <w:color w:val="000000" w:themeColor="text1"/>
        </w:rPr>
      </w:pPr>
      <w:r w:rsidRPr="005E19E5">
        <w:rPr>
          <w:bCs/>
          <w:color w:val="000000" w:themeColor="text1"/>
        </w:rPr>
        <w:t xml:space="preserve">Proficient in using CRIO and CONTRAK (managing </w:t>
      </w:r>
      <w:r w:rsidR="005E19E5" w:rsidRPr="005E19E5">
        <w:rPr>
          <w:bCs/>
          <w:color w:val="000000" w:themeColor="text1"/>
        </w:rPr>
        <w:t>software</w:t>
      </w:r>
      <w:r w:rsidRPr="005E19E5">
        <w:rPr>
          <w:bCs/>
          <w:color w:val="000000" w:themeColor="text1"/>
        </w:rPr>
        <w:t>)</w:t>
      </w:r>
    </w:p>
    <w:p w:rsidR="004671F9" w:rsidRPr="005E19E5" w:rsidRDefault="004671F9" w:rsidP="004671F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DB25F4" w:rsidRPr="005E19E5" w:rsidRDefault="001232D1" w:rsidP="00E017C5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5E19E5">
        <w:rPr>
          <w:b/>
          <w:bCs/>
          <w:color w:val="000000" w:themeColor="text1"/>
        </w:rPr>
        <w:t>References</w:t>
      </w:r>
      <w:r w:rsidR="00C04DDC" w:rsidRPr="005E19E5">
        <w:rPr>
          <w:b/>
          <w:bCs/>
          <w:color w:val="000000" w:themeColor="text1"/>
        </w:rPr>
        <w:t>:</w:t>
      </w:r>
    </w:p>
    <w:p w:rsidR="00B007CE" w:rsidRPr="005E19E5" w:rsidRDefault="00C04DDC" w:rsidP="00E017C5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5E19E5">
        <w:rPr>
          <w:color w:val="000000" w:themeColor="text1"/>
        </w:rPr>
        <w:t>Available upon request.</w:t>
      </w:r>
    </w:p>
    <w:p w:rsidR="00374C48" w:rsidRPr="005E19E5" w:rsidRDefault="00374C48" w:rsidP="00E017C5">
      <w:pPr>
        <w:widowControl w:val="0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374C48" w:rsidRPr="00DB25F4" w:rsidRDefault="00374C48" w:rsidP="00374C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374C48" w:rsidRPr="00DB25F4" w:rsidSect="004671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70" w:right="207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FFE" w:rsidRDefault="00666FFE">
      <w:r>
        <w:separator/>
      </w:r>
    </w:p>
  </w:endnote>
  <w:endnote w:type="continuationSeparator" w:id="0">
    <w:p w:rsidR="00666FFE" w:rsidRDefault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B13" w:rsidRDefault="00C76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CE" w:rsidRDefault="00C76B13"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5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58D28FFD" id="Rectangle 5" o:spid="_x0000_s1026" style="position:absolute;margin-left:0;margin-top:0;width:556.9pt;height:11in;z-index:-251639808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center;mso-position-vertical-relative:page;mso-width-percent:910;mso-height-percent:100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" fillcolor="white [2993]" stroked="f" strokeweight="2pt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007CE" w:rsidRDefault="00B007C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27" style="position:absolute;margin-left:0;margin-top:0;width:55.1pt;height:11in;z-index:-251642880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" fillcolor="#564b3c [3215]" stroked="f" strokeweight="2pt">
              <v:textbox>
                <w:txbxContent>
                  <w:p w:rsidR="00B007CE" w:rsidRDefault="00B007C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5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007CE" w:rsidRDefault="00B007C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8" style="position:absolute;margin-left:0;margin-top:0;width:55.1pt;height:71.3pt;z-index:-251641856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" fillcolor="#93a299 [3204]" stroked="f" strokeweight="2pt">
              <v:textbox>
                <w:txbxContent>
                  <w:p w:rsidR="00B007CE" w:rsidRDefault="00B007CE"/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B13" w:rsidRDefault="00C76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FFE" w:rsidRDefault="00666FFE">
      <w:r>
        <w:separator/>
      </w:r>
    </w:p>
  </w:footnote>
  <w:footnote w:type="continuationSeparator" w:id="0">
    <w:p w:rsidR="00666FFE" w:rsidRDefault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CE" w:rsidRDefault="00C76B1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7068185</wp:posOffset>
              </wp:positionH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007CE" w:rsidRDefault="00B007C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6" style="position:absolute;margin-left:556.55pt;margin-top:0;width:55.1pt;height:11in;z-index:-251646976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center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" fillcolor="#564b3c [3215]" stroked="f" strokeweight="2pt">
              <v:textbox>
                <w:txbxContent>
                  <w:p w:rsidR="00B007CE" w:rsidRDefault="00B007CE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6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65CC0B46" id="Rectangle 5" o:spid="_x0000_s1026" style="position:absolute;margin-left:0;margin-top:0;width:556.9pt;height:11in;z-index:-25165004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" fillcolor="white [2993]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B13" w:rsidRDefault="00C76B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CE" w:rsidRDefault="00C76B1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0DEE895F" id="Rectangle 5" o:spid="_x0000_s1026" style="position:absolute;margin-left:0;margin-top:0;width:556.9pt;height:11in;z-index:-25165414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center;mso-position-vertical-relative:page;mso-width-percent:910;mso-height-percent:100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" fillcolor="white [2993]" stroked="f" strokeweight="2pt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007CE" w:rsidRDefault="00B007C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29" style="position:absolute;margin-left:0;margin-top:0;width:55.1pt;height:11in;z-index:251659264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" fillcolor="#564b3c [3215]" stroked="f" strokeweight="2pt">
              <v:textbox>
                <w:txbxContent>
                  <w:p w:rsidR="00B007CE" w:rsidRDefault="00B007C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007CE" w:rsidRDefault="00B007C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251660288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" fillcolor="#93a299 [3204]" stroked="f" strokeweight="2pt">
              <v:textbox>
                <w:txbxContent>
                  <w:p w:rsidR="00B007CE" w:rsidRDefault="00B007CE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71C07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16232"/>
    <w:multiLevelType w:val="hybridMultilevel"/>
    <w:tmpl w:val="C934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95553"/>
    <w:multiLevelType w:val="multilevel"/>
    <w:tmpl w:val="3356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97377"/>
    <w:multiLevelType w:val="hybridMultilevel"/>
    <w:tmpl w:val="F47A6E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BF1A24"/>
    <w:multiLevelType w:val="hybridMultilevel"/>
    <w:tmpl w:val="B97C7FEA"/>
    <w:lvl w:ilvl="0" w:tplc="780E265A">
      <w:numFmt w:val="bullet"/>
      <w:lvlText w:val="·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8B07FD"/>
    <w:multiLevelType w:val="hybridMultilevel"/>
    <w:tmpl w:val="20582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4630F"/>
    <w:multiLevelType w:val="singleLevel"/>
    <w:tmpl w:val="AA82D1F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9627E79"/>
    <w:multiLevelType w:val="hybridMultilevel"/>
    <w:tmpl w:val="5914B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F2122"/>
    <w:multiLevelType w:val="hybridMultilevel"/>
    <w:tmpl w:val="AF06F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360FD"/>
    <w:multiLevelType w:val="hybridMultilevel"/>
    <w:tmpl w:val="4A82F196"/>
    <w:lvl w:ilvl="0" w:tplc="06BC9B10">
      <w:numFmt w:val="bullet"/>
      <w:lvlText w:val="·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11431C2"/>
    <w:multiLevelType w:val="hybridMultilevel"/>
    <w:tmpl w:val="3ABC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6B9"/>
    <w:multiLevelType w:val="hybridMultilevel"/>
    <w:tmpl w:val="B25858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A0ED5"/>
    <w:multiLevelType w:val="hybridMultilevel"/>
    <w:tmpl w:val="7C5679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572880"/>
    <w:multiLevelType w:val="hybridMultilevel"/>
    <w:tmpl w:val="280E0112"/>
    <w:lvl w:ilvl="0" w:tplc="3B767746">
      <w:numFmt w:val="bullet"/>
      <w:lvlText w:val="·"/>
      <w:lvlJc w:val="left"/>
      <w:pPr>
        <w:ind w:left="18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4" w15:restartNumberingAfterBreak="0">
    <w:nsid w:val="3A173177"/>
    <w:multiLevelType w:val="hybridMultilevel"/>
    <w:tmpl w:val="AD6CAC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102F67"/>
    <w:multiLevelType w:val="hybridMultilevel"/>
    <w:tmpl w:val="9CD8B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A0AA0"/>
    <w:multiLevelType w:val="hybridMultilevel"/>
    <w:tmpl w:val="7D06C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5349C"/>
    <w:multiLevelType w:val="singleLevel"/>
    <w:tmpl w:val="AA82D1F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29E6C9A"/>
    <w:multiLevelType w:val="hybridMultilevel"/>
    <w:tmpl w:val="33C2E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D6452"/>
    <w:multiLevelType w:val="hybridMultilevel"/>
    <w:tmpl w:val="F9888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F932FD"/>
    <w:multiLevelType w:val="hybridMultilevel"/>
    <w:tmpl w:val="A8E044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6521B"/>
    <w:multiLevelType w:val="hybridMultilevel"/>
    <w:tmpl w:val="48FE8C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955E5A"/>
    <w:multiLevelType w:val="hybridMultilevel"/>
    <w:tmpl w:val="CB74AEA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6D628E5"/>
    <w:multiLevelType w:val="singleLevel"/>
    <w:tmpl w:val="AA82D1F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A9C5900"/>
    <w:multiLevelType w:val="hybridMultilevel"/>
    <w:tmpl w:val="48A43B40"/>
    <w:lvl w:ilvl="0" w:tplc="780E265A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4220CBE"/>
    <w:multiLevelType w:val="hybridMultilevel"/>
    <w:tmpl w:val="082E4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42D86"/>
    <w:multiLevelType w:val="hybridMultilevel"/>
    <w:tmpl w:val="6C42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2214E"/>
    <w:multiLevelType w:val="hybridMultilevel"/>
    <w:tmpl w:val="8364137A"/>
    <w:lvl w:ilvl="0" w:tplc="780E265A">
      <w:numFmt w:val="bullet"/>
      <w:lvlText w:val="·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6D35FF0"/>
    <w:multiLevelType w:val="hybridMultilevel"/>
    <w:tmpl w:val="A058EE1C"/>
    <w:lvl w:ilvl="0" w:tplc="780E265A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1"/>
  </w:num>
  <w:num w:numId="4">
    <w:abstractNumId w:val="5"/>
  </w:num>
  <w:num w:numId="5">
    <w:abstractNumId w:val="0"/>
  </w:num>
  <w:num w:numId="6">
    <w:abstractNumId w:val="18"/>
    <w:lvlOverride w:ilvl="0">
      <w:startOverride w:val="1"/>
    </w:lvlOverride>
  </w:num>
  <w:num w:numId="7">
    <w:abstractNumId w:val="18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24"/>
  </w:num>
  <w:num w:numId="9">
    <w:abstractNumId w:val="25"/>
    <w:lvlOverride w:ilvl="0">
      <w:startOverride w:val="1"/>
    </w:lvlOverride>
  </w:num>
  <w:num w:numId="10">
    <w:abstractNumId w:val="25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2"/>
  </w:num>
  <w:num w:numId="14">
    <w:abstractNumId w:val="11"/>
  </w:num>
  <w:num w:numId="15">
    <w:abstractNumId w:val="13"/>
  </w:num>
  <w:num w:numId="16">
    <w:abstractNumId w:val="3"/>
  </w:num>
  <w:num w:numId="17">
    <w:abstractNumId w:val="9"/>
  </w:num>
  <w:num w:numId="18">
    <w:abstractNumId w:val="23"/>
  </w:num>
  <w:num w:numId="19">
    <w:abstractNumId w:val="4"/>
  </w:num>
  <w:num w:numId="20">
    <w:abstractNumId w:val="26"/>
  </w:num>
  <w:num w:numId="21">
    <w:abstractNumId w:val="29"/>
  </w:num>
  <w:num w:numId="22">
    <w:abstractNumId w:val="30"/>
  </w:num>
  <w:num w:numId="23">
    <w:abstractNumId w:val="15"/>
  </w:num>
  <w:num w:numId="24">
    <w:abstractNumId w:val="7"/>
  </w:num>
  <w:num w:numId="25">
    <w:abstractNumId w:val="22"/>
  </w:num>
  <w:num w:numId="26">
    <w:abstractNumId w:val="14"/>
  </w:num>
  <w:num w:numId="27">
    <w:abstractNumId w:val="19"/>
  </w:num>
  <w:num w:numId="28">
    <w:abstractNumId w:val="2"/>
  </w:num>
  <w:num w:numId="29">
    <w:abstractNumId w:val="28"/>
  </w:num>
  <w:num w:numId="30">
    <w:abstractNumId w:val="8"/>
  </w:num>
  <w:num w:numId="31">
    <w:abstractNumId w:val="20"/>
  </w:num>
  <w:num w:numId="32">
    <w:abstractNumId w:val="27"/>
  </w:num>
  <w:num w:numId="33">
    <w:abstractNumId w:val="1"/>
  </w:num>
  <w:num w:numId="34">
    <w:abstractNumId w:val="1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displayBackgroundShape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F9"/>
    <w:rsid w:val="00021AD8"/>
    <w:rsid w:val="00037246"/>
    <w:rsid w:val="00053C56"/>
    <w:rsid w:val="000573DC"/>
    <w:rsid w:val="00093D5B"/>
    <w:rsid w:val="000E50DF"/>
    <w:rsid w:val="001232D1"/>
    <w:rsid w:val="00166054"/>
    <w:rsid w:val="0017567D"/>
    <w:rsid w:val="00181618"/>
    <w:rsid w:val="001D67EF"/>
    <w:rsid w:val="00200013"/>
    <w:rsid w:val="00254A9C"/>
    <w:rsid w:val="002948D6"/>
    <w:rsid w:val="002A70E7"/>
    <w:rsid w:val="002B71E3"/>
    <w:rsid w:val="002C7D29"/>
    <w:rsid w:val="003666DC"/>
    <w:rsid w:val="00367DBB"/>
    <w:rsid w:val="00374C48"/>
    <w:rsid w:val="003813CA"/>
    <w:rsid w:val="003B7E80"/>
    <w:rsid w:val="003D5F59"/>
    <w:rsid w:val="003E101E"/>
    <w:rsid w:val="00400A82"/>
    <w:rsid w:val="00403500"/>
    <w:rsid w:val="0041498A"/>
    <w:rsid w:val="004465DE"/>
    <w:rsid w:val="004671F9"/>
    <w:rsid w:val="0048301D"/>
    <w:rsid w:val="004D10AB"/>
    <w:rsid w:val="00527F5E"/>
    <w:rsid w:val="00542442"/>
    <w:rsid w:val="00586E52"/>
    <w:rsid w:val="005E19E5"/>
    <w:rsid w:val="005E76B1"/>
    <w:rsid w:val="006306E8"/>
    <w:rsid w:val="0065152C"/>
    <w:rsid w:val="006614F9"/>
    <w:rsid w:val="00666FFE"/>
    <w:rsid w:val="006F3614"/>
    <w:rsid w:val="006F6AD8"/>
    <w:rsid w:val="006F7F52"/>
    <w:rsid w:val="00726F47"/>
    <w:rsid w:val="00730BC6"/>
    <w:rsid w:val="007465E5"/>
    <w:rsid w:val="007C5746"/>
    <w:rsid w:val="007D1135"/>
    <w:rsid w:val="007F43D4"/>
    <w:rsid w:val="008059E2"/>
    <w:rsid w:val="00814546"/>
    <w:rsid w:val="008C055A"/>
    <w:rsid w:val="009139C1"/>
    <w:rsid w:val="00944BCB"/>
    <w:rsid w:val="009503B6"/>
    <w:rsid w:val="00960914"/>
    <w:rsid w:val="009B6CA3"/>
    <w:rsid w:val="009E6312"/>
    <w:rsid w:val="009F4B8C"/>
    <w:rsid w:val="00A01638"/>
    <w:rsid w:val="00A067CF"/>
    <w:rsid w:val="00A1170C"/>
    <w:rsid w:val="00A22957"/>
    <w:rsid w:val="00A33F66"/>
    <w:rsid w:val="00A77148"/>
    <w:rsid w:val="00A8083E"/>
    <w:rsid w:val="00AB1749"/>
    <w:rsid w:val="00AC17E8"/>
    <w:rsid w:val="00AC51CF"/>
    <w:rsid w:val="00AF36F4"/>
    <w:rsid w:val="00B007CE"/>
    <w:rsid w:val="00B040F9"/>
    <w:rsid w:val="00B55CE1"/>
    <w:rsid w:val="00BD3D8C"/>
    <w:rsid w:val="00C04DDC"/>
    <w:rsid w:val="00C3296C"/>
    <w:rsid w:val="00C44E7B"/>
    <w:rsid w:val="00C602A8"/>
    <w:rsid w:val="00C76B13"/>
    <w:rsid w:val="00D02BE4"/>
    <w:rsid w:val="00DB25F4"/>
    <w:rsid w:val="00DC371E"/>
    <w:rsid w:val="00DC4060"/>
    <w:rsid w:val="00DD6271"/>
    <w:rsid w:val="00DF0309"/>
    <w:rsid w:val="00DF0CEC"/>
    <w:rsid w:val="00E017C5"/>
    <w:rsid w:val="00E85FFA"/>
    <w:rsid w:val="00EF668E"/>
    <w:rsid w:val="00F32266"/>
    <w:rsid w:val="00F52675"/>
    <w:rsid w:val="00F61C96"/>
    <w:rsid w:val="00F762EA"/>
    <w:rsid w:val="00FA2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91C90"/>
  <w15:docId w15:val="{22B88F8D-3DDD-A746-A68B-E7710C7B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0F9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93A299" w:themeColor="accen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0F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0F9"/>
    <w:pPr>
      <w:keepNext/>
      <w:keepLines/>
      <w:spacing w:before="20"/>
      <w:outlineLvl w:val="2"/>
    </w:pPr>
    <w:rPr>
      <w:rFonts w:eastAsiaTheme="majorEastAsia" w:cstheme="majorBidi"/>
      <w:b/>
      <w:bCs/>
      <w:color w:val="93A299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0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0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93A299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40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93A299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0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0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0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B040F9"/>
    <w:pPr>
      <w:spacing w:after="0" w:line="240" w:lineRule="auto"/>
    </w:pPr>
    <w:tblPr/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rsid w:val="00B040F9"/>
    <w:pPr>
      <w:ind w:left="720" w:hanging="288"/>
      <w:contextualSpacing/>
    </w:pPr>
    <w:rPr>
      <w:color w:val="564B3C" w:themeColor="text2"/>
    </w:rPr>
  </w:style>
  <w:style w:type="character" w:customStyle="1" w:styleId="Heading1Char">
    <w:name w:val="Heading 1 Char"/>
    <w:basedOn w:val="DefaultParagraphFont"/>
    <w:link w:val="Heading1"/>
    <w:uiPriority w:val="9"/>
    <w:rsid w:val="00B040F9"/>
    <w:rPr>
      <w:rFonts w:asciiTheme="majorHAnsi" w:eastAsiaTheme="majorEastAsia" w:hAnsiTheme="majorHAnsi" w:cstheme="majorBidi"/>
      <w:bCs/>
      <w:color w:val="auto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040F9"/>
    <w:rPr>
      <w:rFonts w:asciiTheme="majorHAnsi" w:eastAsiaTheme="majorEastAsia" w:hAnsiTheme="majorHAnsi" w:cstheme="majorBidi"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0F9"/>
    <w:rPr>
      <w:rFonts w:eastAsiaTheme="majorEastAsia" w:cstheme="majorBidi"/>
      <w:b/>
      <w:bCs/>
      <w:color w:val="auto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0F9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0F9"/>
    <w:rPr>
      <w:rFonts w:asciiTheme="majorHAnsi" w:eastAsiaTheme="majorEastAsia" w:hAnsiTheme="majorHAnsi" w:cstheme="majorBidi"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40F9"/>
    <w:rPr>
      <w:rFonts w:asciiTheme="majorHAnsi" w:eastAsiaTheme="majorEastAsia" w:hAnsiTheme="majorHAnsi" w:cstheme="majorBidi"/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0F9"/>
    <w:rPr>
      <w:rFonts w:asciiTheme="majorHAnsi" w:eastAsiaTheme="majorEastAsia" w:hAnsiTheme="majorHAnsi" w:cstheme="majorBidi"/>
      <w:i/>
      <w:iCs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0F9"/>
    <w:rPr>
      <w:rFonts w:asciiTheme="majorHAnsi" w:eastAsiaTheme="majorEastAsia" w:hAnsiTheme="majorHAnsi" w:cstheme="majorBidi"/>
      <w:color w:val="auto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0F9"/>
    <w:rPr>
      <w:rFonts w:asciiTheme="majorHAnsi" w:eastAsiaTheme="majorEastAsia" w:hAnsiTheme="majorHAnsi" w:cstheme="majorBidi"/>
      <w:i/>
      <w:iCs/>
      <w:color w:val="auto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040F9"/>
    <w:rPr>
      <w:rFonts w:eastAsiaTheme="minorEastAsia"/>
      <w:b/>
      <w:bCs/>
      <w:smallCaps/>
      <w:color w:val="564B3C" w:themeColor="text2"/>
      <w:spacing w:val="6"/>
      <w:sz w:val="20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B040F9"/>
    <w:pPr>
      <w:contextualSpacing/>
    </w:pPr>
    <w:rPr>
      <w:rFonts w:asciiTheme="majorHAnsi" w:eastAsiaTheme="majorEastAsia" w:hAnsiTheme="majorHAnsi" w:cstheme="majorBidi"/>
      <w:color w:val="564B3C" w:themeColor="text2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40F9"/>
    <w:rPr>
      <w:rFonts w:asciiTheme="majorHAnsi" w:eastAsiaTheme="majorEastAsia" w:hAnsiTheme="majorHAnsi" w:cstheme="majorBidi"/>
      <w:color w:val="auto"/>
      <w:kern w:val="28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0F9"/>
    <w:pPr>
      <w:numPr>
        <w:ilvl w:val="1"/>
      </w:numPr>
    </w:pPr>
    <w:rPr>
      <w:rFonts w:eastAsiaTheme="majorEastAsia" w:cstheme="majorBidi"/>
      <w:iCs/>
      <w:color w:val="564B3C" w:themeColor="text2"/>
      <w:sz w:val="32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B040F9"/>
    <w:rPr>
      <w:rFonts w:eastAsiaTheme="majorEastAsia" w:cstheme="majorBidi"/>
      <w:iCs/>
      <w:color w:val="auto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B040F9"/>
    <w:rPr>
      <w:b/>
      <w:bCs/>
    </w:rPr>
  </w:style>
  <w:style w:type="character" w:styleId="Emphasis">
    <w:name w:val="Emphasis"/>
    <w:basedOn w:val="DefaultParagraphFont"/>
    <w:uiPriority w:val="20"/>
    <w:qFormat/>
    <w:rsid w:val="00B040F9"/>
    <w:rPr>
      <w:i/>
      <w:iCs/>
      <w:color w:val="auto"/>
    </w:rPr>
  </w:style>
  <w:style w:type="paragraph" w:styleId="NoSpacing">
    <w:name w:val="No Spacing"/>
    <w:link w:val="NoSpacingChar"/>
    <w:uiPriority w:val="1"/>
    <w:qFormat/>
    <w:rsid w:val="00B040F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040F9"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93A299" w:themeColor="accent1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B040F9"/>
    <w:rPr>
      <w:rFonts w:asciiTheme="majorHAnsi" w:eastAsiaTheme="minorEastAsia" w:hAnsiTheme="majorHAnsi"/>
      <w:i/>
      <w:iCs/>
      <w:color w:val="auto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0F9"/>
    <w:pPr>
      <w:pBdr>
        <w:top w:val="single" w:sz="36" w:space="8" w:color="93A299" w:themeColor="accent1"/>
        <w:left w:val="single" w:sz="36" w:space="8" w:color="93A299" w:themeColor="accent1"/>
        <w:bottom w:val="single" w:sz="36" w:space="8" w:color="93A299" w:themeColor="accent1"/>
        <w:right w:val="single" w:sz="36" w:space="8" w:color="93A299" w:themeColor="accent1"/>
      </w:pBdr>
      <w:shd w:val="clear" w:color="auto" w:fill="93A299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0F9"/>
    <w:rPr>
      <w:rFonts w:eastAsiaTheme="minorEastAsia"/>
      <w:b/>
      <w:bCs/>
      <w:i/>
      <w:iCs/>
      <w:color w:val="auto"/>
      <w:sz w:val="21"/>
      <w:shd w:val="clear" w:color="auto" w:fill="93A299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B040F9"/>
    <w:rPr>
      <w:i/>
      <w:iCs/>
      <w:color w:val="auto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B040F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040F9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B040F9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040F9"/>
    <w:rPr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40F9"/>
    <w:pPr>
      <w:spacing w:before="480" w:line="264" w:lineRule="auto"/>
      <w:outlineLvl w:val="9"/>
    </w:pPr>
    <w:rPr>
      <w:b/>
      <w:color w:val="000000"/>
      <w:sz w:val="28"/>
    </w:rPr>
  </w:style>
  <w:style w:type="character" w:styleId="PlaceholderText">
    <w:name w:val="Placeholder Text"/>
    <w:basedOn w:val="DefaultParagraphFont"/>
    <w:uiPriority w:val="99"/>
    <w:rsid w:val="00B040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0F9"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Heading1"/>
    <w:next w:val="Normal"/>
    <w:qFormat/>
    <w:rsid w:val="00B040F9"/>
    <w:rPr>
      <w:b/>
      <w:color w:val="564B3C" w:themeColor="text2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040F9"/>
  </w:style>
  <w:style w:type="paragraph" w:customStyle="1" w:styleId="Subsection">
    <w:name w:val="Subsection"/>
    <w:basedOn w:val="Heading2"/>
    <w:qFormat/>
    <w:rsid w:val="00B040F9"/>
    <w:pPr>
      <w:spacing w:before="0"/>
    </w:pPr>
    <w:rPr>
      <w:color w:val="93A299" w:themeColor="accent1"/>
      <w:sz w:val="21"/>
    </w:rPr>
  </w:style>
  <w:style w:type="paragraph" w:customStyle="1" w:styleId="PersonalName">
    <w:name w:val="Personal Name"/>
    <w:basedOn w:val="Title"/>
    <w:qFormat/>
    <w:rsid w:val="00B040F9"/>
    <w:rPr>
      <w:b/>
      <w:sz w:val="28"/>
      <w:szCs w:val="28"/>
    </w:rPr>
  </w:style>
  <w:style w:type="paragraph" w:customStyle="1" w:styleId="SubsectionDate">
    <w:name w:val="Subsection Date"/>
    <w:basedOn w:val="Normal"/>
    <w:qFormat/>
    <w:rsid w:val="00B040F9"/>
  </w:style>
  <w:style w:type="paragraph" w:styleId="Header">
    <w:name w:val="header"/>
    <w:basedOn w:val="Normal"/>
    <w:link w:val="HeaderChar"/>
    <w:uiPriority w:val="99"/>
    <w:unhideWhenUsed/>
    <w:rsid w:val="00B04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0F9"/>
  </w:style>
  <w:style w:type="paragraph" w:styleId="Footer">
    <w:name w:val="footer"/>
    <w:basedOn w:val="Normal"/>
    <w:link w:val="FooterChar"/>
    <w:uiPriority w:val="99"/>
    <w:unhideWhenUsed/>
    <w:rsid w:val="00B04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0F9"/>
  </w:style>
  <w:style w:type="paragraph" w:customStyle="1" w:styleId="Phone">
    <w:name w:val="Phone"/>
    <w:basedOn w:val="NoSpacing"/>
    <w:qFormat/>
    <w:rsid w:val="00B040F9"/>
    <w:rPr>
      <w:sz w:val="24"/>
    </w:rPr>
  </w:style>
  <w:style w:type="paragraph" w:customStyle="1" w:styleId="SenderAddress">
    <w:name w:val="Sender Address"/>
    <w:basedOn w:val="NoSpacing"/>
    <w:qFormat/>
    <w:rsid w:val="00B040F9"/>
    <w:pPr>
      <w:spacing w:line="274" w:lineRule="auto"/>
    </w:pPr>
    <w:rPr>
      <w:sz w:val="21"/>
    </w:rPr>
  </w:style>
  <w:style w:type="paragraph" w:customStyle="1" w:styleId="SubsectionText">
    <w:name w:val="Subsection Text"/>
    <w:basedOn w:val="ListBullet"/>
    <w:qFormat/>
    <w:rsid w:val="00B040F9"/>
    <w:pPr>
      <w:numPr>
        <w:numId w:val="0"/>
      </w:numPr>
      <w:spacing w:line="276" w:lineRule="auto"/>
      <w:ind w:left="360" w:hanging="360"/>
      <w:contextualSpacing w:val="0"/>
    </w:pPr>
    <w:rPr>
      <w:sz w:val="22"/>
    </w:rPr>
  </w:style>
  <w:style w:type="paragraph" w:styleId="ListBullet">
    <w:name w:val="List Bullet"/>
    <w:basedOn w:val="Normal"/>
    <w:uiPriority w:val="99"/>
    <w:semiHidden/>
    <w:unhideWhenUsed/>
    <w:rsid w:val="00B040F9"/>
    <w:pPr>
      <w:numPr>
        <w:numId w:val="5"/>
      </w:numPr>
      <w:contextualSpacing/>
    </w:pPr>
  </w:style>
  <w:style w:type="paragraph" w:styleId="Closing">
    <w:name w:val="Closing"/>
    <w:basedOn w:val="Normal"/>
    <w:link w:val="ClosingChar"/>
    <w:uiPriority w:val="5"/>
    <w:unhideWhenUsed/>
    <w:rsid w:val="00B040F9"/>
    <w:pPr>
      <w:spacing w:before="480" w:after="960"/>
      <w:contextualSpacing/>
    </w:pPr>
    <w:rPr>
      <w:b/>
      <w:color w:val="564B3C" w:themeColor="text2"/>
    </w:rPr>
  </w:style>
  <w:style w:type="character" w:customStyle="1" w:styleId="ClosingChar">
    <w:name w:val="Closing Char"/>
    <w:basedOn w:val="DefaultParagraphFont"/>
    <w:link w:val="Closing"/>
    <w:uiPriority w:val="5"/>
    <w:rsid w:val="00B040F9"/>
    <w:rPr>
      <w:b/>
      <w:color w:val="auto"/>
      <w:sz w:val="21"/>
    </w:rPr>
  </w:style>
  <w:style w:type="paragraph" w:customStyle="1" w:styleId="RecipientAddress">
    <w:name w:val="Recipient Address"/>
    <w:basedOn w:val="NoSpacing"/>
    <w:uiPriority w:val="3"/>
    <w:qFormat/>
    <w:rsid w:val="00B040F9"/>
    <w:pPr>
      <w:spacing w:after="360"/>
      <w:contextualSpacing/>
    </w:pPr>
    <w:rPr>
      <w:color w:val="564B3C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B040F9"/>
    <w:pPr>
      <w:spacing w:before="480" w:after="320"/>
      <w:contextualSpacing/>
    </w:pPr>
    <w:rPr>
      <w:b/>
      <w:color w:val="564B3C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sid w:val="00B040F9"/>
    <w:rPr>
      <w:b/>
      <w:color w:val="auto"/>
      <w:sz w:val="21"/>
    </w:rPr>
  </w:style>
  <w:style w:type="paragraph" w:styleId="Signature">
    <w:name w:val="Signature"/>
    <w:basedOn w:val="Normal"/>
    <w:link w:val="SignatureChar"/>
    <w:uiPriority w:val="99"/>
    <w:unhideWhenUsed/>
    <w:rsid w:val="00B040F9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B040F9"/>
    <w:rPr>
      <w:sz w:val="21"/>
    </w:rPr>
  </w:style>
  <w:style w:type="character" w:styleId="Hyperlink">
    <w:name w:val="Hyperlink"/>
    <w:basedOn w:val="DefaultParagraphFont"/>
    <w:uiPriority w:val="99"/>
    <w:semiHidden/>
    <w:unhideWhenUsed/>
    <w:rsid w:val="00B55CE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55C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743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0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36477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33\Adjacency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D9A95A58-570E-4B48-9091-AD96739F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AdjacencyResume</Template>
  <TotalTime>9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Faria Abbasi</dc:creator>
  <cp:lastModifiedBy>TME</cp:lastModifiedBy>
  <cp:revision>16</cp:revision>
  <dcterms:created xsi:type="dcterms:W3CDTF">2020-11-20T09:27:00Z</dcterms:created>
  <dcterms:modified xsi:type="dcterms:W3CDTF">2023-11-28T18:51:00Z</dcterms:modified>
</cp:coreProperties>
</file>