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Main layout table"/>
      </w:tblPr>
      <w:tblGrid>
        <w:gridCol w:w="6204"/>
        <w:gridCol w:w="4452"/>
      </w:tblGrid>
      <w:tr w:rsidR="004A7542" w:rsidRPr="00A85B6F" w:rsidTr="00346ED4">
        <w:trPr>
          <w:jc w:val="center"/>
        </w:trPr>
        <w:tc>
          <w:tcPr>
            <w:tcW w:w="6204" w:type="dxa"/>
            <w:tcBorders>
              <w:right w:val="single" w:sz="12" w:space="0" w:color="FFD556" w:themeColor="accent1"/>
            </w:tcBorders>
            <w:tcMar>
              <w:right w:w="0" w:type="dxa"/>
            </w:tcMar>
          </w:tcPr>
          <w:tbl>
            <w:tblPr>
              <w:tblW w:w="5000" w:type="pct"/>
              <w:tblInd w:w="29" w:type="dxa"/>
              <w:tblBorders>
                <w:insideH w:val="single" w:sz="8" w:space="0" w:color="auto"/>
                <w:insideV w:val="single" w:sz="8" w:space="0" w:color="auto"/>
              </w:tblBorders>
              <w:tblLayout w:type="fixed"/>
              <w:tblCellMar>
                <w:left w:w="360" w:type="dxa"/>
                <w:bottom w:w="288" w:type="dxa"/>
                <w:right w:w="360" w:type="dxa"/>
              </w:tblCellMar>
              <w:tblLook w:val="04A0" w:firstRow="1" w:lastRow="0" w:firstColumn="1" w:lastColumn="0" w:noHBand="0" w:noVBand="1"/>
              <w:tblDescription w:val="Left side layout table"/>
            </w:tblPr>
            <w:tblGrid>
              <w:gridCol w:w="6189"/>
            </w:tblGrid>
            <w:tr w:rsidR="004A7542" w:rsidRPr="00A85B6F" w:rsidTr="00346ED4">
              <w:trPr>
                <w:trHeight w:hRule="exact" w:val="2520"/>
              </w:trPr>
              <w:tc>
                <w:tcPr>
                  <w:tcW w:w="5000" w:type="pct"/>
                  <w:tcBorders>
                    <w:bottom w:val="single" w:sz="12" w:space="0" w:color="FFD556" w:themeColor="accent1"/>
                  </w:tcBorders>
                  <w:tcMar>
                    <w:top w:w="0" w:type="dxa"/>
                  </w:tcMar>
                </w:tcPr>
                <w:p w:rsidR="004A7542" w:rsidRPr="002D589D" w:rsidRDefault="003E2E24" w:rsidP="00346ED4">
                  <w:pPr>
                    <w:pStyle w:val="Heading1"/>
                  </w:pPr>
                  <w:sdt>
                    <w:sdtPr>
                      <w:alias w:val="Skills:"/>
                      <w:tag w:val="Skills:"/>
                      <w:id w:val="1490835561"/>
                      <w:placeholder>
                        <w:docPart w:val="B43F6022C1494EE0A0E896A958DEC7D9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r w:rsidR="004A7542" w:rsidRPr="002D589D">
                        <w:t>Skills</w:t>
                      </w:r>
                    </w:sdtContent>
                  </w:sdt>
                </w:p>
                <w:p w:rsidR="001027A5" w:rsidRDefault="001027A5" w:rsidP="001027A5">
                  <w:pPr>
                    <w:pStyle w:val="Heading2"/>
                  </w:pPr>
                  <w:r>
                    <w:t>I am medical Insurance Biller and AR Specialist.</w:t>
                  </w:r>
                </w:p>
                <w:p w:rsidR="004A7542" w:rsidRPr="00A85B6F" w:rsidRDefault="001027A5" w:rsidP="001027A5">
                  <w:pPr>
                    <w:pStyle w:val="Heading2"/>
                  </w:pPr>
                  <w:r>
                    <w:t xml:space="preserve">I am talkative and self-motivated person.  </w:t>
                  </w:r>
                </w:p>
              </w:tc>
            </w:tr>
            <w:tr w:rsidR="004A7542" w:rsidRPr="00A85B6F" w:rsidTr="00346ED4">
              <w:trPr>
                <w:trHeight w:val="8502"/>
              </w:trPr>
              <w:tc>
                <w:tcPr>
                  <w:tcW w:w="5000" w:type="pct"/>
                  <w:tcBorders>
                    <w:top w:val="single" w:sz="12" w:space="0" w:color="FFD556" w:themeColor="accent1"/>
                    <w:left w:val="single" w:sz="12" w:space="0" w:color="FFD556" w:themeColor="accent1"/>
                    <w:bottom w:val="single" w:sz="12" w:space="0" w:color="FFD556" w:themeColor="accent1"/>
                    <w:right w:val="nil"/>
                  </w:tcBorders>
                  <w:tcMar>
                    <w:top w:w="0" w:type="dxa"/>
                  </w:tcMar>
                </w:tcPr>
                <w:p w:rsidR="004A7542" w:rsidRPr="00A85B6F" w:rsidRDefault="003E2E24" w:rsidP="00346ED4">
                  <w:pPr>
                    <w:pStyle w:val="Heading1"/>
                  </w:pPr>
                  <w:sdt>
                    <w:sdtPr>
                      <w:alias w:val="Experience:"/>
                      <w:tag w:val="Experience:"/>
                      <w:id w:val="1217937480"/>
                      <w:placeholder>
                        <w:docPart w:val="650EC0815075456CB0D9058E487EC6C2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r w:rsidR="004A7542" w:rsidRPr="00A85B6F">
                        <w:t>Experience</w:t>
                      </w:r>
                    </w:sdtContent>
                  </w:sdt>
                </w:p>
                <w:p w:rsidR="004A7542" w:rsidRPr="00A85B6F" w:rsidRDefault="001027A5" w:rsidP="00346ED4">
                  <w:pPr>
                    <w:pStyle w:val="Heading2"/>
                  </w:pPr>
                  <w:r>
                    <w:t>Back end Team Lead</w:t>
                  </w:r>
                  <w:r w:rsidR="004A7542" w:rsidRPr="00A85B6F">
                    <w:t xml:space="preserve"> </w:t>
                  </w:r>
                  <w:r w:rsidR="004A7542" w:rsidRPr="005B0E81">
                    <w:t>|</w:t>
                  </w:r>
                  <w:r w:rsidR="004A7542" w:rsidRPr="00A85B6F">
                    <w:t xml:space="preserve"> </w:t>
                  </w:r>
                  <w:r>
                    <w:t>PRG-Rawalpindi</w:t>
                  </w:r>
                  <w:r w:rsidR="004A7542" w:rsidRPr="00A85B6F">
                    <w:t xml:space="preserve"> </w:t>
                  </w:r>
                  <w:r w:rsidR="004A7542" w:rsidRPr="005B0E81">
                    <w:t>|</w:t>
                  </w:r>
                  <w:r w:rsidR="004A7542" w:rsidRPr="00A85B6F">
                    <w:t xml:space="preserve"> </w:t>
                  </w:r>
                  <w:r>
                    <w:t>Jan-</w:t>
                  </w:r>
                  <w:r w:rsidR="001B0E33">
                    <w:t>20</w:t>
                  </w:r>
                  <w:r>
                    <w:t>22 To Present</w:t>
                  </w:r>
                </w:p>
                <w:p w:rsidR="004A7542" w:rsidRPr="00A85B6F" w:rsidRDefault="001027A5" w:rsidP="00346ED4">
                  <w:r>
                    <w:rPr>
                      <w:rFonts w:ascii="Segoe UI" w:hAnsi="Segoe UI" w:cs="Segoe UI"/>
                      <w:sz w:val="21"/>
                      <w:szCs w:val="21"/>
                      <w:shd w:val="clear" w:color="auto" w:fill="FFFFFF"/>
                    </w:rPr>
                    <w:t>To manage a team of 4</w:t>
                  </w:r>
                  <w:r>
                    <w:rPr>
                      <w:rFonts w:ascii="Segoe UI" w:hAnsi="Segoe UI" w:cs="Segoe UI"/>
                      <w:sz w:val="21"/>
                      <w:szCs w:val="21"/>
                      <w:shd w:val="clear" w:color="auto" w:fill="FFFFFF"/>
                    </w:rPr>
                    <w:t xml:space="preserve"> billing executives</w:t>
                  </w:r>
                  <w:r>
                    <w:rPr>
                      <w:rFonts w:ascii="Segoe UI" w:hAnsi="Segoe UI" w:cs="Segoe UI"/>
                      <w:sz w:val="21"/>
                      <w:szCs w:val="21"/>
                      <w:shd w:val="clear" w:color="auto" w:fill="FFFFFF"/>
                    </w:rPr>
                    <w:t xml:space="preserve"> including me. Tele</w:t>
                  </w:r>
                  <w:r>
                    <w:rPr>
                      <w:rFonts w:ascii="Segoe UI" w:hAnsi="Segoe UI" w:cs="Segoe UI"/>
                      <w:sz w:val="21"/>
                      <w:szCs w:val="21"/>
                      <w:shd w:val="clear" w:color="auto" w:fill="FFFFFF"/>
                    </w:rPr>
                    <w:t xml:space="preserve">-conversation with clients and representatives of insurance </w:t>
                  </w:r>
                  <w:r>
                    <w:rPr>
                      <w:rFonts w:ascii="Segoe UI" w:hAnsi="Segoe UI" w:cs="Segoe UI"/>
                      <w:sz w:val="21"/>
                      <w:szCs w:val="21"/>
                      <w:shd w:val="clear" w:color="auto" w:fill="FFFFFF"/>
                    </w:rPr>
                    <w:t>companies. Analysis</w:t>
                  </w:r>
                  <w:r>
                    <w:rPr>
                      <w:rFonts w:ascii="Segoe UI" w:hAnsi="Segoe UI" w:cs="Segoe UI"/>
                      <w:sz w:val="21"/>
                      <w:szCs w:val="21"/>
                      <w:shd w:val="clear" w:color="auto" w:fill="FFFFFF"/>
                    </w:rPr>
                    <w:t xml:space="preserve"> and research on medical </w:t>
                  </w:r>
                  <w:r>
                    <w:rPr>
                      <w:rFonts w:ascii="Segoe UI" w:hAnsi="Segoe UI" w:cs="Segoe UI"/>
                      <w:sz w:val="21"/>
                      <w:szCs w:val="21"/>
                      <w:shd w:val="clear" w:color="auto" w:fill="FFFFFF"/>
                    </w:rPr>
                    <w:t>claims. Keep</w:t>
                  </w:r>
                  <w:r>
                    <w:rPr>
                      <w:rFonts w:ascii="Segoe UI" w:hAnsi="Segoe UI" w:cs="Segoe UI"/>
                      <w:sz w:val="21"/>
                      <w:szCs w:val="21"/>
                      <w:shd w:val="clear" w:color="auto" w:fill="FFFFFF"/>
                    </w:rPr>
                    <w:t xml:space="preserve"> informed of all the changes in rules and regulations in insurance </w:t>
                  </w:r>
                  <w:r>
                    <w:rPr>
                      <w:rFonts w:ascii="Segoe UI" w:hAnsi="Segoe UI" w:cs="Segoe UI"/>
                      <w:sz w:val="21"/>
                      <w:szCs w:val="21"/>
                      <w:shd w:val="clear" w:color="auto" w:fill="FFFFFF"/>
                    </w:rPr>
                    <w:t>carriers. Prepare</w:t>
                  </w:r>
                  <w:r>
                    <w:rPr>
                      <w:rFonts w:ascii="Segoe UI" w:hAnsi="Segoe UI" w:cs="Segoe UI"/>
                      <w:sz w:val="21"/>
                      <w:szCs w:val="21"/>
                      <w:shd w:val="clear" w:color="auto" w:fill="FFFFFF"/>
                    </w:rPr>
                    <w:t xml:space="preserve"> daily and monthly work reports.</w:t>
                  </w:r>
                </w:p>
                <w:p w:rsidR="004A7542" w:rsidRPr="00A85B6F" w:rsidRDefault="001027A5" w:rsidP="00346ED4">
                  <w:pPr>
                    <w:pStyle w:val="Heading2"/>
                  </w:pPr>
                  <w:r>
                    <w:t>Coordinator</w:t>
                  </w:r>
                  <w:r w:rsidR="004A7542" w:rsidRPr="00A85B6F">
                    <w:t xml:space="preserve"> </w:t>
                  </w:r>
                  <w:r w:rsidR="004A7542" w:rsidRPr="005B0E81">
                    <w:t>|</w:t>
                  </w:r>
                  <w:r w:rsidR="004A7542" w:rsidRPr="00A85B6F">
                    <w:t xml:space="preserve"> </w:t>
                  </w:r>
                  <w:r>
                    <w:t>Braniac</w:t>
                  </w:r>
                  <w:r w:rsidR="001B0E33">
                    <w:t xml:space="preserve"> Education System I-10 Islamabad</w:t>
                  </w:r>
                  <w:r>
                    <w:t xml:space="preserve"> </w:t>
                  </w:r>
                  <w:r w:rsidR="004A7542" w:rsidRPr="00A85B6F">
                    <w:t xml:space="preserve"> </w:t>
                  </w:r>
                  <w:r w:rsidR="004A7542" w:rsidRPr="005B0E81">
                    <w:t>|</w:t>
                  </w:r>
                  <w:r w:rsidR="004A7542" w:rsidRPr="00A85B6F">
                    <w:t xml:space="preserve"> </w:t>
                  </w:r>
                  <w:r w:rsidR="001B0E33">
                    <w:t>Feb 2021</w:t>
                  </w:r>
                  <w:r w:rsidR="004A7542">
                    <w:t xml:space="preserve"> </w:t>
                  </w:r>
                  <w:sdt>
                    <w:sdtPr>
                      <w:alias w:val="Enter Dates To for employment 2:"/>
                      <w:tag w:val="Enter Dates To for employment 2:"/>
                      <w:id w:val="-506289195"/>
                      <w:placeholder>
                        <w:docPart w:val="A12B9D4965B2479D9169B0FCCAFBEDA8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r w:rsidR="004A7542" w:rsidRPr="00A85B6F">
                        <w:t>To</w:t>
                      </w:r>
                    </w:sdtContent>
                  </w:sdt>
                  <w:r w:rsidR="001B0E33">
                    <w:t xml:space="preserve"> Dec 2022</w:t>
                  </w:r>
                </w:p>
                <w:p w:rsidR="004A7542" w:rsidRPr="00A85B6F" w:rsidRDefault="001B0E33" w:rsidP="00346ED4">
                  <w:r>
                    <w:t>I used to manage events and time table to be implemented and Collection of fee &amp; make record.</w:t>
                  </w:r>
                </w:p>
                <w:p w:rsidR="004A7542" w:rsidRPr="00A85B6F" w:rsidRDefault="003E2E24" w:rsidP="00346ED4">
                  <w:pPr>
                    <w:pStyle w:val="Heading1"/>
                  </w:pPr>
                  <w:sdt>
                    <w:sdtPr>
                      <w:alias w:val="Education:"/>
                      <w:tag w:val="Education:"/>
                      <w:id w:val="1349516922"/>
                      <w:placeholder>
                        <w:docPart w:val="F2C33A3244724F04865941229F584AB2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r w:rsidR="004A7542" w:rsidRPr="00A85B6F">
                        <w:t>Education</w:t>
                      </w:r>
                    </w:sdtContent>
                  </w:sdt>
                </w:p>
                <w:p w:rsidR="004A7542" w:rsidRDefault="00480AC0" w:rsidP="00346ED4">
                  <w:pPr>
                    <w:pStyle w:val="Heading2"/>
                  </w:pPr>
                  <w:r>
                    <w:t>B.S.Ed.</w:t>
                  </w:r>
                  <w:r w:rsidR="004A7542" w:rsidRPr="00A85B6F">
                    <w:t xml:space="preserve"> </w:t>
                  </w:r>
                  <w:r w:rsidR="004A7542" w:rsidRPr="005B0E81">
                    <w:t>|</w:t>
                  </w:r>
                  <w:r w:rsidR="001B0E33">
                    <w:t>2022</w:t>
                  </w:r>
                  <w:r w:rsidR="004A7542" w:rsidRPr="00A85B6F">
                    <w:t xml:space="preserve"> </w:t>
                  </w:r>
                  <w:r w:rsidR="004A7542" w:rsidRPr="005B0E81">
                    <w:t>|</w:t>
                  </w:r>
                  <w:r w:rsidR="001B0E33">
                    <w:t>Punjab University</w:t>
                  </w:r>
                </w:p>
                <w:p w:rsidR="004A7542" w:rsidRPr="00A85B6F" w:rsidRDefault="001B0E33" w:rsidP="00346ED4">
                  <w:r>
                    <w:t>CGPA 3.13</w:t>
                  </w:r>
                </w:p>
                <w:p w:rsidR="001B0E33" w:rsidRDefault="001B0E33" w:rsidP="001B0E33">
                  <w:pPr>
                    <w:pStyle w:val="Heading2"/>
                  </w:pPr>
                  <w:r>
                    <w:t>FSC-medical</w:t>
                  </w:r>
                  <w:r w:rsidR="004A7542" w:rsidRPr="00A85B6F">
                    <w:t xml:space="preserve"> </w:t>
                  </w:r>
                  <w:r w:rsidR="004A7542" w:rsidRPr="005B0E81">
                    <w:t>|</w:t>
                  </w:r>
                  <w:r w:rsidR="004A7542" w:rsidRPr="00A85B6F">
                    <w:t xml:space="preserve"> </w:t>
                  </w:r>
                  <w:r>
                    <w:t>2019</w:t>
                  </w:r>
                  <w:r w:rsidR="004A7542" w:rsidRPr="00A85B6F">
                    <w:t xml:space="preserve"> </w:t>
                  </w:r>
                  <w:r w:rsidR="004A7542" w:rsidRPr="005B0E81">
                    <w:t>|</w:t>
                  </w:r>
                  <w:r w:rsidR="004A7542" w:rsidRPr="00A85B6F">
                    <w:t xml:space="preserve"> </w:t>
                  </w:r>
                  <w:r>
                    <w:t>Gujranwala Board</w:t>
                  </w:r>
                </w:p>
                <w:p w:rsidR="004A7542" w:rsidRDefault="001B0E33" w:rsidP="001B0E33">
                  <w:pPr>
                    <w:pStyle w:val="Heading2"/>
                    <w:rPr>
                      <w:b w:val="0"/>
                    </w:rPr>
                  </w:pPr>
                  <w:r w:rsidRPr="001B0E33">
                    <w:rPr>
                      <w:b w:val="0"/>
                    </w:rPr>
                    <w:t>832/1100</w:t>
                  </w:r>
                </w:p>
                <w:p w:rsidR="001B0E33" w:rsidRDefault="001B0E33" w:rsidP="001B0E33">
                  <w:pPr>
                    <w:pStyle w:val="Heading2"/>
                  </w:pPr>
                  <w:r>
                    <w:t>Matric</w:t>
                  </w:r>
                  <w:r w:rsidRPr="00A85B6F">
                    <w:t xml:space="preserve"> </w:t>
                  </w:r>
                  <w:r w:rsidRPr="005B0E81">
                    <w:t>|</w:t>
                  </w:r>
                  <w:r w:rsidRPr="00A85B6F">
                    <w:t xml:space="preserve"> </w:t>
                  </w:r>
                  <w:r>
                    <w:t>2016</w:t>
                  </w:r>
                  <w:r w:rsidRPr="005B0E81">
                    <w:t>|</w:t>
                  </w:r>
                  <w:r w:rsidRPr="00A85B6F">
                    <w:t xml:space="preserve"> </w:t>
                  </w:r>
                  <w:r>
                    <w:t>Gujranwala Board</w:t>
                  </w:r>
                </w:p>
                <w:p w:rsidR="001B0E33" w:rsidRPr="001B0E33" w:rsidRDefault="001B0E33" w:rsidP="001B0E33">
                  <w:r>
                    <w:t>982/1100</w:t>
                  </w:r>
                </w:p>
                <w:p w:rsidR="001B0E33" w:rsidRPr="001B0E33" w:rsidRDefault="001B0E33" w:rsidP="001B0E33"/>
              </w:tc>
            </w:tr>
          </w:tbl>
          <w:p w:rsidR="004A7542" w:rsidRPr="00A85B6F" w:rsidRDefault="004A7542" w:rsidP="00346ED4"/>
        </w:tc>
        <w:tc>
          <w:tcPr>
            <w:tcW w:w="4452" w:type="dxa"/>
            <w:tcBorders>
              <w:left w:val="single" w:sz="12" w:space="0" w:color="FFD556" w:themeColor="accent1"/>
            </w:tcBorders>
          </w:tcPr>
          <w:tbl>
            <w:tblPr>
              <w:tblW w:w="4990" w:type="pct"/>
              <w:tblLayout w:type="fixed"/>
              <w:tblCellMar>
                <w:left w:w="360" w:type="dxa"/>
                <w:bottom w:w="288" w:type="dxa"/>
                <w:right w:w="360" w:type="dxa"/>
              </w:tblCellMar>
              <w:tblLook w:val="04A0" w:firstRow="1" w:lastRow="0" w:firstColumn="1" w:lastColumn="0" w:noHBand="0" w:noVBand="1"/>
              <w:tblDescription w:val="Right side layout table"/>
            </w:tblPr>
            <w:tblGrid>
              <w:gridCol w:w="4413"/>
            </w:tblGrid>
            <w:tr w:rsidR="004A7542" w:rsidRPr="00A85B6F" w:rsidTr="00346ED4">
              <w:trPr>
                <w:trHeight w:hRule="exact" w:val="3859"/>
              </w:trPr>
              <w:tc>
                <w:tcPr>
                  <w:tcW w:w="5000" w:type="pct"/>
                  <w:tcBorders>
                    <w:top w:val="single" w:sz="12" w:space="0" w:color="FFD556" w:themeColor="accent1"/>
                    <w:bottom w:val="single" w:sz="12" w:space="0" w:color="FFD556" w:themeColor="accent1"/>
                    <w:right w:val="single" w:sz="12" w:space="0" w:color="FFD556" w:themeColor="accent1"/>
                  </w:tcBorders>
                  <w:shd w:val="clear" w:color="auto" w:fill="FFD556" w:themeFill="accent1"/>
                  <w:tcMar>
                    <w:top w:w="0" w:type="dxa"/>
                  </w:tcMar>
                </w:tcPr>
                <w:p w:rsidR="00E10171" w:rsidRDefault="00480AC0" w:rsidP="00FE5E5B">
                  <w:pPr>
                    <w:pStyle w:val="Heading2"/>
                  </w:pPr>
                  <w:r>
                    <w:t xml:space="preserve">Objective </w:t>
                  </w:r>
                </w:p>
                <w:p w:rsidR="00480AC0" w:rsidRDefault="00480AC0" w:rsidP="00480AC0">
                  <w:pPr>
                    <w:pStyle w:val="rich-text-component"/>
                    <w:pBdr>
                      <w:top w:val="single" w:sz="2" w:space="0" w:color="auto"/>
                      <w:left w:val="single" w:sz="2" w:space="0" w:color="auto"/>
                      <w:bottom w:val="single" w:sz="2" w:space="0" w:color="auto"/>
                      <w:right w:val="single" w:sz="2" w:space="0" w:color="auto"/>
                    </w:pBdr>
                    <w:rPr>
                      <w:rFonts w:ascii="Helvetica" w:hAnsi="Helvetica"/>
                      <w:color w:val="2D2D2D"/>
                      <w:sz w:val="27"/>
                      <w:szCs w:val="27"/>
                    </w:rPr>
                  </w:pPr>
                  <w:r>
                    <w:rPr>
                      <w:rStyle w:val="css-ejignk"/>
                      <w:rFonts w:ascii="Helvetica" w:eastAsiaTheme="majorEastAsia" w:hAnsi="Helvetica"/>
                      <w:i/>
                      <w:iCs/>
                      <w:color w:val="2D2D2D"/>
                      <w:sz w:val="27"/>
                      <w:szCs w:val="27"/>
                      <w:bdr w:val="single" w:sz="2" w:space="0" w:color="auto" w:frame="1"/>
                    </w:rPr>
                    <w:t xml:space="preserve">Organized professional with solid communication skills and close attention to detail, looking for a </w:t>
                  </w:r>
                  <w:r>
                    <w:rPr>
                      <w:rStyle w:val="css-ejignk"/>
                      <w:rFonts w:ascii="Helvetica" w:eastAsiaTheme="majorEastAsia" w:hAnsi="Helvetica"/>
                      <w:i/>
                      <w:iCs/>
                      <w:color w:val="2D2D2D"/>
                      <w:sz w:val="27"/>
                      <w:szCs w:val="27"/>
                      <w:bdr w:val="single" w:sz="2" w:space="0" w:color="auto" w:frame="1"/>
                    </w:rPr>
                    <w:t>Team lead</w:t>
                  </w:r>
                  <w:r>
                    <w:rPr>
                      <w:rStyle w:val="css-ejignk"/>
                      <w:rFonts w:ascii="Helvetica" w:eastAsiaTheme="majorEastAsia" w:hAnsi="Helvetica"/>
                      <w:i/>
                      <w:iCs/>
                      <w:color w:val="2D2D2D"/>
                      <w:sz w:val="27"/>
                      <w:szCs w:val="27"/>
                      <w:bdr w:val="single" w:sz="2" w:space="0" w:color="auto" w:frame="1"/>
                    </w:rPr>
                    <w:t xml:space="preserve"> where I can have positive interactions with customers</w:t>
                  </w:r>
                  <w:r>
                    <w:rPr>
                      <w:rStyle w:val="css-ejignk"/>
                      <w:rFonts w:ascii="Helvetica" w:eastAsiaTheme="majorEastAsia" w:hAnsi="Helvetica"/>
                      <w:i/>
                      <w:iCs/>
                      <w:color w:val="2D2D2D"/>
                      <w:sz w:val="27"/>
                      <w:szCs w:val="27"/>
                      <w:bdr w:val="single" w:sz="2" w:space="0" w:color="auto" w:frame="1"/>
                    </w:rPr>
                    <w:t xml:space="preserve"> and </w:t>
                  </w:r>
                  <w:proofErr w:type="gramStart"/>
                  <w:r>
                    <w:rPr>
                      <w:rStyle w:val="css-ejignk"/>
                      <w:rFonts w:ascii="Helvetica" w:eastAsiaTheme="majorEastAsia" w:hAnsi="Helvetica"/>
                      <w:i/>
                      <w:iCs/>
                      <w:color w:val="2D2D2D"/>
                      <w:sz w:val="27"/>
                      <w:szCs w:val="27"/>
                      <w:bdr w:val="single" w:sz="2" w:space="0" w:color="auto" w:frame="1"/>
                    </w:rPr>
                    <w:t xml:space="preserve">peers </w:t>
                  </w:r>
                  <w:r>
                    <w:rPr>
                      <w:rStyle w:val="css-ejignk"/>
                      <w:rFonts w:ascii="Helvetica" w:eastAsiaTheme="majorEastAsia" w:hAnsi="Helvetica"/>
                      <w:i/>
                      <w:iCs/>
                      <w:color w:val="2D2D2D"/>
                      <w:sz w:val="27"/>
                      <w:szCs w:val="27"/>
                      <w:bdr w:val="single" w:sz="2" w:space="0" w:color="auto" w:frame="1"/>
                    </w:rPr>
                    <w:t>.</w:t>
                  </w:r>
                  <w:proofErr w:type="gramEnd"/>
                </w:p>
                <w:p w:rsidR="00480AC0" w:rsidRPr="00480AC0" w:rsidRDefault="00480AC0" w:rsidP="00480AC0"/>
              </w:tc>
            </w:tr>
            <w:tr w:rsidR="004A7542" w:rsidRPr="00A85B6F" w:rsidTr="00346ED4">
              <w:tc>
                <w:tcPr>
                  <w:tcW w:w="5000" w:type="pct"/>
                  <w:tcBorders>
                    <w:top w:val="single" w:sz="12" w:space="0" w:color="FFD556" w:themeColor="accent1"/>
                    <w:bottom w:val="single" w:sz="12" w:space="0" w:color="FFD556" w:themeColor="accent1"/>
                  </w:tcBorders>
                </w:tcPr>
                <w:p w:rsidR="004A7542" w:rsidRPr="00A85B6F" w:rsidRDefault="004A7542" w:rsidP="00346ED4"/>
              </w:tc>
            </w:tr>
            <w:tr w:rsidR="004A7542" w:rsidRPr="00A85B6F" w:rsidTr="00346ED4">
              <w:trPr>
                <w:trHeight w:val="3417"/>
              </w:trPr>
              <w:tc>
                <w:tcPr>
                  <w:tcW w:w="5000" w:type="pct"/>
                  <w:tcBorders>
                    <w:top w:val="single" w:sz="12" w:space="0" w:color="FFD556" w:themeColor="accent1"/>
                    <w:bottom w:val="single" w:sz="12" w:space="0" w:color="FFD556" w:themeColor="accent1"/>
                    <w:right w:val="single" w:sz="12" w:space="0" w:color="FFD556" w:themeColor="accent1"/>
                  </w:tcBorders>
                </w:tcPr>
                <w:p w:rsidR="00480AC0" w:rsidRPr="00107C29" w:rsidRDefault="00CA1BBD" w:rsidP="00346ED4">
                  <w:pPr>
                    <w:pStyle w:val="Heading2"/>
                  </w:pPr>
                  <w:r w:rsidRPr="00107C29">
                    <w:t>Phone</w:t>
                  </w:r>
                  <w:r w:rsidR="00480AC0" w:rsidRPr="00107C29">
                    <w:t xml:space="preserve"> number</w:t>
                  </w:r>
                </w:p>
                <w:p w:rsidR="004A7542" w:rsidRDefault="00CA1BBD" w:rsidP="00346ED4">
                  <w:pPr>
                    <w:pStyle w:val="Heading2"/>
                    <w:rPr>
                      <w:b w:val="0"/>
                    </w:rPr>
                  </w:pPr>
                  <w:r w:rsidRPr="00CA1BBD">
                    <w:rPr>
                      <w:b w:val="0"/>
                    </w:rPr>
                    <w:t>03017098807</w:t>
                  </w:r>
                </w:p>
                <w:p w:rsidR="00480AC0" w:rsidRPr="00480AC0" w:rsidRDefault="00480AC0" w:rsidP="00480AC0">
                  <w:r>
                    <w:t>03365349630</w:t>
                  </w:r>
                </w:p>
                <w:p w:rsidR="00480AC0" w:rsidRDefault="00480AC0" w:rsidP="00CA1BBD"/>
                <w:p w:rsidR="00CA1BBD" w:rsidRDefault="00CA1BBD" w:rsidP="00CA1BBD">
                  <w:r w:rsidRPr="00107C29">
                    <w:rPr>
                      <w:b/>
                    </w:rPr>
                    <w:t>E-</w:t>
                  </w:r>
                  <w:r w:rsidR="00480AC0" w:rsidRPr="00107C29">
                    <w:rPr>
                      <w:b/>
                    </w:rPr>
                    <w:t>mail</w:t>
                  </w:r>
                  <w:r w:rsidRPr="00107C29">
                    <w:rPr>
                      <w:b/>
                    </w:rPr>
                    <w:t>:</w:t>
                  </w:r>
                  <w:r>
                    <w:t xml:space="preserve"> ashraf</w:t>
                  </w:r>
                  <w:r w:rsidR="00480AC0">
                    <w:t>noman5722gmail.com</w:t>
                  </w:r>
                </w:p>
                <w:p w:rsidR="00480AC0" w:rsidRPr="00107C29" w:rsidRDefault="00480AC0" w:rsidP="00CA1BBD">
                  <w:pPr>
                    <w:rPr>
                      <w:b/>
                    </w:rPr>
                  </w:pPr>
                  <w:bookmarkStart w:id="0" w:name="_GoBack"/>
                  <w:r w:rsidRPr="00107C29">
                    <w:rPr>
                      <w:b/>
                    </w:rPr>
                    <w:t>Address</w:t>
                  </w:r>
                </w:p>
                <w:bookmarkEnd w:id="0"/>
                <w:p w:rsidR="00480AC0" w:rsidRDefault="00480AC0" w:rsidP="00CA1BBD">
                  <w:r>
                    <w:t>House#74 Street# 11 Burma Town Islamabad</w:t>
                  </w:r>
                </w:p>
                <w:p w:rsidR="00480AC0" w:rsidRPr="00CA1BBD" w:rsidRDefault="00480AC0" w:rsidP="00CA1BBD"/>
                <w:p w:rsidR="00CA1BBD" w:rsidRPr="00CA1BBD" w:rsidRDefault="00CA1BBD" w:rsidP="00CA1BBD"/>
              </w:tc>
            </w:tr>
          </w:tbl>
          <w:p w:rsidR="004A7542" w:rsidRPr="00A85B6F" w:rsidRDefault="004A7542" w:rsidP="00346ED4"/>
        </w:tc>
      </w:tr>
    </w:tbl>
    <w:p w:rsidR="00EC26A6" w:rsidRPr="00EC26A6" w:rsidRDefault="00EC26A6" w:rsidP="00EC26A6">
      <w:pPr>
        <w:pStyle w:val="NoSpacing"/>
      </w:pPr>
    </w:p>
    <w:sectPr w:rsidR="00EC26A6" w:rsidRPr="00EC26A6" w:rsidSect="006F77C5">
      <w:footerReference w:type="default" r:id="rId7"/>
      <w:headerReference w:type="first" r:id="rId8"/>
      <w:pgSz w:w="12240" w:h="15840"/>
      <w:pgMar w:top="792" w:right="792" w:bottom="792" w:left="792" w:header="792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2E24" w:rsidRDefault="003E2E24" w:rsidP="004A7542">
      <w:pPr>
        <w:spacing w:after="0" w:line="240" w:lineRule="auto"/>
      </w:pPr>
      <w:r>
        <w:separator/>
      </w:r>
    </w:p>
  </w:endnote>
  <w:endnote w:type="continuationSeparator" w:id="0">
    <w:p w:rsidR="003E2E24" w:rsidRDefault="003E2E24" w:rsidP="004A75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0923007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53CE2" w:rsidRDefault="002D075C" w:rsidP="00853CE2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A1BB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2E24" w:rsidRDefault="003E2E24" w:rsidP="004A7542">
      <w:pPr>
        <w:spacing w:after="0" w:line="240" w:lineRule="auto"/>
      </w:pPr>
      <w:r>
        <w:separator/>
      </w:r>
    </w:p>
  </w:footnote>
  <w:footnote w:type="continuationSeparator" w:id="0">
    <w:p w:rsidR="003E2E24" w:rsidRDefault="003E2E24" w:rsidP="004A75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alias w:val="Enter Your Name:"/>
      <w:tag w:val="Enter Your Name:"/>
      <w:id w:val="1764105439"/>
      <w:placeholder/>
      <w:dataBinding w:prefixMappings="xmlns:ns0='http://schemas.microsoft.com/office/2006/coverPageProps' " w:xpath="/ns0:CoverPageProperties[1]/ns0:CompanyPhone[1]" w:storeItemID="{55AF091B-3C7A-41E3-B477-F2FDAA23CFDA}"/>
      <w15:appearance w15:val="hidden"/>
      <w:text w:multiLine="1"/>
    </w:sdtPr>
    <w:sdtContent>
      <w:p w:rsidR="00BD5EFB" w:rsidRDefault="001027A5">
        <w:pPr>
          <w:pStyle w:val="Header"/>
        </w:pPr>
        <w:r>
          <w:t>Noman Ashraf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57248EF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2ED4C6C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7FE4C53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A70624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E5B4E57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8221B0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4D8474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328F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2AE11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A20D1F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CDC023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F28034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FDE02E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7CE1B0A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7D044C2"/>
    <w:multiLevelType w:val="multilevel"/>
    <w:tmpl w:val="1180B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B036815"/>
    <w:multiLevelType w:val="multilevel"/>
    <w:tmpl w:val="E532429C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6" w15:restartNumberingAfterBreak="0">
    <w:nsid w:val="4F4D037D"/>
    <w:multiLevelType w:val="multilevel"/>
    <w:tmpl w:val="552E29B6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7" w15:restartNumberingAfterBreak="0">
    <w:nsid w:val="59990E5C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5C8642AA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16"/>
  </w:num>
  <w:num w:numId="2">
    <w:abstractNumId w:val="17"/>
  </w:num>
  <w:num w:numId="3">
    <w:abstractNumId w:val="10"/>
  </w:num>
  <w:num w:numId="4">
    <w:abstractNumId w:val="12"/>
  </w:num>
  <w:num w:numId="5">
    <w:abstractNumId w:val="11"/>
  </w:num>
  <w:num w:numId="6">
    <w:abstractNumId w:val="15"/>
  </w:num>
  <w:num w:numId="7">
    <w:abstractNumId w:val="13"/>
  </w:num>
  <w:num w:numId="8">
    <w:abstractNumId w:val="18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7A5"/>
    <w:rsid w:val="001027A5"/>
    <w:rsid w:val="00107C29"/>
    <w:rsid w:val="001B0E33"/>
    <w:rsid w:val="001C292B"/>
    <w:rsid w:val="002876BB"/>
    <w:rsid w:val="00293B83"/>
    <w:rsid w:val="002D075C"/>
    <w:rsid w:val="003E2E24"/>
    <w:rsid w:val="00454034"/>
    <w:rsid w:val="00480AC0"/>
    <w:rsid w:val="004A7542"/>
    <w:rsid w:val="006A3CE7"/>
    <w:rsid w:val="006F77C5"/>
    <w:rsid w:val="00857F01"/>
    <w:rsid w:val="008B0B05"/>
    <w:rsid w:val="00A076D8"/>
    <w:rsid w:val="00B90950"/>
    <w:rsid w:val="00BE5F21"/>
    <w:rsid w:val="00CA1BBD"/>
    <w:rsid w:val="00E10171"/>
    <w:rsid w:val="00EC26A6"/>
    <w:rsid w:val="00EC7733"/>
    <w:rsid w:val="00ED1C71"/>
    <w:rsid w:val="00FE5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43EFD7"/>
  <w15:chartTrackingRefBased/>
  <w15:docId w15:val="{50B99B6B-8C73-4D05-A20B-E818D9236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color w:val="636A6B" w:themeColor="text2"/>
        <w:sz w:val="22"/>
        <w:szCs w:val="22"/>
        <w:lang w:val="en-US" w:eastAsia="en-US" w:bidi="ar-SA"/>
      </w:rPr>
    </w:rPrDefault>
    <w:pPrDefault>
      <w:pPr>
        <w:spacing w:after="60" w:line="259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semiHidden="1" w:uiPriority="9" w:unhideWhenUsed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0B05"/>
  </w:style>
  <w:style w:type="paragraph" w:styleId="Heading1">
    <w:name w:val="heading 1"/>
    <w:basedOn w:val="Normal"/>
    <w:next w:val="Normal"/>
    <w:link w:val="Heading1Char"/>
    <w:uiPriority w:val="9"/>
    <w:unhideWhenUsed/>
    <w:qFormat/>
    <w:rsid w:val="008B0B05"/>
    <w:pPr>
      <w:keepNext/>
      <w:keepLines/>
      <w:spacing w:before="360"/>
      <w:contextualSpacing/>
      <w:outlineLvl w:val="0"/>
    </w:pPr>
    <w:rPr>
      <w:rFonts w:asciiTheme="majorHAnsi" w:eastAsiaTheme="majorEastAsia" w:hAnsiTheme="majorHAnsi" w:cstheme="majorBidi"/>
      <w:caps/>
      <w:color w:val="4A4F4F" w:themeColor="text2" w:themeShade="BF"/>
      <w:spacing w:val="50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B0B05"/>
    <w:pPr>
      <w:keepNext/>
      <w:keepLines/>
      <w:outlineLvl w:val="1"/>
    </w:pPr>
    <w:rPr>
      <w:rFonts w:asciiTheme="majorHAnsi" w:eastAsiaTheme="majorEastAsia" w:hAnsiTheme="majorHAnsi" w:cstheme="majorBidi"/>
      <w:b/>
      <w:color w:val="4A4F4F" w:themeColor="text2" w:themeShade="BF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075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806000" w:themeColor="accent4" w:themeShade="80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D075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806000" w:themeColor="accent4" w:themeShade="8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D075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  <w:color w:val="806000" w:themeColor="accent4" w:themeShade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D075C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i/>
      <w:color w:val="806000" w:themeColor="accent4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D075C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Cs/>
      <w:caps/>
      <w:color w:val="806000" w:themeColor="accent4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D075C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9095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semiHidden/>
    <w:rsid w:val="002D075C"/>
    <w:rPr>
      <w:rFonts w:asciiTheme="majorHAnsi" w:eastAsiaTheme="majorEastAsia" w:hAnsiTheme="majorHAnsi" w:cstheme="majorBidi"/>
      <w:color w:val="806000" w:themeColor="accent4" w:themeShade="80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B0B05"/>
    <w:rPr>
      <w:rFonts w:asciiTheme="majorHAnsi" w:eastAsiaTheme="majorEastAsia" w:hAnsiTheme="majorHAnsi" w:cstheme="majorBidi"/>
      <w:caps/>
      <w:color w:val="4A4F4F" w:themeColor="text2" w:themeShade="BF"/>
      <w:spacing w:val="50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B0B05"/>
    <w:rPr>
      <w:rFonts w:asciiTheme="majorHAnsi" w:eastAsiaTheme="majorEastAsia" w:hAnsiTheme="majorHAnsi" w:cstheme="majorBidi"/>
      <w:b/>
      <w:color w:val="4A4F4F" w:themeColor="text2" w:themeShade="BF"/>
      <w:szCs w:val="26"/>
    </w:rPr>
  </w:style>
  <w:style w:type="paragraph" w:styleId="Header">
    <w:name w:val="header"/>
    <w:basedOn w:val="Normal"/>
    <w:link w:val="HeaderChar"/>
    <w:uiPriority w:val="99"/>
    <w:unhideWhenUsed/>
    <w:rsid w:val="004A7542"/>
    <w:pPr>
      <w:pBdr>
        <w:top w:val="single" w:sz="12" w:space="27" w:color="FFD556" w:themeColor="accent1"/>
        <w:left w:val="single" w:sz="12" w:space="4" w:color="FFD556" w:themeColor="accent1"/>
        <w:bottom w:val="single" w:sz="12" w:space="27" w:color="FFD556" w:themeColor="accent1"/>
        <w:right w:val="single" w:sz="12" w:space="4" w:color="FFD556" w:themeColor="accent1"/>
      </w:pBdr>
      <w:spacing w:after="240" w:line="240" w:lineRule="auto"/>
      <w:ind w:left="144" w:right="144"/>
      <w:contextualSpacing/>
    </w:pPr>
    <w:rPr>
      <w:caps/>
      <w:color w:val="404040" w:themeColor="text1" w:themeTint="BF"/>
      <w:spacing w:val="80"/>
      <w:sz w:val="46"/>
    </w:rPr>
  </w:style>
  <w:style w:type="character" w:customStyle="1" w:styleId="HeaderChar">
    <w:name w:val="Header Char"/>
    <w:basedOn w:val="DefaultParagraphFont"/>
    <w:link w:val="Header"/>
    <w:uiPriority w:val="99"/>
    <w:rsid w:val="004A7542"/>
    <w:rPr>
      <w:caps/>
      <w:color w:val="404040" w:themeColor="text1" w:themeTint="BF"/>
      <w:spacing w:val="80"/>
      <w:sz w:val="46"/>
    </w:rPr>
  </w:style>
  <w:style w:type="paragraph" w:styleId="Footer">
    <w:name w:val="footer"/>
    <w:basedOn w:val="Normal"/>
    <w:link w:val="FooterChar"/>
    <w:uiPriority w:val="99"/>
    <w:unhideWhenUsed/>
    <w:rsid w:val="004A7542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7542"/>
  </w:style>
  <w:style w:type="paragraph" w:styleId="NoSpacing">
    <w:name w:val="No Spacing"/>
    <w:uiPriority w:val="11"/>
    <w:qFormat/>
    <w:rsid w:val="004A7542"/>
    <w:pPr>
      <w:spacing w:after="0" w:line="240" w:lineRule="auto"/>
    </w:pPr>
  </w:style>
  <w:style w:type="paragraph" w:customStyle="1" w:styleId="Graphic">
    <w:name w:val="Graphic"/>
    <w:basedOn w:val="Normal"/>
    <w:next w:val="Normal"/>
    <w:link w:val="GraphicChar"/>
    <w:uiPriority w:val="10"/>
    <w:qFormat/>
    <w:rsid w:val="004A7542"/>
  </w:style>
  <w:style w:type="character" w:customStyle="1" w:styleId="GraphicChar">
    <w:name w:val="Graphic Char"/>
    <w:basedOn w:val="DefaultParagraphFont"/>
    <w:link w:val="Graphic"/>
    <w:uiPriority w:val="10"/>
    <w:rsid w:val="004A7542"/>
  </w:style>
  <w:style w:type="character" w:styleId="PlaceholderText">
    <w:name w:val="Placeholder Text"/>
    <w:basedOn w:val="DefaultParagraphFont"/>
    <w:uiPriority w:val="99"/>
    <w:semiHidden/>
    <w:rsid w:val="004A7542"/>
    <w:rPr>
      <w:color w:val="80808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D075C"/>
    <w:rPr>
      <w:rFonts w:asciiTheme="majorHAnsi" w:eastAsiaTheme="majorEastAsia" w:hAnsiTheme="majorHAnsi" w:cstheme="majorBidi"/>
      <w:i/>
      <w:iCs/>
      <w:color w:val="806000" w:themeColor="accent4" w:themeShade="8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D075C"/>
    <w:rPr>
      <w:rFonts w:asciiTheme="majorHAnsi" w:eastAsiaTheme="majorEastAsia" w:hAnsiTheme="majorHAnsi" w:cstheme="majorBidi"/>
      <w:b/>
      <w:color w:val="806000" w:themeColor="accent4" w:themeShade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D075C"/>
    <w:rPr>
      <w:rFonts w:asciiTheme="majorHAnsi" w:eastAsiaTheme="majorEastAsia" w:hAnsiTheme="majorHAnsi" w:cstheme="majorBidi"/>
      <w:b/>
      <w:i/>
      <w:color w:val="806000" w:themeColor="accent4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D075C"/>
    <w:rPr>
      <w:rFonts w:asciiTheme="majorHAnsi" w:eastAsiaTheme="majorEastAsia" w:hAnsiTheme="majorHAnsi" w:cstheme="majorBidi"/>
      <w:iCs/>
      <w:caps/>
      <w:color w:val="806000" w:themeColor="accent4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D075C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2D075C"/>
    <w:rPr>
      <w:i/>
      <w:iCs/>
      <w:color w:val="806000" w:themeColor="accent4" w:themeShade="80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2D075C"/>
    <w:pPr>
      <w:pBdr>
        <w:top w:val="single" w:sz="4" w:space="10" w:color="806000" w:themeColor="accent4" w:themeShade="80"/>
        <w:bottom w:val="single" w:sz="4" w:space="10" w:color="806000" w:themeColor="accent4" w:themeShade="80"/>
      </w:pBdr>
      <w:spacing w:before="360" w:after="360"/>
      <w:ind w:left="864" w:right="864"/>
    </w:pPr>
    <w:rPr>
      <w:i/>
      <w:iCs/>
      <w:color w:val="806000" w:themeColor="accent4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2D075C"/>
    <w:rPr>
      <w:i/>
      <w:iCs/>
      <w:color w:val="806000" w:themeColor="accent4" w:themeShade="80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2D075C"/>
    <w:rPr>
      <w:b/>
      <w:bCs/>
      <w:caps w:val="0"/>
      <w:smallCaps/>
      <w:color w:val="806000" w:themeColor="accent4" w:themeShade="80"/>
      <w:spacing w:val="5"/>
    </w:rPr>
  </w:style>
  <w:style w:type="paragraph" w:styleId="BlockText">
    <w:name w:val="Block Text"/>
    <w:basedOn w:val="Normal"/>
    <w:uiPriority w:val="99"/>
    <w:semiHidden/>
    <w:unhideWhenUsed/>
    <w:rsid w:val="002D075C"/>
    <w:pPr>
      <w:pBdr>
        <w:top w:val="single" w:sz="2" w:space="10" w:color="806000" w:themeColor="accent4" w:themeShade="80"/>
        <w:left w:val="single" w:sz="2" w:space="10" w:color="806000" w:themeColor="accent4" w:themeShade="80"/>
        <w:bottom w:val="single" w:sz="2" w:space="10" w:color="806000" w:themeColor="accent4" w:themeShade="80"/>
        <w:right w:val="single" w:sz="2" w:space="10" w:color="806000" w:themeColor="accent4" w:themeShade="80"/>
      </w:pBdr>
      <w:ind w:left="1152" w:right="1152"/>
    </w:pPr>
    <w:rPr>
      <w:rFonts w:eastAsiaTheme="minorEastAsia"/>
      <w:i/>
      <w:iCs/>
      <w:color w:val="806000" w:themeColor="accent4" w:themeShade="8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2D075C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2D075C"/>
    <w:rPr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75C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75C"/>
    <w:rPr>
      <w:rFonts w:ascii="Segoe UI" w:hAnsi="Segoe UI" w:cs="Segoe UI"/>
      <w:szCs w:val="1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2D075C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2D075C"/>
    <w:rPr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2D075C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075C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075C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07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075C"/>
    <w:rPr>
      <w:b/>
      <w:bCs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2D075C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D075C"/>
    <w:rPr>
      <w:rFonts w:ascii="Segoe UI" w:hAnsi="Segoe UI" w:cs="Segoe UI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D075C"/>
    <w:pPr>
      <w:spacing w:after="0"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D075C"/>
    <w:rPr>
      <w:szCs w:val="20"/>
    </w:rPr>
  </w:style>
  <w:style w:type="paragraph" w:styleId="EnvelopeReturn">
    <w:name w:val="envelope return"/>
    <w:basedOn w:val="Normal"/>
    <w:uiPriority w:val="99"/>
    <w:semiHidden/>
    <w:unhideWhenUsed/>
    <w:rsid w:val="002D075C"/>
    <w:pPr>
      <w:spacing w:after="0" w:line="240" w:lineRule="auto"/>
    </w:pPr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D075C"/>
    <w:pPr>
      <w:spacing w:after="0"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D075C"/>
    <w:rPr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2D075C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2D075C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D075C"/>
    <w:pPr>
      <w:spacing w:after="0" w:line="240" w:lineRule="auto"/>
    </w:pPr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D075C"/>
    <w:rPr>
      <w:rFonts w:ascii="Consolas" w:hAnsi="Consolas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2D075C"/>
    <w:rPr>
      <w:rFonts w:ascii="Consolas" w:hAnsi="Consolas"/>
      <w:sz w:val="22"/>
      <w:szCs w:val="20"/>
    </w:rPr>
  </w:style>
  <w:style w:type="paragraph" w:styleId="MacroText">
    <w:name w:val="macro"/>
    <w:link w:val="MacroTextChar"/>
    <w:uiPriority w:val="99"/>
    <w:semiHidden/>
    <w:unhideWhenUsed/>
    <w:rsid w:val="002D075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2D075C"/>
    <w:rPr>
      <w:rFonts w:ascii="Consolas" w:hAnsi="Consolas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D075C"/>
    <w:pPr>
      <w:spacing w:after="0" w:line="240" w:lineRule="auto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D075C"/>
    <w:rPr>
      <w:rFonts w:ascii="Consolas" w:hAnsi="Consolas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90950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90950"/>
    <w:pPr>
      <w:spacing w:after="200" w:line="240" w:lineRule="auto"/>
    </w:pPr>
    <w:rPr>
      <w:i/>
      <w:iCs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90950"/>
    <w:pPr>
      <w:outlineLvl w:val="9"/>
    </w:pPr>
  </w:style>
  <w:style w:type="paragraph" w:styleId="MessageHeader">
    <w:name w:val="Message Header"/>
    <w:basedOn w:val="Normal"/>
    <w:link w:val="MessageHeaderChar"/>
    <w:uiPriority w:val="99"/>
    <w:semiHidden/>
    <w:unhideWhenUsed/>
    <w:rsid w:val="00B9095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color w:val="4A4F4F" w:themeColor="text2" w:themeShade="BF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B90950"/>
    <w:rPr>
      <w:rFonts w:asciiTheme="majorHAnsi" w:eastAsiaTheme="majorEastAsia" w:hAnsiTheme="majorHAnsi" w:cstheme="majorBidi"/>
      <w:color w:val="4A4F4F" w:themeColor="text2" w:themeShade="BF"/>
      <w:sz w:val="24"/>
      <w:szCs w:val="24"/>
      <w:shd w:val="pct20" w:color="auto" w:fill="auto"/>
    </w:rPr>
  </w:style>
  <w:style w:type="paragraph" w:customStyle="1" w:styleId="rich-text-component">
    <w:name w:val="rich-text-component"/>
    <w:basedOn w:val="Normal"/>
    <w:rsid w:val="00480AC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css-ejignk">
    <w:name w:val="css-ejignk"/>
    <w:basedOn w:val="DefaultParagraphFont"/>
    <w:rsid w:val="00480A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879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man.ashraf\AppData\Roaming\Microsoft\Templates\Crisp%20and%20clean%20resume,%20designed%20by%20MOO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43F6022C1494EE0A0E896A958DEC7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45E885-985B-413B-8FC9-ECB744DB47BF}"/>
      </w:docPartPr>
      <w:docPartBody>
        <w:p w:rsidR="00000000" w:rsidRDefault="00457A12">
          <w:pPr>
            <w:pStyle w:val="B43F6022C1494EE0A0E896A958DEC7D9"/>
          </w:pPr>
          <w:r w:rsidRPr="002D589D">
            <w:t>Skills</w:t>
          </w:r>
        </w:p>
      </w:docPartBody>
    </w:docPart>
    <w:docPart>
      <w:docPartPr>
        <w:name w:val="650EC0815075456CB0D9058E487EC6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81F631-C31B-4B27-9509-5F7E8A7F0758}"/>
      </w:docPartPr>
      <w:docPartBody>
        <w:p w:rsidR="00000000" w:rsidRDefault="00457A12">
          <w:pPr>
            <w:pStyle w:val="650EC0815075456CB0D9058E487EC6C2"/>
          </w:pPr>
          <w:r w:rsidRPr="00A85B6F">
            <w:t>Experience</w:t>
          </w:r>
        </w:p>
      </w:docPartBody>
    </w:docPart>
    <w:docPart>
      <w:docPartPr>
        <w:name w:val="A12B9D4965B2479D9169B0FCCAFBED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61C1A8-D068-405A-86C8-3985AFA47488}"/>
      </w:docPartPr>
      <w:docPartBody>
        <w:p w:rsidR="00000000" w:rsidRDefault="00457A12">
          <w:pPr>
            <w:pStyle w:val="A12B9D4965B2479D9169B0FCCAFBEDA8"/>
          </w:pPr>
          <w:r w:rsidRPr="00A85B6F">
            <w:t>To</w:t>
          </w:r>
        </w:p>
      </w:docPartBody>
    </w:docPart>
    <w:docPart>
      <w:docPartPr>
        <w:name w:val="F2C33A3244724F04865941229F584A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1051D2-5E7A-4AFB-AE7D-3E5F34CB176F}"/>
      </w:docPartPr>
      <w:docPartBody>
        <w:p w:rsidR="00000000" w:rsidRDefault="00457A12">
          <w:pPr>
            <w:pStyle w:val="F2C33A3244724F04865941229F584AB2"/>
          </w:pPr>
          <w:r w:rsidRPr="00A85B6F">
            <w:t>Education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7A12"/>
    <w:rsid w:val="00457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after="60"/>
      <w:jc w:val="center"/>
      <w:outlineLvl w:val="1"/>
    </w:pPr>
    <w:rPr>
      <w:rFonts w:asciiTheme="majorHAnsi" w:eastAsiaTheme="majorEastAsia" w:hAnsiTheme="majorHAnsi" w:cstheme="majorBidi"/>
      <w:b/>
      <w:color w:val="44546A" w:themeColor="text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43F6022C1494EE0A0E896A958DEC7D9">
    <w:name w:val="B43F6022C1494EE0A0E896A958DEC7D9"/>
  </w:style>
  <w:style w:type="paragraph" w:customStyle="1" w:styleId="FC64FE0720B8478B85DCA431ED1616DF">
    <w:name w:val="FC64FE0720B8478B85DCA431ED1616DF"/>
  </w:style>
  <w:style w:type="paragraph" w:customStyle="1" w:styleId="650EC0815075456CB0D9058E487EC6C2">
    <w:name w:val="650EC0815075456CB0D9058E487EC6C2"/>
  </w:style>
  <w:style w:type="paragraph" w:customStyle="1" w:styleId="26089B23848E4625B316CA3BD35FB6F8">
    <w:name w:val="26089B23848E4625B316CA3BD35FB6F8"/>
  </w:style>
  <w:style w:type="paragraph" w:customStyle="1" w:styleId="F7D45B21642E44D58D1DA482DA465D6E">
    <w:name w:val="F7D45B21642E44D58D1DA482DA465D6E"/>
  </w:style>
  <w:style w:type="paragraph" w:customStyle="1" w:styleId="33DAA7F823934836BCBEEBDB58F2A22A">
    <w:name w:val="33DAA7F823934836BCBEEBDB58F2A22A"/>
  </w:style>
  <w:style w:type="paragraph" w:customStyle="1" w:styleId="1F836FB82C2246968810E56FECBB0535">
    <w:name w:val="1F836FB82C2246968810E56FECBB0535"/>
  </w:style>
  <w:style w:type="paragraph" w:customStyle="1" w:styleId="4843437E51984DCE82490FE1E1215268">
    <w:name w:val="4843437E51984DCE82490FE1E1215268"/>
  </w:style>
  <w:style w:type="paragraph" w:customStyle="1" w:styleId="DA5A9EFFE4444F64A1798AAF6099A50E">
    <w:name w:val="DA5A9EFFE4444F64A1798AAF6099A50E"/>
  </w:style>
  <w:style w:type="paragraph" w:customStyle="1" w:styleId="4E4DBB9424994A4A889B6EF7AF308155">
    <w:name w:val="4E4DBB9424994A4A889B6EF7AF308155"/>
  </w:style>
  <w:style w:type="paragraph" w:customStyle="1" w:styleId="ECDBDFF0EF8346B4BE06D0DB5E23F45F">
    <w:name w:val="ECDBDFF0EF8346B4BE06D0DB5E23F45F"/>
  </w:style>
  <w:style w:type="paragraph" w:customStyle="1" w:styleId="A12B9D4965B2479D9169B0FCCAFBEDA8">
    <w:name w:val="A12B9D4965B2479D9169B0FCCAFBEDA8"/>
  </w:style>
  <w:style w:type="paragraph" w:customStyle="1" w:styleId="D2A3A7A611C3494289E3F2AA29168BAC">
    <w:name w:val="D2A3A7A611C3494289E3F2AA29168BAC"/>
  </w:style>
  <w:style w:type="paragraph" w:customStyle="1" w:styleId="F2C33A3244724F04865941229F584AB2">
    <w:name w:val="F2C33A3244724F04865941229F584AB2"/>
  </w:style>
  <w:style w:type="paragraph" w:customStyle="1" w:styleId="CDFF574F9FC04960A7A2013A971B42D5">
    <w:name w:val="CDFF574F9FC04960A7A2013A971B42D5"/>
  </w:style>
  <w:style w:type="paragraph" w:customStyle="1" w:styleId="0493D402E7994D0C8EB8356AA92DB120">
    <w:name w:val="0493D402E7994D0C8EB8356AA92DB120"/>
  </w:style>
  <w:style w:type="paragraph" w:customStyle="1" w:styleId="34D83BD1BA29455C94C91A8B87A7E9E6">
    <w:name w:val="34D83BD1BA29455C94C91A8B87A7E9E6"/>
  </w:style>
  <w:style w:type="paragraph" w:customStyle="1" w:styleId="CAB10A02656A4D7B9C5FD79841A8994D">
    <w:name w:val="CAB10A02656A4D7B9C5FD79841A8994D"/>
  </w:style>
  <w:style w:type="paragraph" w:customStyle="1" w:styleId="7F18BBD66A70435E96CF74CC188E8A3F">
    <w:name w:val="7F18BBD66A70435E96CF74CC188E8A3F"/>
  </w:style>
  <w:style w:type="paragraph" w:customStyle="1" w:styleId="0B8C3E2AB50D44EE98CD1DBE59BB76E6">
    <w:name w:val="0B8C3E2AB50D44EE98CD1DBE59BB76E6"/>
  </w:style>
  <w:style w:type="paragraph" w:customStyle="1" w:styleId="D6431902B59F49CF8159EAC2DFD1E8C5">
    <w:name w:val="D6431902B59F49CF8159EAC2DFD1E8C5"/>
  </w:style>
  <w:style w:type="paragraph" w:customStyle="1" w:styleId="ED4B841A1BD4480685CD53A4909EC9D0">
    <w:name w:val="ED4B841A1BD4480685CD53A4909EC9D0"/>
  </w:style>
  <w:style w:type="paragraph" w:customStyle="1" w:styleId="C6338FE8D1654547980124A7ADC47392">
    <w:name w:val="C6338FE8D1654547980124A7ADC47392"/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  <w:color w:val="44546A" w:themeColor="text2"/>
      <w:szCs w:val="26"/>
    </w:rPr>
  </w:style>
  <w:style w:type="paragraph" w:customStyle="1" w:styleId="62D52392ADB740A4926704D87044D6FF">
    <w:name w:val="62D52392ADB740A4926704D87044D6FF"/>
  </w:style>
  <w:style w:type="paragraph" w:customStyle="1" w:styleId="C7EF9EB926ED4AC5A27F566F7D0568BF">
    <w:name w:val="C7EF9EB926ED4AC5A27F566F7D0568BF"/>
  </w:style>
  <w:style w:type="paragraph" w:customStyle="1" w:styleId="A7ED9CB3C5324E04A0D424AE1CE6C4DE">
    <w:name w:val="A7ED9CB3C5324E04A0D424AE1CE6C4DE"/>
  </w:style>
  <w:style w:type="paragraph" w:customStyle="1" w:styleId="3176050F72344DFB9B7E676578E09463">
    <w:name w:val="3176050F72344DFB9B7E676578E09463"/>
  </w:style>
  <w:style w:type="paragraph" w:customStyle="1" w:styleId="B4D956BC768C4D009041FA77249D88B1">
    <w:name w:val="B4D956BC768C4D009041FA77249D88B1"/>
  </w:style>
  <w:style w:type="paragraph" w:customStyle="1" w:styleId="DC9BE7DD7ACF489EA710B4EE79CAA107">
    <w:name w:val="DC9BE7DD7ACF489EA710B4EE79CAA107"/>
  </w:style>
  <w:style w:type="paragraph" w:customStyle="1" w:styleId="2BAB8335CA78489D966BF1582206B4E6">
    <w:name w:val="2BAB8335CA78489D966BF1582206B4E6"/>
  </w:style>
  <w:style w:type="paragraph" w:customStyle="1" w:styleId="FBCFBD17DE99437C86756D6E56DB23FF">
    <w:name w:val="FBCFBD17DE99437C86756D6E56DB23F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eme1">
  <a:themeElements>
    <a:clrScheme name="Custom 7">
      <a:dk1>
        <a:sysClr val="windowText" lastClr="000000"/>
      </a:dk1>
      <a:lt1>
        <a:sysClr val="window" lastClr="FFFFFF"/>
      </a:lt1>
      <a:dk2>
        <a:srgbClr val="636A6B"/>
      </a:dk2>
      <a:lt2>
        <a:srgbClr val="E7E6E6"/>
      </a:lt2>
      <a:accent1>
        <a:srgbClr val="FFD556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Crisp and clean resume, designed by MOO</Template>
  <TotalTime>35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Noman Ashraf</dc:creator>
  <cp:keywords/>
  <dc:description/>
  <cp:lastModifiedBy>Noman Ashraf</cp:lastModifiedBy>
  <cp:revision>3</cp:revision>
  <dcterms:created xsi:type="dcterms:W3CDTF">2023-09-19T15:41:00Z</dcterms:created>
  <dcterms:modified xsi:type="dcterms:W3CDTF">2023-09-19T16:16:00Z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</Properties>
</file>