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0"/>
        <w:gridCol w:w="720"/>
        <w:gridCol w:w="6470"/>
      </w:tblGrid>
      <w:tr w:rsidR="001B2ABD" w14:paraId="279C74A3" w14:textId="77777777" w:rsidTr="001B2ABD">
        <w:trPr>
          <w:trHeight w:val="4410"/>
        </w:trPr>
        <w:tc>
          <w:tcPr>
            <w:tcW w:w="3600" w:type="dxa"/>
            <w:vAlign w:val="bottom"/>
          </w:tcPr>
          <w:p w14:paraId="1FD71795" w14:textId="34ECE8ED" w:rsidR="00500257" w:rsidRDefault="00500257" w:rsidP="001B2ABD">
            <w:pPr>
              <w:tabs>
                <w:tab w:val="left" w:pos="99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004CDEA" wp14:editId="682A57CD">
                  <wp:simplePos x="0" y="0"/>
                  <wp:positionH relativeFrom="column">
                    <wp:posOffset>327025</wp:posOffset>
                  </wp:positionH>
                  <wp:positionV relativeFrom="paragraph">
                    <wp:posOffset>-2162175</wp:posOffset>
                  </wp:positionV>
                  <wp:extent cx="1514475" cy="1628775"/>
                  <wp:effectExtent l="0" t="0" r="9525" b="9525"/>
                  <wp:wrapTight wrapText="bothSides">
                    <wp:wrapPolygon edited="0">
                      <wp:start x="0" y="0"/>
                      <wp:lineTo x="0" y="21474"/>
                      <wp:lineTo x="21464" y="21474"/>
                      <wp:lineTo x="21464" y="0"/>
                      <wp:lineTo x="0" y="0"/>
                    </wp:wrapPolygon>
                  </wp:wrapTight>
                  <wp:docPr id="21728179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7281798" name="Picture 217281798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8" t="5216" r="15431" b="31073"/>
                          <a:stretch/>
                        </pic:blipFill>
                        <pic:spPr bwMode="auto">
                          <a:xfrm>
                            <a:off x="0" y="0"/>
                            <a:ext cx="1514475" cy="1628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2981866" w14:textId="556C4055" w:rsidR="001B2ABD" w:rsidRDefault="001B2ABD" w:rsidP="001B2ABD">
            <w:pPr>
              <w:tabs>
                <w:tab w:val="left" w:pos="990"/>
              </w:tabs>
              <w:jc w:val="center"/>
            </w:pPr>
          </w:p>
        </w:tc>
        <w:tc>
          <w:tcPr>
            <w:tcW w:w="720" w:type="dxa"/>
          </w:tcPr>
          <w:p w14:paraId="2FECE4B6" w14:textId="77777777" w:rsidR="001B2ABD" w:rsidRDefault="001B2ABD" w:rsidP="000C45FF">
            <w:pPr>
              <w:tabs>
                <w:tab w:val="left" w:pos="990"/>
              </w:tabs>
            </w:pPr>
          </w:p>
        </w:tc>
        <w:tc>
          <w:tcPr>
            <w:tcW w:w="6470" w:type="dxa"/>
            <w:vAlign w:val="bottom"/>
          </w:tcPr>
          <w:p w14:paraId="2E0EE3EC" w14:textId="65708A71" w:rsidR="001B2ABD" w:rsidRDefault="00891E25" w:rsidP="001B2ABD">
            <w:pPr>
              <w:pStyle w:val="Title"/>
            </w:pPr>
            <w:r>
              <w:t>Syed Bilal Shams</w:t>
            </w:r>
          </w:p>
          <w:p w14:paraId="0C4AAB5B" w14:textId="455DB437" w:rsidR="001B2ABD" w:rsidRDefault="001B2ABD" w:rsidP="001B2ABD">
            <w:pPr>
              <w:pStyle w:val="Subtitle"/>
            </w:pPr>
          </w:p>
        </w:tc>
      </w:tr>
      <w:tr w:rsidR="001B2ABD" w14:paraId="5DFF1055" w14:textId="77777777" w:rsidTr="001B2ABD">
        <w:tc>
          <w:tcPr>
            <w:tcW w:w="3600" w:type="dxa"/>
          </w:tcPr>
          <w:sdt>
            <w:sdtPr>
              <w:id w:val="-1711873194"/>
              <w:placeholder>
                <w:docPart w:val="C72D2F3247F44A3C8684DC5A3E3DC51D"/>
              </w:placeholder>
              <w:temporary/>
              <w:showingPlcHdr/>
              <w15:appearance w15:val="hidden"/>
            </w:sdtPr>
            <w:sdtContent>
              <w:p w14:paraId="38335BFE" w14:textId="77777777" w:rsidR="001B2ABD" w:rsidRDefault="00036450" w:rsidP="00036450">
                <w:pPr>
                  <w:pStyle w:val="Heading3"/>
                </w:pPr>
                <w:r w:rsidRPr="00D5459D">
                  <w:t>Profile</w:t>
                </w:r>
              </w:p>
            </w:sdtContent>
          </w:sdt>
          <w:p w14:paraId="68704A1E" w14:textId="18CBE0A9" w:rsidR="00036450" w:rsidRDefault="000D0A12" w:rsidP="00891E25">
            <w:r w:rsidRPr="000D0A12">
              <w:rPr>
                <w:rFonts w:ascii="Segoe UI" w:hAnsi="Segoe UI" w:cs="Segoe UI"/>
                <w:color w:val="374151"/>
                <w:sz w:val="16"/>
                <w:szCs w:val="16"/>
                <w:shd w:val="clear" w:color="auto" w:fill="F7F7F8"/>
              </w:rPr>
              <w:t xml:space="preserve">As an industrial chemist and data </w:t>
            </w:r>
            <w:r w:rsidR="002C0D21">
              <w:rPr>
                <w:rFonts w:ascii="Segoe UI" w:hAnsi="Segoe UI" w:cs="Segoe UI"/>
                <w:color w:val="374151"/>
                <w:sz w:val="16"/>
                <w:szCs w:val="16"/>
                <w:shd w:val="clear" w:color="auto" w:fill="F7F7F8"/>
              </w:rPr>
              <w:t>Scientist</w:t>
            </w:r>
            <w:r w:rsidRPr="000D0A12">
              <w:rPr>
                <w:rFonts w:ascii="Segoe UI" w:hAnsi="Segoe UI" w:cs="Segoe UI"/>
                <w:color w:val="374151"/>
                <w:sz w:val="16"/>
                <w:szCs w:val="16"/>
                <w:shd w:val="clear" w:color="auto" w:fill="F7F7F8"/>
              </w:rPr>
              <w:t>, I possess a unique skill set that combines expertise in chemistry and data analysis. I have a solid background in chemical principles, laboratory techniques, and process optimization, which allows me to develop and implement efficient and effective industrial processes. At the same time, I have expertise in data analysis techniques, including statistical analysis, data visualization, and machine learning algorithms, which enables me to interpret complex data sets and extract meaningful insights</w:t>
            </w:r>
            <w:r>
              <w:rPr>
                <w:rFonts w:ascii="Segoe UI" w:hAnsi="Segoe UI" w:cs="Segoe UI"/>
                <w:color w:val="374151"/>
                <w:shd w:val="clear" w:color="auto" w:fill="F7F7F8"/>
              </w:rPr>
              <w:t>.</w:t>
            </w:r>
          </w:p>
          <w:p w14:paraId="36D83E09" w14:textId="77777777" w:rsidR="00036450" w:rsidRDefault="00036450" w:rsidP="00036450"/>
          <w:sdt>
            <w:sdtPr>
              <w:id w:val="-1954003311"/>
              <w:placeholder>
                <w:docPart w:val="50A12CF493FD4833AD30C188F7C33207"/>
              </w:placeholder>
              <w:temporary/>
              <w:showingPlcHdr/>
              <w15:appearance w15:val="hidden"/>
            </w:sdtPr>
            <w:sdtContent>
              <w:p w14:paraId="20D0B0A5" w14:textId="77777777" w:rsidR="00036450" w:rsidRPr="00CB0055" w:rsidRDefault="00CB0055" w:rsidP="00CB0055">
                <w:pPr>
                  <w:pStyle w:val="Heading3"/>
                </w:pPr>
                <w:r w:rsidRPr="00CB0055">
                  <w:t>Contact</w:t>
                </w:r>
              </w:p>
            </w:sdtContent>
          </w:sdt>
          <w:sdt>
            <w:sdtPr>
              <w:id w:val="1111563247"/>
              <w:placeholder>
                <w:docPart w:val="3D76A6A40125420E85E798F85A298B92"/>
              </w:placeholder>
              <w:temporary/>
              <w:showingPlcHdr/>
              <w15:appearance w15:val="hidden"/>
            </w:sdtPr>
            <w:sdtContent>
              <w:p w14:paraId="01156776" w14:textId="77777777" w:rsidR="004D3011" w:rsidRDefault="004D3011" w:rsidP="004D3011">
                <w:r w:rsidRPr="004D3011">
                  <w:t>PHONE:</w:t>
                </w:r>
              </w:p>
            </w:sdtContent>
          </w:sdt>
          <w:p w14:paraId="2D2ED237" w14:textId="2783BD96" w:rsidR="004D3011" w:rsidRDefault="000D0A12" w:rsidP="004D3011">
            <w:r>
              <w:t>+92332-3052824</w:t>
            </w:r>
          </w:p>
          <w:p w14:paraId="7843523C" w14:textId="77777777" w:rsidR="004D3011" w:rsidRPr="004D3011" w:rsidRDefault="004D3011" w:rsidP="004D3011"/>
          <w:p w14:paraId="49B6AD5D" w14:textId="4C987892" w:rsidR="004D3011" w:rsidRDefault="000D0A12" w:rsidP="004D3011">
            <w:r w:rsidRPr="000D0A12">
              <w:t>LINKEDIN</w:t>
            </w:r>
            <w:r>
              <w:t>:</w:t>
            </w:r>
          </w:p>
          <w:p w14:paraId="002597B0" w14:textId="44A5F273" w:rsidR="004D3011" w:rsidRDefault="000D0A12" w:rsidP="004D3011">
            <w:r w:rsidRPr="000D0A12">
              <w:t>https://www.linkedin.com/in/syed-bilal-shams-841067243?lipi=urn%3Ali%3Apage%3Ad_flagship3_profile_view_base_contact_details%3BaMtXWhOFT4%2BHFUg620cW%2BQ%3D%3D</w:t>
            </w:r>
          </w:p>
          <w:p w14:paraId="3D38F8AE" w14:textId="77777777" w:rsidR="004D3011" w:rsidRDefault="004D3011" w:rsidP="004D3011"/>
          <w:sdt>
            <w:sdtPr>
              <w:id w:val="-240260293"/>
              <w:placeholder>
                <w:docPart w:val="CCAB5B458FE743F883850A935532485A"/>
              </w:placeholder>
              <w:temporary/>
              <w:showingPlcHdr/>
              <w15:appearance w15:val="hidden"/>
            </w:sdtPr>
            <w:sdtContent>
              <w:p w14:paraId="4DA8F877" w14:textId="77777777" w:rsidR="004D3011" w:rsidRDefault="004D3011" w:rsidP="004D3011">
                <w:r w:rsidRPr="004D3011">
                  <w:t>EMAIL:</w:t>
                </w:r>
              </w:p>
            </w:sdtContent>
          </w:sdt>
          <w:p w14:paraId="6650B981" w14:textId="46CE2FB3" w:rsidR="00036450" w:rsidRPr="00E4381A" w:rsidRDefault="000D0A12" w:rsidP="004D3011">
            <w:pPr>
              <w:rPr>
                <w:rStyle w:val="Hyperlink"/>
              </w:rPr>
            </w:pPr>
            <w:r>
              <w:t>Bilalshams897@gmail.com</w:t>
            </w:r>
          </w:p>
          <w:p w14:paraId="18442A9B" w14:textId="18AEAE15" w:rsidR="004D3011" w:rsidRPr="004D3011" w:rsidRDefault="004D3011" w:rsidP="004D3011"/>
        </w:tc>
        <w:tc>
          <w:tcPr>
            <w:tcW w:w="720" w:type="dxa"/>
          </w:tcPr>
          <w:p w14:paraId="0A233D0D" w14:textId="77777777" w:rsidR="001B2ABD" w:rsidRDefault="001B2ABD" w:rsidP="000C45FF">
            <w:pPr>
              <w:tabs>
                <w:tab w:val="left" w:pos="990"/>
              </w:tabs>
            </w:pPr>
          </w:p>
        </w:tc>
        <w:tc>
          <w:tcPr>
            <w:tcW w:w="6470" w:type="dxa"/>
          </w:tcPr>
          <w:sdt>
            <w:sdtPr>
              <w:id w:val="1049110328"/>
              <w:placeholder>
                <w:docPart w:val="C8A889CC73224CDFAF9BB12E001EE684"/>
              </w:placeholder>
              <w:temporary/>
              <w:showingPlcHdr/>
              <w15:appearance w15:val="hidden"/>
            </w:sdtPr>
            <w:sdtContent>
              <w:p w14:paraId="04E9CCCE" w14:textId="77777777" w:rsidR="001B2ABD" w:rsidRDefault="00E25A26" w:rsidP="00036450">
                <w:pPr>
                  <w:pStyle w:val="Heading2"/>
                </w:pPr>
                <w:r w:rsidRPr="00036450">
                  <w:t>EDUCATION</w:t>
                </w:r>
              </w:p>
            </w:sdtContent>
          </w:sdt>
          <w:p w14:paraId="1862AD57" w14:textId="49F9FDCC" w:rsidR="00036450" w:rsidRPr="00036450" w:rsidRDefault="00891E25" w:rsidP="00B359E4">
            <w:pPr>
              <w:pStyle w:val="Heading4"/>
            </w:pPr>
            <w:r>
              <w:t>NED UNIVERSITY OF ENGINEEIRNG &amp; TECHNOLOGY</w:t>
            </w:r>
          </w:p>
          <w:p w14:paraId="1CA0A66B" w14:textId="40BF6874" w:rsidR="00036450" w:rsidRPr="00B359E4" w:rsidRDefault="00891E25" w:rsidP="00B359E4">
            <w:pPr>
              <w:pStyle w:val="Date"/>
            </w:pPr>
            <w:r>
              <w:t>2019</w:t>
            </w:r>
            <w:r w:rsidR="00036450" w:rsidRPr="00B359E4">
              <w:t>-</w:t>
            </w:r>
            <w:r>
              <w:t>2023</w:t>
            </w:r>
          </w:p>
          <w:p w14:paraId="29591087" w14:textId="727A9854" w:rsidR="00036450" w:rsidRDefault="00891E25" w:rsidP="00036450">
            <w:r>
              <w:t>INDUSTRIAL CHEMISTRY (FINAL YEAR)</w:t>
            </w:r>
          </w:p>
          <w:p w14:paraId="0C25BB1C" w14:textId="5CEED235" w:rsidR="00891E25" w:rsidRDefault="00891E25" w:rsidP="00036450">
            <w:r>
              <w:t>GRADE : 3.79</w:t>
            </w:r>
          </w:p>
          <w:p w14:paraId="7941F5AB" w14:textId="77777777" w:rsidR="00891E25" w:rsidRDefault="00891E25" w:rsidP="00036450"/>
          <w:p w14:paraId="58DBDE36" w14:textId="5BB80941" w:rsidR="00036450" w:rsidRDefault="00891E25" w:rsidP="00B359E4">
            <w:pPr>
              <w:pStyle w:val="Heading4"/>
            </w:pPr>
            <w:r>
              <w:t>GOVT.DEGREE GULSHAN COLLEGE</w:t>
            </w:r>
          </w:p>
          <w:p w14:paraId="6A816A87" w14:textId="50EAEE39" w:rsidR="00891E25" w:rsidRPr="00891E25" w:rsidRDefault="00891E25" w:rsidP="00891E25">
            <w:r>
              <w:t>2017-2019</w:t>
            </w:r>
          </w:p>
          <w:p w14:paraId="4A994C0D" w14:textId="7CCC83F3" w:rsidR="00036450" w:rsidRDefault="00891E25" w:rsidP="00036450">
            <w:r>
              <w:t>PRE-ENGINEERING</w:t>
            </w:r>
          </w:p>
          <w:p w14:paraId="04CB8375" w14:textId="3C9F1353" w:rsidR="00891E25" w:rsidRDefault="00891E25" w:rsidP="00036450">
            <w:r>
              <w:t>A-Grade</w:t>
            </w:r>
          </w:p>
          <w:p w14:paraId="6773B7D3" w14:textId="77777777" w:rsidR="00500257" w:rsidRDefault="00500257" w:rsidP="00036450"/>
          <w:p w14:paraId="4982271A" w14:textId="2ED04598" w:rsidR="00500257" w:rsidRPr="00500257" w:rsidRDefault="00500257" w:rsidP="00036450">
            <w:pPr>
              <w:rPr>
                <w:b/>
                <w:bCs/>
              </w:rPr>
            </w:pPr>
            <w:r w:rsidRPr="00500257">
              <w:rPr>
                <w:b/>
                <w:bCs/>
              </w:rPr>
              <w:t>TECHMA ZONE</w:t>
            </w:r>
          </w:p>
          <w:p w14:paraId="40D675B1" w14:textId="7FDD5BCE" w:rsidR="00500257" w:rsidRDefault="00500257" w:rsidP="00036450">
            <w:r>
              <w:t>DATA SCIENCE COURSE</w:t>
            </w:r>
          </w:p>
          <w:p w14:paraId="31421C55" w14:textId="018B7E55" w:rsidR="00500257" w:rsidRDefault="00500257" w:rsidP="00036450">
            <w:r>
              <w:t>OCT-2022-(ON-GOING)</w:t>
            </w:r>
          </w:p>
          <w:p w14:paraId="5C5F3836" w14:textId="77777777" w:rsidR="00891E25" w:rsidRDefault="00891E25" w:rsidP="00036450"/>
          <w:p w14:paraId="585322F4" w14:textId="73C484B1" w:rsidR="004D3011" w:rsidRDefault="00765E69" w:rsidP="00765E69">
            <w:pPr>
              <w:pStyle w:val="Heading2"/>
            </w:pPr>
            <w:r>
              <w:t>Projects:</w:t>
            </w:r>
          </w:p>
          <w:p w14:paraId="6D3945CC" w14:textId="64581E62" w:rsidR="004D3011" w:rsidRPr="00FA6CAC" w:rsidRDefault="00765E69" w:rsidP="004D3011">
            <w:pPr>
              <w:rPr>
                <w:b/>
                <w:bCs/>
                <w:sz w:val="22"/>
              </w:rPr>
            </w:pPr>
            <w:r w:rsidRPr="00FA6CAC">
              <w:rPr>
                <w:b/>
                <w:bCs/>
                <w:sz w:val="22"/>
              </w:rPr>
              <w:t>Data Analysis Projects:</w:t>
            </w:r>
          </w:p>
          <w:p w14:paraId="49619351" w14:textId="4B134575" w:rsidR="00765E69" w:rsidRDefault="00765E69" w:rsidP="004D3011">
            <w:r>
              <w:t>1)Analysis of Apple store dataset</w:t>
            </w:r>
            <w:r w:rsidR="004D254E">
              <w:t>.csv</w:t>
            </w:r>
          </w:p>
          <w:p w14:paraId="4A277C14" w14:textId="45083100" w:rsidR="00765E69" w:rsidRDefault="00765E69" w:rsidP="004D3011">
            <w:r>
              <w:t>2) Analysis of Hacker news dataset</w:t>
            </w:r>
            <w:r w:rsidR="004D254E">
              <w:t>.csv</w:t>
            </w:r>
            <w:r>
              <w:t xml:space="preserve"> with visualization</w:t>
            </w:r>
          </w:p>
          <w:p w14:paraId="14B3C5A2" w14:textId="028BBE36" w:rsidR="00765E69" w:rsidRPr="00FA6CAC" w:rsidRDefault="00765E69" w:rsidP="004D3011">
            <w:pPr>
              <w:rPr>
                <w:b/>
                <w:bCs/>
                <w:sz w:val="22"/>
              </w:rPr>
            </w:pPr>
            <w:r w:rsidRPr="00FA6CAC">
              <w:rPr>
                <w:b/>
                <w:bCs/>
                <w:sz w:val="22"/>
              </w:rPr>
              <w:t>Data Visualization Projects:</w:t>
            </w:r>
          </w:p>
          <w:p w14:paraId="75FD7768" w14:textId="4D45E167" w:rsidR="00765E69" w:rsidRDefault="00765E69" w:rsidP="00765E69">
            <w:r>
              <w:t>1)Storytelling of month sales dataset</w:t>
            </w:r>
            <w:r w:rsidR="004D254E">
              <w:t>.csv</w:t>
            </w:r>
          </w:p>
          <w:p w14:paraId="31DC5125" w14:textId="1B74BDEC" w:rsidR="00765E69" w:rsidRDefault="00765E69" w:rsidP="004D254E">
            <w:pPr>
              <w:pStyle w:val="NoSpacing"/>
            </w:pPr>
            <w:r>
              <w:t>2)</w:t>
            </w:r>
            <w:r w:rsidR="004D254E">
              <w:t xml:space="preserve">Storytelling of </w:t>
            </w:r>
            <w:r w:rsidR="004D254E" w:rsidRPr="004D254E">
              <w:t>USA</w:t>
            </w:r>
            <w:r w:rsidR="004D254E">
              <w:t xml:space="preserve"> </w:t>
            </w:r>
            <w:r w:rsidR="004D254E" w:rsidRPr="004D254E">
              <w:t>monthly</w:t>
            </w:r>
            <w:r w:rsidR="004D254E">
              <w:t xml:space="preserve"> </w:t>
            </w:r>
            <w:r w:rsidR="004D254E" w:rsidRPr="004D254E">
              <w:t>new</w:t>
            </w:r>
            <w:r w:rsidR="004D254E">
              <w:t xml:space="preserve"> </w:t>
            </w:r>
            <w:r w:rsidR="004D254E" w:rsidRPr="004D254E">
              <w:t>deaths</w:t>
            </w:r>
            <w:r w:rsidR="004D254E">
              <w:t xml:space="preserve"> dataset.csv</w:t>
            </w:r>
          </w:p>
          <w:p w14:paraId="273BC5AC" w14:textId="6C9C3E4E" w:rsidR="004D254E" w:rsidRDefault="004D254E" w:rsidP="004D254E">
            <w:pPr>
              <w:pStyle w:val="NoSpacing"/>
            </w:pPr>
            <w:r>
              <w:t>3) Visualization of Netflix dataset.csv</w:t>
            </w:r>
          </w:p>
          <w:p w14:paraId="7C0BA793" w14:textId="12E0C8BE" w:rsidR="004D254E" w:rsidRDefault="004D254E" w:rsidP="004D254E">
            <w:pPr>
              <w:pStyle w:val="NoSpacing"/>
            </w:pPr>
            <w:r>
              <w:t>4)Visualization of traffic dataset.csv</w:t>
            </w:r>
          </w:p>
          <w:p w14:paraId="12C50F8E" w14:textId="025124F9" w:rsidR="004D254E" w:rsidRDefault="004D254E" w:rsidP="004D254E">
            <w:pPr>
              <w:pStyle w:val="NoSpacing"/>
            </w:pPr>
            <w:r>
              <w:t xml:space="preserve">5)Visualization of WHO dataset.csv </w:t>
            </w:r>
          </w:p>
          <w:p w14:paraId="491248FA" w14:textId="49D27A9D" w:rsidR="004D254E" w:rsidRPr="00FA6CAC" w:rsidRDefault="004D254E" w:rsidP="004D254E">
            <w:pPr>
              <w:pStyle w:val="NoSpacing"/>
              <w:rPr>
                <w:b/>
                <w:bCs/>
                <w:sz w:val="22"/>
              </w:rPr>
            </w:pPr>
            <w:r w:rsidRPr="00FA6CAC">
              <w:rPr>
                <w:b/>
                <w:bCs/>
                <w:sz w:val="22"/>
              </w:rPr>
              <w:t>Web Scraping Projects:</w:t>
            </w:r>
          </w:p>
          <w:p w14:paraId="40A52E44" w14:textId="26B378B7" w:rsidR="004D254E" w:rsidRDefault="00FA6CAC" w:rsidP="00FA6CAC">
            <w:pPr>
              <w:pStyle w:val="NoSpacing"/>
            </w:pPr>
            <w:r>
              <w:t>1)</w:t>
            </w:r>
            <w:r w:rsidRPr="00FA6CAC">
              <w:t>Scrapping Rotten Tomatoes</w:t>
            </w:r>
            <w:r>
              <w:t>.com website</w:t>
            </w:r>
          </w:p>
          <w:p w14:paraId="607B95BF" w14:textId="1C0FD3BE" w:rsidR="00FA6CAC" w:rsidRDefault="00FA6CAC" w:rsidP="00FA6CAC">
            <w:pPr>
              <w:pStyle w:val="NoSpacing"/>
            </w:pPr>
            <w:r>
              <w:t>2)Scraping Book To-scrape.com website</w:t>
            </w:r>
          </w:p>
          <w:p w14:paraId="5B9498FF" w14:textId="400BF4E2" w:rsidR="00FA6CAC" w:rsidRDefault="00FA6CAC" w:rsidP="00FA6CAC">
            <w:pPr>
              <w:pStyle w:val="NoSpacing"/>
            </w:pPr>
            <w:r>
              <w:t>3)Scraping Zameen.com website</w:t>
            </w:r>
          </w:p>
          <w:p w14:paraId="59440193" w14:textId="50821101" w:rsidR="00FA6CAC" w:rsidRPr="00FA6CAC" w:rsidRDefault="00FA6CAC" w:rsidP="00FA6CAC">
            <w:pPr>
              <w:pStyle w:val="NoSpacing"/>
              <w:rPr>
                <w:b/>
                <w:bCs/>
                <w:sz w:val="22"/>
              </w:rPr>
            </w:pPr>
            <w:r w:rsidRPr="00FA6CAC">
              <w:rPr>
                <w:b/>
                <w:bCs/>
                <w:sz w:val="22"/>
              </w:rPr>
              <w:t>Power Bi Project:</w:t>
            </w:r>
          </w:p>
          <w:p w14:paraId="472C8490" w14:textId="59439B08" w:rsidR="00FA6CAC" w:rsidRDefault="00FA6CAC" w:rsidP="00FA6CAC">
            <w:pPr>
              <w:pStyle w:val="NoSpacing"/>
            </w:pPr>
            <w:r>
              <w:t>1)E-Commerce Store Sales Dashboard dataset.csv</w:t>
            </w:r>
          </w:p>
          <w:p w14:paraId="5C44CA03" w14:textId="46E1A487" w:rsidR="00FA6CAC" w:rsidRDefault="00FA6CAC" w:rsidP="00FA6CAC">
            <w:pPr>
              <w:pStyle w:val="NoSpacing"/>
            </w:pPr>
            <w:r>
              <w:t>2)USA Super Store Sales Dashboard dataset.csv</w:t>
            </w:r>
          </w:p>
          <w:p w14:paraId="218A9EE9" w14:textId="4963F3F7" w:rsidR="00036450" w:rsidRPr="000D0A12" w:rsidRDefault="00FA6CAC" w:rsidP="000D0A12">
            <w:pPr>
              <w:pStyle w:val="Heading2"/>
            </w:pPr>
            <w:r>
              <w:t>Skills</w:t>
            </w:r>
          </w:p>
        </w:tc>
      </w:tr>
    </w:tbl>
    <w:p w14:paraId="05F4D23E" w14:textId="38C36153" w:rsidR="000D0A12" w:rsidRPr="002C0D21" w:rsidRDefault="000D0A12" w:rsidP="002C0D21">
      <w:pPr>
        <w:pStyle w:val="NoSpacing"/>
      </w:pPr>
      <w:r>
        <w:t xml:space="preserve">                                                                                       </w:t>
      </w:r>
      <w:r w:rsidR="00FA6CAC">
        <w:t xml:space="preserve">Programming language </w:t>
      </w:r>
      <w:r w:rsidR="00FA6CAC" w:rsidRPr="002C0D21">
        <w:t>(Python, SQ</w:t>
      </w:r>
      <w:r w:rsidR="002C0D21" w:rsidRPr="002C0D21">
        <w:t>L</w:t>
      </w:r>
      <w:r w:rsidR="00FA6CAC" w:rsidRPr="002C0D21">
        <w:t>)</w:t>
      </w:r>
    </w:p>
    <w:p w14:paraId="24128DA1" w14:textId="5692C178" w:rsidR="000D0A12" w:rsidRDefault="000D0A12" w:rsidP="000D0A12">
      <w:r>
        <w:t xml:space="preserve">                                                                                       </w:t>
      </w:r>
      <w:r w:rsidR="00FA6CAC">
        <w:t xml:space="preserve">Data Cleaning using pandas </w:t>
      </w:r>
    </w:p>
    <w:p w14:paraId="5AC7E0A4" w14:textId="596BB590" w:rsidR="00FA6CAC" w:rsidRDefault="000D0A12" w:rsidP="00FA6CAC">
      <w:r>
        <w:t xml:space="preserve">                                                                                       </w:t>
      </w:r>
      <w:r w:rsidR="00FA6CAC">
        <w:t>Data Visualization with matplotlib,</w:t>
      </w:r>
      <w:r w:rsidR="002C0D21">
        <w:t xml:space="preserve"> </w:t>
      </w:r>
      <w:r w:rsidR="00FA6CAC">
        <w:t>seaborn or power bi</w:t>
      </w:r>
      <w:r>
        <w:t xml:space="preserve">  </w:t>
      </w:r>
    </w:p>
    <w:p w14:paraId="59AADA1C" w14:textId="3D9A0983" w:rsidR="00FA6CAC" w:rsidRDefault="002C0D21" w:rsidP="002C0D21">
      <w:pPr>
        <w:tabs>
          <w:tab w:val="left" w:pos="4350"/>
        </w:tabs>
      </w:pPr>
      <w:r>
        <w:tab/>
        <w:t>Web scraping using beautiful Soup, selenium</w:t>
      </w:r>
    </w:p>
    <w:p w14:paraId="4EE2BFE0" w14:textId="7C1B7694" w:rsidR="000D0A12" w:rsidRDefault="000D0A12" w:rsidP="000D0A12"/>
    <w:p w14:paraId="7A66AF90" w14:textId="228BC58E" w:rsidR="000D0A12" w:rsidRDefault="000D0A12" w:rsidP="000D0A12">
      <w:r>
        <w:t xml:space="preserve">                                                                                    </w:t>
      </w:r>
    </w:p>
    <w:p w14:paraId="78172D92" w14:textId="57C6AE59" w:rsidR="000D0A12" w:rsidRDefault="000D0A12" w:rsidP="000D0A12">
      <w:r>
        <w:t xml:space="preserve">                                                                                    </w:t>
      </w:r>
    </w:p>
    <w:p w14:paraId="0796ED6D" w14:textId="441F1CC1" w:rsidR="000D0A12" w:rsidRPr="000D0A12" w:rsidRDefault="000D0A12" w:rsidP="000D0A12">
      <w:r>
        <w:t xml:space="preserve"> </w:t>
      </w:r>
    </w:p>
    <w:sectPr w:rsidR="000D0A12" w:rsidRPr="000D0A12" w:rsidSect="000C45FF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55369" w14:textId="77777777" w:rsidR="00735EF8" w:rsidRDefault="00735EF8" w:rsidP="000C45FF">
      <w:r>
        <w:separator/>
      </w:r>
    </w:p>
  </w:endnote>
  <w:endnote w:type="continuationSeparator" w:id="0">
    <w:p w14:paraId="417E6C0A" w14:textId="77777777" w:rsidR="00735EF8" w:rsidRDefault="00735EF8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A77C8" w14:textId="77777777" w:rsidR="00735EF8" w:rsidRDefault="00735EF8" w:rsidP="000C45FF">
      <w:r>
        <w:separator/>
      </w:r>
    </w:p>
  </w:footnote>
  <w:footnote w:type="continuationSeparator" w:id="0">
    <w:p w14:paraId="4075BF5A" w14:textId="77777777" w:rsidR="00735EF8" w:rsidRDefault="00735EF8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1A343" w14:textId="77777777" w:rsidR="000C45FF" w:rsidRDefault="000C45FF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8E10186" wp14:editId="1B046A9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260336" cy="9628632"/>
          <wp:effectExtent l="0" t="0" r="0" b="0"/>
          <wp:wrapNone/>
          <wp:docPr id="3" name="Graphic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0336" cy="9628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15E9E"/>
    <w:multiLevelType w:val="hybridMultilevel"/>
    <w:tmpl w:val="2CB46A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916B1"/>
    <w:multiLevelType w:val="hybridMultilevel"/>
    <w:tmpl w:val="E38E7F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513EB"/>
    <w:multiLevelType w:val="hybridMultilevel"/>
    <w:tmpl w:val="082A72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7438C"/>
    <w:multiLevelType w:val="hybridMultilevel"/>
    <w:tmpl w:val="3FDC34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42E20"/>
    <w:multiLevelType w:val="hybridMultilevel"/>
    <w:tmpl w:val="DECA95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347C4E"/>
    <w:multiLevelType w:val="hybridMultilevel"/>
    <w:tmpl w:val="EE98F7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D84F01"/>
    <w:multiLevelType w:val="hybridMultilevel"/>
    <w:tmpl w:val="DB120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38464F"/>
    <w:multiLevelType w:val="hybridMultilevel"/>
    <w:tmpl w:val="8AFE92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6878452">
    <w:abstractNumId w:val="6"/>
  </w:num>
  <w:num w:numId="2" w16cid:durableId="523861761">
    <w:abstractNumId w:val="0"/>
  </w:num>
  <w:num w:numId="3" w16cid:durableId="2042242456">
    <w:abstractNumId w:val="5"/>
  </w:num>
  <w:num w:numId="4" w16cid:durableId="154224286">
    <w:abstractNumId w:val="1"/>
  </w:num>
  <w:num w:numId="5" w16cid:durableId="399518977">
    <w:abstractNumId w:val="7"/>
  </w:num>
  <w:num w:numId="6" w16cid:durableId="1760128497">
    <w:abstractNumId w:val="2"/>
  </w:num>
  <w:num w:numId="7" w16cid:durableId="742265640">
    <w:abstractNumId w:val="3"/>
  </w:num>
  <w:num w:numId="8" w16cid:durableId="5365506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E25"/>
    <w:rsid w:val="00036450"/>
    <w:rsid w:val="00094499"/>
    <w:rsid w:val="000C45FF"/>
    <w:rsid w:val="000D0A12"/>
    <w:rsid w:val="000E3FD1"/>
    <w:rsid w:val="00112054"/>
    <w:rsid w:val="001317D8"/>
    <w:rsid w:val="001525E1"/>
    <w:rsid w:val="00180329"/>
    <w:rsid w:val="0019001F"/>
    <w:rsid w:val="001A74A5"/>
    <w:rsid w:val="001B2ABD"/>
    <w:rsid w:val="001E0391"/>
    <w:rsid w:val="001E1759"/>
    <w:rsid w:val="001F1ECC"/>
    <w:rsid w:val="002400EB"/>
    <w:rsid w:val="00256CF7"/>
    <w:rsid w:val="00281FD5"/>
    <w:rsid w:val="002C0D21"/>
    <w:rsid w:val="0030481B"/>
    <w:rsid w:val="003156FC"/>
    <w:rsid w:val="003254B5"/>
    <w:rsid w:val="0037121F"/>
    <w:rsid w:val="003910D8"/>
    <w:rsid w:val="003A6B7D"/>
    <w:rsid w:val="003B06CA"/>
    <w:rsid w:val="004071FC"/>
    <w:rsid w:val="00445947"/>
    <w:rsid w:val="004813B3"/>
    <w:rsid w:val="00496591"/>
    <w:rsid w:val="004C63E4"/>
    <w:rsid w:val="004D254E"/>
    <w:rsid w:val="004D3011"/>
    <w:rsid w:val="00500257"/>
    <w:rsid w:val="005262AC"/>
    <w:rsid w:val="005E39D5"/>
    <w:rsid w:val="00600670"/>
    <w:rsid w:val="0062123A"/>
    <w:rsid w:val="00646E75"/>
    <w:rsid w:val="00667348"/>
    <w:rsid w:val="006771D0"/>
    <w:rsid w:val="00715FCB"/>
    <w:rsid w:val="00735EF8"/>
    <w:rsid w:val="00743101"/>
    <w:rsid w:val="00764C9F"/>
    <w:rsid w:val="00765E69"/>
    <w:rsid w:val="007775E1"/>
    <w:rsid w:val="007867A0"/>
    <w:rsid w:val="007927F5"/>
    <w:rsid w:val="00802CA0"/>
    <w:rsid w:val="00891E25"/>
    <w:rsid w:val="009260CD"/>
    <w:rsid w:val="00940A66"/>
    <w:rsid w:val="00952C25"/>
    <w:rsid w:val="00A2118D"/>
    <w:rsid w:val="00AD0A50"/>
    <w:rsid w:val="00AD76E2"/>
    <w:rsid w:val="00B20152"/>
    <w:rsid w:val="00B359E4"/>
    <w:rsid w:val="00B57D98"/>
    <w:rsid w:val="00B70850"/>
    <w:rsid w:val="00C066B6"/>
    <w:rsid w:val="00C37BA1"/>
    <w:rsid w:val="00C4674C"/>
    <w:rsid w:val="00C506CF"/>
    <w:rsid w:val="00C72BED"/>
    <w:rsid w:val="00C9578B"/>
    <w:rsid w:val="00CB0055"/>
    <w:rsid w:val="00D2522B"/>
    <w:rsid w:val="00D422DE"/>
    <w:rsid w:val="00D5459D"/>
    <w:rsid w:val="00DA1F4D"/>
    <w:rsid w:val="00DD172A"/>
    <w:rsid w:val="00E25A26"/>
    <w:rsid w:val="00E4381A"/>
    <w:rsid w:val="00E55D74"/>
    <w:rsid w:val="00F60274"/>
    <w:rsid w:val="00F77FB9"/>
    <w:rsid w:val="00FA6CAC"/>
    <w:rsid w:val="00FB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5B1EC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/>
    <w:lsdException w:name="Smart Link" w:semiHidden="1" w:unhideWhenUsed="1"/>
  </w:latentStyles>
  <w:style w:type="paragraph" w:default="1" w:styleId="Normal">
    <w:name w:val="Normal"/>
    <w:qFormat/>
    <w:rsid w:val="00B359E4"/>
    <w:rPr>
      <w:sz w:val="18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0A66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B359E4"/>
    <w:pPr>
      <w:outlineLvl w:val="3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1B2ABD"/>
    <w:rPr>
      <w:caps/>
      <w:color w:val="000000" w:themeColor="text1"/>
      <w:sz w:val="96"/>
      <w:szCs w:val="76"/>
    </w:rPr>
  </w:style>
  <w:style w:type="character" w:styleId="Emphasis">
    <w:name w:val="Emphasis"/>
    <w:basedOn w:val="DefaultParagraphFont"/>
    <w:uiPriority w:val="11"/>
    <w:semiHidden/>
    <w:qFormat/>
    <w:rsid w:val="00E25A26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ate">
    <w:name w:val="Date"/>
    <w:basedOn w:val="Normal"/>
    <w:next w:val="Normal"/>
    <w:link w:val="DateChar"/>
    <w:uiPriority w:val="99"/>
    <w:rsid w:val="00036450"/>
  </w:style>
  <w:style w:type="character" w:customStyle="1" w:styleId="DateChar">
    <w:name w:val="Date Char"/>
    <w:basedOn w:val="DefaultParagraphFont"/>
    <w:link w:val="Date"/>
    <w:uiPriority w:val="99"/>
    <w:rsid w:val="00036450"/>
    <w:rPr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281FD5"/>
    <w:rPr>
      <w:color w:val="B85A22" w:themeColor="accent2" w:themeShade="BF"/>
      <w:u w:val="single"/>
    </w:rPr>
  </w:style>
  <w:style w:type="character" w:styleId="UnresolvedMention">
    <w:name w:val="Unresolved Mention"/>
    <w:basedOn w:val="DefaultParagraphFont"/>
    <w:uiPriority w:val="99"/>
    <w:semiHidden/>
    <w:rsid w:val="004813B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45F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45FF"/>
    <w:rPr>
      <w:sz w:val="22"/>
      <w:szCs w:val="22"/>
    </w:rPr>
  </w:style>
  <w:style w:type="table" w:styleId="TableGrid">
    <w:name w:val="Table Grid"/>
    <w:basedOn w:val="TableNormal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B2ABD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SubtitleChar">
    <w:name w:val="Subtitle Char"/>
    <w:basedOn w:val="DefaultParagraphFont"/>
    <w:link w:val="Subtitle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Heading3Char">
    <w:name w:val="Heading 3 Char"/>
    <w:basedOn w:val="DefaultParagraphFont"/>
    <w:link w:val="Heading3"/>
    <w:uiPriority w:val="9"/>
    <w:rsid w:val="00940A66"/>
    <w:rPr>
      <w:rFonts w:asciiTheme="majorHAnsi" w:eastAsiaTheme="majorEastAsia" w:hAnsiTheme="majorHAnsi" w:cstheme="majorBidi"/>
      <w:b/>
      <w:caps/>
      <w:color w:val="548AB7" w:themeColor="accent1" w:themeShade="BF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B359E4"/>
    <w:rPr>
      <w:b/>
      <w:sz w:val="18"/>
      <w:szCs w:val="22"/>
    </w:rPr>
  </w:style>
  <w:style w:type="paragraph" w:styleId="ListParagraph">
    <w:name w:val="List Paragraph"/>
    <w:basedOn w:val="Normal"/>
    <w:uiPriority w:val="34"/>
    <w:semiHidden/>
    <w:qFormat/>
    <w:rsid w:val="00891E25"/>
    <w:pPr>
      <w:ind w:left="720"/>
      <w:contextualSpacing/>
    </w:pPr>
  </w:style>
  <w:style w:type="paragraph" w:styleId="NoSpacing">
    <w:name w:val="No Spacing"/>
    <w:uiPriority w:val="1"/>
    <w:qFormat/>
    <w:rsid w:val="00667348"/>
    <w:rPr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ujitsu\AppData\Local\Microsoft\Office\16.0\DTS\en-US%7bAC3F1F0E-D0D5-402B-9A7A-050AB2E5FCB1%7d\%7b1B060B8F-3547-482B-99C6-8261AAF9F6EA%7dtf00546271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72D2F3247F44A3C8684DC5A3E3DC5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51F22D-EAE2-45FB-99C6-761026B29879}"/>
      </w:docPartPr>
      <w:docPartBody>
        <w:p w:rsidR="00F26C5A" w:rsidRDefault="00F26C5A">
          <w:pPr>
            <w:pStyle w:val="C72D2F3247F44A3C8684DC5A3E3DC51D"/>
          </w:pPr>
          <w:r w:rsidRPr="00D5459D">
            <w:t>Profile</w:t>
          </w:r>
        </w:p>
      </w:docPartBody>
    </w:docPart>
    <w:docPart>
      <w:docPartPr>
        <w:name w:val="50A12CF493FD4833AD30C188F7C332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7473C-5154-44B7-A2F7-73F5FA2945EB}"/>
      </w:docPartPr>
      <w:docPartBody>
        <w:p w:rsidR="00F26C5A" w:rsidRDefault="00F26C5A">
          <w:pPr>
            <w:pStyle w:val="50A12CF493FD4833AD30C188F7C33207"/>
          </w:pPr>
          <w:r w:rsidRPr="00CB0055">
            <w:t>Contact</w:t>
          </w:r>
        </w:p>
      </w:docPartBody>
    </w:docPart>
    <w:docPart>
      <w:docPartPr>
        <w:name w:val="3D76A6A40125420E85E798F85A298B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18A61-CF1B-4ECC-8138-17F6D1E9324E}"/>
      </w:docPartPr>
      <w:docPartBody>
        <w:p w:rsidR="00F26C5A" w:rsidRDefault="00F26C5A">
          <w:pPr>
            <w:pStyle w:val="3D76A6A40125420E85E798F85A298B92"/>
          </w:pPr>
          <w:r w:rsidRPr="004D3011">
            <w:t>PHONE:</w:t>
          </w:r>
        </w:p>
      </w:docPartBody>
    </w:docPart>
    <w:docPart>
      <w:docPartPr>
        <w:name w:val="CCAB5B458FE743F883850A93553248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8F482B-5469-4FCE-8185-9393C2133F3B}"/>
      </w:docPartPr>
      <w:docPartBody>
        <w:p w:rsidR="00F26C5A" w:rsidRDefault="00F26C5A">
          <w:pPr>
            <w:pStyle w:val="CCAB5B458FE743F883850A935532485A"/>
          </w:pPr>
          <w:r w:rsidRPr="004D3011">
            <w:t>EMAIL:</w:t>
          </w:r>
        </w:p>
      </w:docPartBody>
    </w:docPart>
    <w:docPart>
      <w:docPartPr>
        <w:name w:val="C8A889CC73224CDFAF9BB12E001EE6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164DE6-3868-4B9F-BD8F-CFD4C4815DC6}"/>
      </w:docPartPr>
      <w:docPartBody>
        <w:p w:rsidR="00F26C5A" w:rsidRDefault="00F26C5A">
          <w:pPr>
            <w:pStyle w:val="C8A889CC73224CDFAF9BB12E001EE684"/>
          </w:pPr>
          <w:r w:rsidRPr="00036450"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C5A"/>
    <w:rsid w:val="00036863"/>
    <w:rsid w:val="00F2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keepLines/>
      <w:pBdr>
        <w:bottom w:val="single" w:sz="8" w:space="1" w:color="4472C4" w:themeColor="accent1"/>
      </w:pBdr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caps/>
      <w:kern w:val="0"/>
      <w:szCs w:val="26"/>
      <w:lang w:eastAsia="ja-JP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72D2F3247F44A3C8684DC5A3E3DC51D">
    <w:name w:val="C72D2F3247F44A3C8684DC5A3E3DC51D"/>
  </w:style>
  <w:style w:type="paragraph" w:customStyle="1" w:styleId="50A12CF493FD4833AD30C188F7C33207">
    <w:name w:val="50A12CF493FD4833AD30C188F7C33207"/>
  </w:style>
  <w:style w:type="paragraph" w:customStyle="1" w:styleId="3D76A6A40125420E85E798F85A298B92">
    <w:name w:val="3D76A6A40125420E85E798F85A298B92"/>
  </w:style>
  <w:style w:type="paragraph" w:customStyle="1" w:styleId="CCAB5B458FE743F883850A935532485A">
    <w:name w:val="CCAB5B458FE743F883850A935532485A"/>
  </w:style>
  <w:style w:type="character" w:styleId="Hyperlink">
    <w:name w:val="Hyperlink"/>
    <w:basedOn w:val="DefaultParagraphFont"/>
    <w:uiPriority w:val="99"/>
    <w:unhideWhenUsed/>
    <w:rPr>
      <w:color w:val="C45911" w:themeColor="accent2" w:themeShade="BF"/>
      <w:u w:val="single"/>
    </w:rPr>
  </w:style>
  <w:style w:type="paragraph" w:customStyle="1" w:styleId="C8A889CC73224CDFAF9BB12E001EE684">
    <w:name w:val="C8A889CC73224CDFAF9BB12E001EE684"/>
  </w:style>
  <w:style w:type="paragraph" w:customStyle="1" w:styleId="17EB419BAE3F4310ADEFC764762B0BB7">
    <w:name w:val="17EB419BAE3F4310ADEFC764762B0BB7"/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aps/>
      <w:kern w:val="0"/>
      <w:szCs w:val="26"/>
      <w:lang w:eastAsia="ja-JP"/>
      <w14:ligatures w14:val="none"/>
    </w:rPr>
  </w:style>
  <w:style w:type="paragraph" w:customStyle="1" w:styleId="0292350F220446319D3FBEA05AB6A1AC">
    <w:name w:val="0292350F220446319D3FBEA05AB6A1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{1B060B8F-3547-482B-99C6-8261AAF9F6EA}tf00546271_win32</Template>
  <TotalTime>0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2023-05-09T13:33:00Z</dcterms:created>
  <dcterms:modified xsi:type="dcterms:W3CDTF">2023-06-20T11:00:00Z</dcterms:modified>
</cp:coreProperties>
</file>