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:rsidR="00692703" w:rsidRPr="00CF1A49" w:rsidRDefault="007C4386" w:rsidP="00913946">
            <w:pPr>
              <w:pStyle w:val="Title"/>
            </w:pPr>
            <w:r>
              <w:t xml:space="preserve">Mirza </w:t>
            </w:r>
            <w:r w:rsidR="00D4501B">
              <w:t>zeeshan baig</w:t>
            </w:r>
          </w:p>
          <w:p w:rsidR="00692703" w:rsidRDefault="007A3BBB" w:rsidP="00B92C04">
            <w:pPr>
              <w:pStyle w:val="ContactInfo"/>
              <w:contextualSpacing w:val="0"/>
              <w:jc w:val="left"/>
            </w:pPr>
            <w:r>
              <w:t xml:space="preserve">                 </w:t>
            </w:r>
            <w:r w:rsidR="00D4145A">
              <w:t xml:space="preserve">                </w:t>
            </w:r>
            <w:r>
              <w:t xml:space="preserve">  E/202 second floor moon garden Gulshan</w:t>
            </w:r>
            <w:r w:rsidR="00176876">
              <w:t>-e-</w:t>
            </w:r>
            <w:r w:rsidR="00AE369A">
              <w:t>I</w:t>
            </w:r>
            <w:r>
              <w:t>qbal block 12 Karachi</w:t>
            </w:r>
            <w:r w:rsidR="00D607CA">
              <w:t>, 03350305725</w:t>
            </w:r>
          </w:p>
          <w:p w:rsidR="00D607CA" w:rsidRDefault="00D607CA" w:rsidP="00B92C04">
            <w:pPr>
              <w:pStyle w:val="ContactInfo"/>
              <w:contextualSpacing w:val="0"/>
              <w:jc w:val="left"/>
            </w:pPr>
            <w:r>
              <w:t xml:space="preserve">               </w:t>
            </w:r>
            <w:r w:rsidR="00D4145A">
              <w:t xml:space="preserve">                </w:t>
            </w:r>
            <w:r>
              <w:t xml:space="preserve">    Zeemirza64@gmail.com</w:t>
            </w:r>
          </w:p>
          <w:p w:rsidR="007A3BBB" w:rsidRPr="00CF1A49" w:rsidRDefault="007A3BBB" w:rsidP="00B92C04">
            <w:pPr>
              <w:pStyle w:val="ContactInfo"/>
              <w:contextualSpacing w:val="0"/>
              <w:jc w:val="left"/>
            </w:pPr>
          </w:p>
        </w:tc>
      </w:tr>
      <w:tr w:rsidR="0091473B" w:rsidRPr="00CF1A49" w:rsidTr="00692703">
        <w:tc>
          <w:tcPr>
            <w:tcW w:w="9360" w:type="dxa"/>
            <w:tcMar>
              <w:top w:w="432" w:type="dxa"/>
            </w:tcMar>
          </w:tcPr>
          <w:p w:rsidR="0091473B" w:rsidRPr="00CF1A49" w:rsidRDefault="0091473B" w:rsidP="00913946">
            <w:pPr>
              <w:contextualSpacing w:val="0"/>
            </w:pPr>
            <w:r>
              <w:t>To enhance my educational and professional skills in a stable and dynamic workplace.</w:t>
            </w:r>
          </w:p>
        </w:tc>
      </w:tr>
    </w:tbl>
    <w:p w:rsidR="004E01EB" w:rsidRPr="00CF1A49" w:rsidRDefault="00D35D73" w:rsidP="004E01EB">
      <w:pPr>
        <w:pStyle w:val="Heading1"/>
      </w:pPr>
      <w:sdt>
        <w:sdtPr>
          <w:alias w:val="Experience:"/>
          <w:tag w:val="Experience:"/>
          <w:id w:val="-1983300934"/>
          <w:placeholder>
            <w:docPart w:val="C7EDCD8E9E28624DB2BF737F44543B01"/>
          </w:placeholder>
          <w:temporary/>
          <w:showingPlcHdr/>
          <w15:appearance w15:val="hidden"/>
        </w:sdtPr>
        <w:sdtEndPr/>
        <w:sdtContent>
          <w:r w:rsidR="004E01EB" w:rsidRPr="00CF1A49">
            <w:t>Experience</w:t>
          </w:r>
        </w:sdtContent>
      </w:sdt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9290"/>
      </w:tblGrid>
      <w:tr w:rsidR="001D0BF1" w:rsidRPr="00CF1A49" w:rsidTr="00001D3E">
        <w:tc>
          <w:tcPr>
            <w:tcW w:w="9355" w:type="dxa"/>
          </w:tcPr>
          <w:p w:rsidR="001D0BF1" w:rsidRPr="00CF1A49" w:rsidRDefault="0009226F" w:rsidP="001D0BF1">
            <w:pPr>
              <w:pStyle w:val="Heading3"/>
              <w:contextualSpacing w:val="0"/>
              <w:outlineLvl w:val="2"/>
            </w:pPr>
            <w:r>
              <w:t>OCTOBER</w:t>
            </w:r>
            <w:r w:rsidR="002050B7">
              <w:t xml:space="preserve"> 201</w:t>
            </w:r>
            <w:r>
              <w:t>8</w:t>
            </w:r>
          </w:p>
          <w:p w:rsidR="001E3120" w:rsidRPr="00CF1A49" w:rsidRDefault="0034229F" w:rsidP="0034229F">
            <w:pPr>
              <w:pStyle w:val="Heading2"/>
              <w:contextualSpacing w:val="0"/>
              <w:outlineLvl w:val="1"/>
            </w:pPr>
            <w:r>
              <w:t>CSr</w:t>
            </w:r>
            <w:r w:rsidR="001D0BF1" w:rsidRPr="00CF1A49">
              <w:t xml:space="preserve">, </w:t>
            </w:r>
            <w:r w:rsidR="000706F7">
              <w:rPr>
                <w:rStyle w:val="SubtleReference"/>
              </w:rPr>
              <w:t>envision</w:t>
            </w:r>
          </w:p>
        </w:tc>
      </w:tr>
      <w:tr w:rsidR="00F61DF9" w:rsidRPr="00CF1A49" w:rsidTr="00001D3E">
        <w:tc>
          <w:tcPr>
            <w:tcW w:w="9355" w:type="dxa"/>
            <w:tcMar>
              <w:top w:w="216" w:type="dxa"/>
            </w:tcMar>
          </w:tcPr>
          <w:p w:rsidR="00F61DF9" w:rsidRPr="00CF1A49" w:rsidRDefault="00281C0C" w:rsidP="00F61DF9">
            <w:pPr>
              <w:pStyle w:val="Heading3"/>
              <w:contextualSpacing w:val="0"/>
              <w:outlineLvl w:val="2"/>
            </w:pPr>
            <w:r>
              <w:t>June 20</w:t>
            </w:r>
            <w:r w:rsidR="007A4206">
              <w:t>20</w:t>
            </w:r>
          </w:p>
          <w:p w:rsidR="00AE119A" w:rsidRPr="00BD324E" w:rsidRDefault="00281C0C" w:rsidP="00BD324E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>Intern</w:t>
            </w:r>
            <w:r w:rsidR="00F61DF9" w:rsidRPr="00CF1A49">
              <w:t xml:space="preserve">, </w:t>
            </w:r>
            <w:r>
              <w:rPr>
                <w:rStyle w:val="SubtleReference"/>
              </w:rPr>
              <w:t xml:space="preserve">Trax </w:t>
            </w:r>
            <w:r w:rsidR="004436EE">
              <w:rPr>
                <w:rStyle w:val="SubtleReference"/>
              </w:rPr>
              <w:t>LOGISTICS</w:t>
            </w:r>
          </w:p>
          <w:p w:rsidR="00E4717F" w:rsidRDefault="00E4717F" w:rsidP="00A75AB2">
            <w:pPr>
              <w:pStyle w:val="Heading3"/>
              <w:contextualSpacing w:val="0"/>
              <w:outlineLvl w:val="2"/>
            </w:pPr>
          </w:p>
          <w:p w:rsidR="00151588" w:rsidRDefault="00151588" w:rsidP="00A75AB2">
            <w:pPr>
              <w:pStyle w:val="Heading3"/>
              <w:contextualSpacing w:val="0"/>
              <w:outlineLvl w:val="2"/>
            </w:pPr>
            <w:r>
              <w:t xml:space="preserve">May 2021 </w:t>
            </w:r>
            <w:r w:rsidRPr="00CF1A49">
              <w:t xml:space="preserve">– </w:t>
            </w:r>
            <w:r>
              <w:t>august 2021</w:t>
            </w:r>
          </w:p>
          <w:p w:rsidR="00E4717F" w:rsidRDefault="00E4717F" w:rsidP="00A75AB2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>Csr</w:t>
            </w:r>
            <w:r w:rsidRPr="00CF1A49">
              <w:t xml:space="preserve">, </w:t>
            </w:r>
            <w:r>
              <w:rPr>
                <w:rStyle w:val="SubtleReference"/>
              </w:rPr>
              <w:t>hello international</w:t>
            </w:r>
          </w:p>
          <w:p w:rsidR="001D5077" w:rsidRPr="00BD324E" w:rsidRDefault="001D5077" w:rsidP="00BD324E">
            <w:pPr>
              <w:pStyle w:val="Heading3"/>
              <w:contextualSpacing w:val="0"/>
              <w:outlineLvl w:val="2"/>
            </w:pPr>
          </w:p>
        </w:tc>
      </w:tr>
    </w:tbl>
    <w:sdt>
      <w:sdtPr>
        <w:alias w:val="Education:"/>
        <w:tag w:val="Education:"/>
        <w:id w:val="-1908763273"/>
        <w:placeholder>
          <w:docPart w:val="05F257B1AA09A2428AB317BC21A28989"/>
        </w:placeholder>
        <w:temporary/>
        <w:showingPlcHdr/>
        <w15:appearance w15:val="hidden"/>
      </w:sdtPr>
      <w:sdtEndPr/>
      <w:sdtContent>
        <w:p w:rsidR="00DA59AA" w:rsidRPr="00CF1A49" w:rsidRDefault="00DA59AA" w:rsidP="0097790C">
          <w:pPr>
            <w:pStyle w:val="Heading1"/>
          </w:pPr>
          <w:r w:rsidRPr="00CF1A49">
            <w:t>Education</w:t>
          </w:r>
        </w:p>
      </w:sdtContent>
    </w:sdt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9290"/>
      </w:tblGrid>
      <w:tr w:rsidR="001D0BF1" w:rsidRPr="00CF1A49" w:rsidTr="003860EE">
        <w:tc>
          <w:tcPr>
            <w:tcW w:w="9355" w:type="dxa"/>
          </w:tcPr>
          <w:p w:rsidR="001D0BF1" w:rsidRPr="00CF1A49" w:rsidRDefault="001D0BF1" w:rsidP="001D0BF1">
            <w:pPr>
              <w:pStyle w:val="Heading3"/>
              <w:contextualSpacing w:val="0"/>
              <w:outlineLvl w:val="2"/>
            </w:pPr>
            <w:r w:rsidRPr="00CF1A49">
              <w:t xml:space="preserve"> </w:t>
            </w:r>
            <w:r w:rsidR="00110C04">
              <w:t>2018</w:t>
            </w:r>
          </w:p>
          <w:p w:rsidR="004A4A93" w:rsidRDefault="00DD1540" w:rsidP="00DD1540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t>Matriculation</w:t>
            </w:r>
            <w:r w:rsidR="001D0BF1" w:rsidRPr="00CF1A49">
              <w:t xml:space="preserve">, </w:t>
            </w:r>
            <w:r w:rsidR="00BD324E">
              <w:rPr>
                <w:rStyle w:val="SubtleReference"/>
              </w:rPr>
              <w:t>beacon hill public school</w:t>
            </w:r>
          </w:p>
          <w:p w:rsidR="003E4834" w:rsidRDefault="009C7451" w:rsidP="009C7451">
            <w:r>
              <w:t>Computer science</w:t>
            </w:r>
          </w:p>
          <w:p w:rsidR="009C7451" w:rsidRPr="009C7451" w:rsidRDefault="009C7451" w:rsidP="009C7451"/>
        </w:tc>
      </w:tr>
      <w:tr w:rsidR="00F61DF9" w:rsidRPr="00CF1A49" w:rsidTr="003860EE">
        <w:tc>
          <w:tcPr>
            <w:tcW w:w="9355" w:type="dxa"/>
            <w:tcMar>
              <w:top w:w="216" w:type="dxa"/>
            </w:tcMar>
          </w:tcPr>
          <w:p w:rsidR="00F61DF9" w:rsidRPr="00CF1A49" w:rsidRDefault="00F61DF9" w:rsidP="00F61DF9">
            <w:pPr>
              <w:pStyle w:val="Heading3"/>
              <w:contextualSpacing w:val="0"/>
              <w:outlineLvl w:val="2"/>
            </w:pPr>
            <w:r w:rsidRPr="00CF1A49">
              <w:t xml:space="preserve"> </w:t>
            </w:r>
            <w:r w:rsidR="00936472">
              <w:t>2021</w:t>
            </w:r>
          </w:p>
          <w:p w:rsidR="00F61DF9" w:rsidRPr="00CF1A49" w:rsidRDefault="00936472" w:rsidP="00F61DF9">
            <w:pPr>
              <w:pStyle w:val="Heading2"/>
              <w:contextualSpacing w:val="0"/>
              <w:outlineLvl w:val="1"/>
            </w:pPr>
            <w:r>
              <w:t>Intermediate</w:t>
            </w:r>
            <w:r w:rsidR="00F61DF9" w:rsidRPr="00CF1A49">
              <w:t xml:space="preserve">, </w:t>
            </w:r>
            <w:r>
              <w:rPr>
                <w:rStyle w:val="SubtleReference"/>
              </w:rPr>
              <w:t xml:space="preserve">Jauhr degree </w:t>
            </w:r>
            <w:r w:rsidR="00176FE7">
              <w:rPr>
                <w:rStyle w:val="SubtleReference"/>
              </w:rPr>
              <w:t>COLLEGE pvt</w:t>
            </w:r>
          </w:p>
          <w:p w:rsidR="004A4A93" w:rsidRDefault="00176FE7" w:rsidP="00F61DF9">
            <w:r>
              <w:t>General science</w:t>
            </w:r>
          </w:p>
          <w:p w:rsidR="004A4A93" w:rsidRDefault="004A4A93" w:rsidP="00F61DF9"/>
          <w:p w:rsidR="006F4FB5" w:rsidRDefault="004353BC" w:rsidP="00F61DF9">
            <w:pPr>
              <w:rPr>
                <w:b/>
                <w:bCs/>
              </w:rPr>
            </w:pPr>
            <w:r>
              <w:rPr>
                <w:b/>
                <w:bCs/>
              </w:rPr>
              <w:t>In process</w:t>
            </w:r>
          </w:p>
          <w:p w:rsidR="004353BC" w:rsidRPr="00CF1A49" w:rsidRDefault="004353BC" w:rsidP="00A75AB2">
            <w:pPr>
              <w:pStyle w:val="Heading2"/>
              <w:contextualSpacing w:val="0"/>
              <w:outlineLvl w:val="1"/>
            </w:pPr>
            <w:r>
              <w:t>Graduation</w:t>
            </w:r>
            <w:r w:rsidRPr="00CF1A49">
              <w:t xml:space="preserve">, </w:t>
            </w:r>
            <w:r>
              <w:rPr>
                <w:rStyle w:val="SubtleReference"/>
              </w:rPr>
              <w:t>iqra university</w:t>
            </w:r>
          </w:p>
          <w:p w:rsidR="004353BC" w:rsidRPr="004353BC" w:rsidRDefault="004353BC" w:rsidP="00F61DF9">
            <w:r>
              <w:t>BBA</w:t>
            </w:r>
          </w:p>
        </w:tc>
      </w:tr>
    </w:tbl>
    <w:sdt>
      <w:sdtPr>
        <w:alias w:val="Skills:"/>
        <w:tag w:val="Skills:"/>
        <w:id w:val="-1392877668"/>
        <w:placeholder>
          <w:docPart w:val="F7820846788F0A41B3D619034A64F40F"/>
        </w:placeholder>
        <w:temporary/>
        <w:showingPlcHdr/>
        <w15:appearance w15:val="hidden"/>
      </w:sdtPr>
      <w:sdtEndPr/>
      <w:sdtContent>
        <w:p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255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4789"/>
      </w:tblGrid>
      <w:tr w:rsidR="00CC0693" w:rsidRPr="006E1507" w:rsidTr="00321D5B">
        <w:tc>
          <w:tcPr>
            <w:tcW w:w="3368" w:type="dxa"/>
            <w:tcMar>
              <w:left w:w="360" w:type="dxa"/>
            </w:tcMar>
          </w:tcPr>
          <w:p w:rsidR="00CC0693" w:rsidRDefault="00CC0693" w:rsidP="006E1507">
            <w:pPr>
              <w:pStyle w:val="ListBullet"/>
              <w:contextualSpacing w:val="0"/>
            </w:pPr>
            <w:r>
              <w:t xml:space="preserve">Communication Skills         </w:t>
            </w:r>
          </w:p>
          <w:p w:rsidR="00CC0693" w:rsidRDefault="00CC0693" w:rsidP="006E1507">
            <w:pPr>
              <w:pStyle w:val="ListBullet"/>
              <w:contextualSpacing w:val="0"/>
            </w:pPr>
            <w:r>
              <w:t>MS Office – Basic</w:t>
            </w:r>
          </w:p>
          <w:p w:rsidR="00CC0693" w:rsidRDefault="00CC0693" w:rsidP="006E1507">
            <w:pPr>
              <w:pStyle w:val="ListBullet"/>
              <w:contextualSpacing w:val="0"/>
            </w:pPr>
            <w:r>
              <w:t>English Communication</w:t>
            </w:r>
          </w:p>
          <w:p w:rsidR="00CC0693" w:rsidRDefault="00CC0693" w:rsidP="006E1507">
            <w:pPr>
              <w:pStyle w:val="ListBullet"/>
              <w:contextualSpacing w:val="0"/>
            </w:pPr>
            <w:r>
              <w:t>Computer Skills – Good</w:t>
            </w:r>
          </w:p>
          <w:p w:rsidR="00CC0693" w:rsidRPr="006E1507" w:rsidRDefault="00D35D73" w:rsidP="006E1507">
            <w:pPr>
              <w:pStyle w:val="ListBullet"/>
              <w:contextualSpacing w:val="0"/>
            </w:pPr>
            <w:sdt>
              <w:sdtPr>
                <w:alias w:val="Enter skills 3:"/>
                <w:tag w:val="Enter skills 3:"/>
                <w:id w:val="-1107503302"/>
                <w:placeholder>
                  <w:docPart w:val="90CEB38C7198644DBC1C43F5F67759BE"/>
                </w:placeholder>
                <w:temporary/>
                <w:showingPlcHdr/>
                <w15:appearance w15:val="hidden"/>
              </w:sdtPr>
              <w:sdtEndPr/>
              <w:sdtContent>
                <w:r w:rsidR="00CC0693" w:rsidRPr="006E1507">
                  <w:t>List one of your strengths</w:t>
                </w:r>
              </w:sdtContent>
            </w:sdt>
          </w:p>
          <w:sdt>
            <w:sdtPr>
              <w:alias w:val="Enter skills 4:"/>
              <w:tag w:val="Enter skills 4:"/>
              <w:id w:val="-718748817"/>
              <w:placeholder>
                <w:docPart w:val="5E7C242CE74AFB478FACB8113368F350"/>
              </w:placeholder>
              <w:temporary/>
              <w:showingPlcHdr/>
              <w15:appearance w15:val="hidden"/>
            </w:sdtPr>
            <w:sdtEndPr/>
            <w:sdtContent>
              <w:p w:rsidR="00CC0693" w:rsidRPr="006E1507" w:rsidRDefault="00CC0693" w:rsidP="006E1507">
                <w:pPr>
                  <w:pStyle w:val="ListBullet"/>
                  <w:contextualSpacing w:val="0"/>
                </w:pPr>
                <w:r w:rsidRPr="006E1507">
                  <w:t>List one of your strengths</w:t>
                </w:r>
              </w:p>
            </w:sdtContent>
          </w:sdt>
          <w:sdt>
            <w:sdtPr>
              <w:alias w:val="Enter skills 5:"/>
              <w:tag w:val="Enter skills 5:"/>
              <w:id w:val="-335767185"/>
              <w:placeholder>
                <w:docPart w:val="03CFEFE269F21F4FBA5F1EC9BF2E5941"/>
              </w:placeholder>
              <w:temporary/>
              <w:showingPlcHdr/>
              <w15:appearance w15:val="hidden"/>
            </w:sdtPr>
            <w:sdtEndPr/>
            <w:sdtContent>
              <w:p w:rsidR="00CC0693" w:rsidRPr="006E1507" w:rsidRDefault="00CC0693" w:rsidP="006E1507">
                <w:pPr>
                  <w:pStyle w:val="ListBullet"/>
                  <w:contextualSpacing w:val="0"/>
                </w:pPr>
                <w:r w:rsidRPr="006E1507">
                  <w:t>List one of your strengths</w:t>
                </w:r>
              </w:p>
            </w:sdtContent>
          </w:sdt>
        </w:tc>
      </w:tr>
    </w:tbl>
    <w:p w:rsidR="00321D5B" w:rsidRDefault="000C6431" w:rsidP="00F24E62">
      <w:pPr>
        <w:pStyle w:val="Heading1"/>
      </w:pPr>
      <w:r>
        <w:lastRenderedPageBreak/>
        <w:t>Personal information</w:t>
      </w:r>
      <w:r w:rsidR="00321D5B">
        <w:t xml:space="preserve">        </w:t>
      </w:r>
    </w:p>
    <w:p w:rsidR="00F24E62" w:rsidRDefault="00F24E62" w:rsidP="00321D5B">
      <w:pPr>
        <w:pStyle w:val="ListParagraph"/>
        <w:numPr>
          <w:ilvl w:val="0"/>
          <w:numId w:val="14"/>
        </w:numPr>
      </w:pPr>
      <w:r>
        <w:t xml:space="preserve">Father </w:t>
      </w:r>
      <w:r w:rsidR="00A801E9">
        <w:t>Name:Mirza wajid baig</w:t>
      </w:r>
    </w:p>
    <w:p w:rsidR="00F24E62" w:rsidRDefault="00F24E62" w:rsidP="00321D5B">
      <w:pPr>
        <w:pStyle w:val="ListParagraph"/>
        <w:numPr>
          <w:ilvl w:val="0"/>
          <w:numId w:val="14"/>
        </w:numPr>
      </w:pPr>
      <w:r>
        <w:t xml:space="preserve">D.O.B: </w:t>
      </w:r>
      <w:r w:rsidR="00A801E9">
        <w:t>17</w:t>
      </w:r>
      <w:r>
        <w:t>-Sep-2002</w:t>
      </w:r>
    </w:p>
    <w:p w:rsidR="00F24E62" w:rsidRDefault="00F24E62" w:rsidP="00321D5B">
      <w:pPr>
        <w:pStyle w:val="ListParagraph"/>
        <w:numPr>
          <w:ilvl w:val="0"/>
          <w:numId w:val="14"/>
        </w:numPr>
      </w:pPr>
      <w:r>
        <w:t xml:space="preserve">CNIC: </w:t>
      </w:r>
      <w:r w:rsidR="00A801E9">
        <w:t>42501</w:t>
      </w:r>
      <w:r w:rsidR="004C3D39">
        <w:t>7391773</w:t>
      </w:r>
    </w:p>
    <w:p w:rsidR="00F24E62" w:rsidRDefault="00F24E62" w:rsidP="00321D5B">
      <w:pPr>
        <w:pStyle w:val="ListParagraph"/>
        <w:numPr>
          <w:ilvl w:val="0"/>
          <w:numId w:val="14"/>
        </w:numPr>
      </w:pPr>
      <w:r>
        <w:t>Religion: Islam</w:t>
      </w:r>
    </w:p>
    <w:p w:rsidR="00F24E62" w:rsidRDefault="00F24E62" w:rsidP="00321D5B">
      <w:pPr>
        <w:pStyle w:val="ListParagraph"/>
        <w:numPr>
          <w:ilvl w:val="0"/>
          <w:numId w:val="14"/>
        </w:numPr>
      </w:pPr>
      <w:r>
        <w:t>Language English/Urdu</w:t>
      </w:r>
    </w:p>
    <w:p w:rsidR="00F24E62" w:rsidRDefault="00F24E62" w:rsidP="00F24E62">
      <w:pPr>
        <w:pStyle w:val="ListParagraph"/>
      </w:pPr>
    </w:p>
    <w:sectPr w:rsidR="00F24E62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3AB5" w:rsidRDefault="00E63AB5" w:rsidP="0068194B">
      <w:r>
        <w:separator/>
      </w:r>
    </w:p>
    <w:p w:rsidR="00E63AB5" w:rsidRDefault="00E63AB5"/>
    <w:p w:rsidR="00E63AB5" w:rsidRDefault="00E63AB5"/>
  </w:endnote>
  <w:endnote w:type="continuationSeparator" w:id="0">
    <w:p w:rsidR="00E63AB5" w:rsidRDefault="00E63AB5" w:rsidP="0068194B">
      <w:r>
        <w:continuationSeparator/>
      </w:r>
    </w:p>
    <w:p w:rsidR="00E63AB5" w:rsidRDefault="00E63AB5"/>
    <w:p w:rsidR="00E63AB5" w:rsidRDefault="00E63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3AB5" w:rsidRDefault="00E63AB5" w:rsidP="0068194B">
      <w:r>
        <w:separator/>
      </w:r>
    </w:p>
    <w:p w:rsidR="00E63AB5" w:rsidRDefault="00E63AB5"/>
    <w:p w:rsidR="00E63AB5" w:rsidRDefault="00E63AB5"/>
  </w:footnote>
  <w:footnote w:type="continuationSeparator" w:id="0">
    <w:p w:rsidR="00E63AB5" w:rsidRDefault="00E63AB5" w:rsidP="0068194B">
      <w:r>
        <w:continuationSeparator/>
      </w:r>
    </w:p>
    <w:p w:rsidR="00E63AB5" w:rsidRDefault="00E63AB5"/>
    <w:p w:rsidR="00E63AB5" w:rsidRDefault="00E63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818A42A" wp14:editId="25F6F9D3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6D6E30B4" id="Straight Connector 5" o:spid="_x0000_s1026" alt="&quot;&quot;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&#13;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5390129"/>
    <w:multiLevelType w:val="hybridMultilevel"/>
    <w:tmpl w:val="12883034"/>
    <w:lvl w:ilvl="0" w:tplc="FFFFFFFF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744692300">
    <w:abstractNumId w:val="9"/>
  </w:num>
  <w:num w:numId="2" w16cid:durableId="1363630864">
    <w:abstractNumId w:val="8"/>
  </w:num>
  <w:num w:numId="3" w16cid:durableId="270741519">
    <w:abstractNumId w:val="7"/>
  </w:num>
  <w:num w:numId="4" w16cid:durableId="1145665722">
    <w:abstractNumId w:val="6"/>
  </w:num>
  <w:num w:numId="5" w16cid:durableId="1784155946">
    <w:abstractNumId w:val="10"/>
  </w:num>
  <w:num w:numId="6" w16cid:durableId="1670451157">
    <w:abstractNumId w:val="3"/>
  </w:num>
  <w:num w:numId="7" w16cid:durableId="957223895">
    <w:abstractNumId w:val="11"/>
  </w:num>
  <w:num w:numId="8" w16cid:durableId="46151339">
    <w:abstractNumId w:val="2"/>
  </w:num>
  <w:num w:numId="9" w16cid:durableId="676464201">
    <w:abstractNumId w:val="13"/>
  </w:num>
  <w:num w:numId="10" w16cid:durableId="1481844012">
    <w:abstractNumId w:val="5"/>
  </w:num>
  <w:num w:numId="11" w16cid:durableId="865872396">
    <w:abstractNumId w:val="4"/>
  </w:num>
  <w:num w:numId="12" w16cid:durableId="1574699621">
    <w:abstractNumId w:val="1"/>
  </w:num>
  <w:num w:numId="13" w16cid:durableId="527186924">
    <w:abstractNumId w:val="0"/>
  </w:num>
  <w:num w:numId="14" w16cid:durableId="10326137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removePersonalInformation/>
  <w:removeDateAndTime/>
  <w:attachedTemplate r:id="rId1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86"/>
    <w:rsid w:val="000001EF"/>
    <w:rsid w:val="00001D3E"/>
    <w:rsid w:val="00007322"/>
    <w:rsid w:val="00007728"/>
    <w:rsid w:val="00017455"/>
    <w:rsid w:val="00022EB2"/>
    <w:rsid w:val="00024584"/>
    <w:rsid w:val="00024730"/>
    <w:rsid w:val="00055E95"/>
    <w:rsid w:val="0007021F"/>
    <w:rsid w:val="000706F7"/>
    <w:rsid w:val="0009226F"/>
    <w:rsid w:val="000A7A03"/>
    <w:rsid w:val="000B2BA5"/>
    <w:rsid w:val="000C6431"/>
    <w:rsid w:val="000F2F8C"/>
    <w:rsid w:val="0010006E"/>
    <w:rsid w:val="001045A8"/>
    <w:rsid w:val="00110C04"/>
    <w:rsid w:val="00114A91"/>
    <w:rsid w:val="001427E1"/>
    <w:rsid w:val="00151588"/>
    <w:rsid w:val="00163668"/>
    <w:rsid w:val="00171566"/>
    <w:rsid w:val="00174676"/>
    <w:rsid w:val="001755A8"/>
    <w:rsid w:val="00176876"/>
    <w:rsid w:val="00176FE7"/>
    <w:rsid w:val="00184014"/>
    <w:rsid w:val="00192008"/>
    <w:rsid w:val="001C0E68"/>
    <w:rsid w:val="001C4B6F"/>
    <w:rsid w:val="001D0BF1"/>
    <w:rsid w:val="001D5077"/>
    <w:rsid w:val="001E3120"/>
    <w:rsid w:val="001E7E0C"/>
    <w:rsid w:val="001F0BB0"/>
    <w:rsid w:val="001F4E6D"/>
    <w:rsid w:val="001F6140"/>
    <w:rsid w:val="00203573"/>
    <w:rsid w:val="002050B7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81C0C"/>
    <w:rsid w:val="00294998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2F523F"/>
    <w:rsid w:val="00307140"/>
    <w:rsid w:val="00316DFF"/>
    <w:rsid w:val="00321D5B"/>
    <w:rsid w:val="00325B57"/>
    <w:rsid w:val="00336056"/>
    <w:rsid w:val="0034229F"/>
    <w:rsid w:val="00353873"/>
    <w:rsid w:val="003544E1"/>
    <w:rsid w:val="00366398"/>
    <w:rsid w:val="003860EE"/>
    <w:rsid w:val="00395B9B"/>
    <w:rsid w:val="003A0632"/>
    <w:rsid w:val="003A30E5"/>
    <w:rsid w:val="003A6ADF"/>
    <w:rsid w:val="003B5928"/>
    <w:rsid w:val="003D380F"/>
    <w:rsid w:val="003E160D"/>
    <w:rsid w:val="003E4834"/>
    <w:rsid w:val="003F1D5F"/>
    <w:rsid w:val="00405128"/>
    <w:rsid w:val="00406CFF"/>
    <w:rsid w:val="00416B25"/>
    <w:rsid w:val="00420592"/>
    <w:rsid w:val="004319E0"/>
    <w:rsid w:val="004353BC"/>
    <w:rsid w:val="00437E8C"/>
    <w:rsid w:val="00440225"/>
    <w:rsid w:val="004436EE"/>
    <w:rsid w:val="004726BC"/>
    <w:rsid w:val="00474105"/>
    <w:rsid w:val="00480E6E"/>
    <w:rsid w:val="00486277"/>
    <w:rsid w:val="00494CF6"/>
    <w:rsid w:val="00495F8D"/>
    <w:rsid w:val="004A1FAE"/>
    <w:rsid w:val="004A32FF"/>
    <w:rsid w:val="004A4A93"/>
    <w:rsid w:val="004B06EB"/>
    <w:rsid w:val="004B3FE6"/>
    <w:rsid w:val="004B6AD0"/>
    <w:rsid w:val="004C2D5D"/>
    <w:rsid w:val="004C33E1"/>
    <w:rsid w:val="004C3D39"/>
    <w:rsid w:val="004E01EB"/>
    <w:rsid w:val="004E2794"/>
    <w:rsid w:val="00510392"/>
    <w:rsid w:val="00513E2A"/>
    <w:rsid w:val="00566A35"/>
    <w:rsid w:val="0056701E"/>
    <w:rsid w:val="005740D7"/>
    <w:rsid w:val="005A0F26"/>
    <w:rsid w:val="005A1B10"/>
    <w:rsid w:val="005A6850"/>
    <w:rsid w:val="005B1B1B"/>
    <w:rsid w:val="005C5932"/>
    <w:rsid w:val="005D137B"/>
    <w:rsid w:val="005D3CA7"/>
    <w:rsid w:val="005D4CC1"/>
    <w:rsid w:val="005F4B91"/>
    <w:rsid w:val="005F55D2"/>
    <w:rsid w:val="0062312F"/>
    <w:rsid w:val="00625F2C"/>
    <w:rsid w:val="006618E9"/>
    <w:rsid w:val="0068194B"/>
    <w:rsid w:val="00692703"/>
    <w:rsid w:val="006A1962"/>
    <w:rsid w:val="006B5D48"/>
    <w:rsid w:val="006B7D7B"/>
    <w:rsid w:val="006C1A5E"/>
    <w:rsid w:val="006D18F4"/>
    <w:rsid w:val="006D65FA"/>
    <w:rsid w:val="006E1507"/>
    <w:rsid w:val="006F4FB5"/>
    <w:rsid w:val="00712D8B"/>
    <w:rsid w:val="007273B7"/>
    <w:rsid w:val="00733E0A"/>
    <w:rsid w:val="0074403D"/>
    <w:rsid w:val="00746D44"/>
    <w:rsid w:val="007538DC"/>
    <w:rsid w:val="00757803"/>
    <w:rsid w:val="0079206B"/>
    <w:rsid w:val="00794C77"/>
    <w:rsid w:val="00796076"/>
    <w:rsid w:val="007A3BBB"/>
    <w:rsid w:val="007A4206"/>
    <w:rsid w:val="007C0566"/>
    <w:rsid w:val="007C2273"/>
    <w:rsid w:val="007C4386"/>
    <w:rsid w:val="007C606B"/>
    <w:rsid w:val="007E6A61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141C6"/>
    <w:rsid w:val="0091473B"/>
    <w:rsid w:val="0092726B"/>
    <w:rsid w:val="009361BA"/>
    <w:rsid w:val="00936472"/>
    <w:rsid w:val="00944F78"/>
    <w:rsid w:val="009510E7"/>
    <w:rsid w:val="00952C89"/>
    <w:rsid w:val="009571D8"/>
    <w:rsid w:val="009650EA"/>
    <w:rsid w:val="0097790C"/>
    <w:rsid w:val="0098506E"/>
    <w:rsid w:val="009A44CE"/>
    <w:rsid w:val="009C4DFC"/>
    <w:rsid w:val="009C7451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63196"/>
    <w:rsid w:val="00A755E8"/>
    <w:rsid w:val="00A801E9"/>
    <w:rsid w:val="00A93A5D"/>
    <w:rsid w:val="00AB32F8"/>
    <w:rsid w:val="00AB610B"/>
    <w:rsid w:val="00AD360E"/>
    <w:rsid w:val="00AD40FB"/>
    <w:rsid w:val="00AD782D"/>
    <w:rsid w:val="00AE119A"/>
    <w:rsid w:val="00AE369A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92C04"/>
    <w:rsid w:val="00BA0D22"/>
    <w:rsid w:val="00BA1546"/>
    <w:rsid w:val="00BB4E51"/>
    <w:rsid w:val="00BD324E"/>
    <w:rsid w:val="00BD431F"/>
    <w:rsid w:val="00BE423E"/>
    <w:rsid w:val="00BF61AC"/>
    <w:rsid w:val="00C47FA6"/>
    <w:rsid w:val="00C57FC6"/>
    <w:rsid w:val="00C66A7D"/>
    <w:rsid w:val="00C779DA"/>
    <w:rsid w:val="00C814F7"/>
    <w:rsid w:val="00CA4B4D"/>
    <w:rsid w:val="00CB35C3"/>
    <w:rsid w:val="00CC0693"/>
    <w:rsid w:val="00CD323D"/>
    <w:rsid w:val="00CE4030"/>
    <w:rsid w:val="00CE64B3"/>
    <w:rsid w:val="00CF1A49"/>
    <w:rsid w:val="00D0630C"/>
    <w:rsid w:val="00D20D1A"/>
    <w:rsid w:val="00D243A9"/>
    <w:rsid w:val="00D305E5"/>
    <w:rsid w:val="00D37CD3"/>
    <w:rsid w:val="00D4145A"/>
    <w:rsid w:val="00D4501B"/>
    <w:rsid w:val="00D607CA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D1540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44EB2"/>
    <w:rsid w:val="00E4717F"/>
    <w:rsid w:val="00E5632B"/>
    <w:rsid w:val="00E63AB5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2B11"/>
    <w:rsid w:val="00EF51D9"/>
    <w:rsid w:val="00F130DD"/>
    <w:rsid w:val="00F24884"/>
    <w:rsid w:val="00F24E62"/>
    <w:rsid w:val="00F3666B"/>
    <w:rsid w:val="00F476C4"/>
    <w:rsid w:val="00F61DF9"/>
    <w:rsid w:val="00F81960"/>
    <w:rsid w:val="00F82424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F401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glossaryDocument" Target="glossary/document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tf16402488_win32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EDCD8E9E28624DB2BF737F44543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E9257-A5A4-A44D-9EDD-A2114DF0440D}"/>
      </w:docPartPr>
      <w:docPartBody>
        <w:p w:rsidR="008C1710" w:rsidRDefault="00EF4544">
          <w:pPr>
            <w:pStyle w:val="C7EDCD8E9E28624DB2BF737F44543B01"/>
          </w:pPr>
          <w:r w:rsidRPr="00CF1A49">
            <w:t>Experience</w:t>
          </w:r>
        </w:p>
      </w:docPartBody>
    </w:docPart>
    <w:docPart>
      <w:docPartPr>
        <w:name w:val="05F257B1AA09A2428AB317BC21A28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85C9B-8A6A-7941-B2DA-689E7D1C6400}"/>
      </w:docPartPr>
      <w:docPartBody>
        <w:p w:rsidR="008C1710" w:rsidRDefault="00EF4544">
          <w:pPr>
            <w:pStyle w:val="05F257B1AA09A2428AB317BC21A28989"/>
          </w:pPr>
          <w:r w:rsidRPr="00CF1A49">
            <w:t>Education</w:t>
          </w:r>
        </w:p>
      </w:docPartBody>
    </w:docPart>
    <w:docPart>
      <w:docPartPr>
        <w:name w:val="F7820846788F0A41B3D619034A64F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D9596-FF81-6842-A2ED-762B3EC91DDA}"/>
      </w:docPartPr>
      <w:docPartBody>
        <w:p w:rsidR="008C1710" w:rsidRDefault="00EF4544">
          <w:pPr>
            <w:pStyle w:val="F7820846788F0A41B3D619034A64F40F"/>
          </w:pPr>
          <w:r w:rsidRPr="00CF1A49">
            <w:t>Skills</w:t>
          </w:r>
        </w:p>
      </w:docPartBody>
    </w:docPart>
    <w:docPart>
      <w:docPartPr>
        <w:name w:val="90CEB38C7198644DBC1C43F5F6775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EBDB8-2E5E-CB4F-B04C-47D31DB67F82}"/>
      </w:docPartPr>
      <w:docPartBody>
        <w:p w:rsidR="008C1710" w:rsidRDefault="00544FC3" w:rsidP="00544FC3">
          <w:pPr>
            <w:pStyle w:val="90CEB38C7198644DBC1C43F5F67759BE"/>
          </w:pPr>
          <w:r w:rsidRPr="006E1507">
            <w:t>List one of your strengths</w:t>
          </w:r>
        </w:p>
      </w:docPartBody>
    </w:docPart>
    <w:docPart>
      <w:docPartPr>
        <w:name w:val="5E7C242CE74AFB478FACB8113368F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852FA-63A0-A447-AAC4-985287467D9E}"/>
      </w:docPartPr>
      <w:docPartBody>
        <w:p w:rsidR="008C1710" w:rsidRDefault="00544FC3" w:rsidP="00544FC3">
          <w:pPr>
            <w:pStyle w:val="5E7C242CE74AFB478FACB8113368F350"/>
          </w:pPr>
          <w:r w:rsidRPr="006E1507">
            <w:t>List one of your strengths</w:t>
          </w:r>
        </w:p>
      </w:docPartBody>
    </w:docPart>
    <w:docPart>
      <w:docPartPr>
        <w:name w:val="03CFEFE269F21F4FBA5F1EC9BF2E5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B6743-13B8-6F42-94E2-C501B449231B}"/>
      </w:docPartPr>
      <w:docPartBody>
        <w:p w:rsidR="008C1710" w:rsidRDefault="00544FC3" w:rsidP="00544FC3">
          <w:pPr>
            <w:pStyle w:val="03CFEFE269F21F4FBA5F1EC9BF2E5941"/>
          </w:pPr>
          <w:r w:rsidRPr="006E1507">
            <w:t>List one of your strengths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FC3"/>
    <w:rsid w:val="00544FC3"/>
    <w:rsid w:val="008C1710"/>
    <w:rsid w:val="00E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C7EDCD8E9E28624DB2BF737F44543B01">
    <w:name w:val="C7EDCD8E9E28624DB2BF737F44543B01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05F257B1AA09A2428AB317BC21A28989">
    <w:name w:val="05F257B1AA09A2428AB317BC21A28989"/>
  </w:style>
  <w:style w:type="paragraph" w:customStyle="1" w:styleId="F7820846788F0A41B3D619034A64F40F">
    <w:name w:val="F7820846788F0A41B3D619034A64F40F"/>
  </w:style>
  <w:style w:type="paragraph" w:customStyle="1" w:styleId="90CEB38C7198644DBC1C43F5F67759BE">
    <w:name w:val="90CEB38C7198644DBC1C43F5F67759BE"/>
    <w:rsid w:val="00544FC3"/>
  </w:style>
  <w:style w:type="paragraph" w:customStyle="1" w:styleId="5E7C242CE74AFB478FACB8113368F350">
    <w:name w:val="5E7C242CE74AFB478FACB8113368F350"/>
    <w:rsid w:val="00544FC3"/>
  </w:style>
  <w:style w:type="paragraph" w:customStyle="1" w:styleId="03CFEFE269F21F4FBA5F1EC9BF2E5941">
    <w:name w:val="03CFEFE269F21F4FBA5F1EC9BF2E5941"/>
    <w:rsid w:val="00544F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tf16402488_win32.dotx</Template>
  <TotalTime>0</TotalTime>
  <Pages>1</Pages>
  <Words>135</Words>
  <Characters>774</Characters>
  <Application>Microsoft Office Word</Application>
  <DocSecurity>0</DocSecurity>
  <Lines>6</Lines>
  <Paragraphs>1</Paragraphs>
  <ScaleCrop>false</ScaleCrop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2022-05-11T08:52:00Z</dcterms:created>
  <dcterms:modified xsi:type="dcterms:W3CDTF">2022-05-11T08:52:00Z</dcterms:modified>
</cp:coreProperties>
</file>