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0688E" w14:textId="10CB87D5" w:rsidR="00BA56D5" w:rsidRDefault="00576447">
      <w:pPr>
        <w:pStyle w:val="ContactInfo"/>
      </w:pPr>
      <w:r>
        <w:t xml:space="preserve">House no. D-2, Petal Residency, Block 8, Gulistan e </w:t>
      </w:r>
      <w:proofErr w:type="spellStart"/>
      <w:r>
        <w:t>Johar</w:t>
      </w:r>
      <w:proofErr w:type="spellEnd"/>
    </w:p>
    <w:p w14:paraId="1AB7E1C9" w14:textId="6D724D63" w:rsidR="00BA56D5" w:rsidRDefault="00576447">
      <w:pPr>
        <w:pStyle w:val="ContactInfo"/>
      </w:pPr>
      <w:r>
        <w:t>Karachi, 74400</w:t>
      </w:r>
    </w:p>
    <w:p w14:paraId="1B5D9977" w14:textId="651AEB3F" w:rsidR="00BA56D5" w:rsidRDefault="00576447">
      <w:pPr>
        <w:pStyle w:val="ContactInfo"/>
      </w:pPr>
      <w:r>
        <w:t>03352362160</w:t>
      </w:r>
    </w:p>
    <w:p w14:paraId="70D51B9B" w14:textId="7C4601D5" w:rsidR="00BA56D5" w:rsidRDefault="00576447">
      <w:pPr>
        <w:pStyle w:val="ContactInfo"/>
        <w:rPr>
          <w:rStyle w:val="Emphasis"/>
        </w:rPr>
      </w:pPr>
      <w:r>
        <w:rPr>
          <w:rStyle w:val="Emphasis"/>
        </w:rPr>
        <w:t>m.mudassir1998@gmail.com</w:t>
      </w:r>
    </w:p>
    <w:sdt>
      <w:sdtPr>
        <w:alias w:val="Your Name"/>
        <w:tag w:val=""/>
        <w:id w:val="-574512284"/>
        <w:placeholder>
          <w:docPart w:val="5FD05335EC77486989EC237E77B048B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15:appearance w15:val="hidden"/>
        <w:text/>
      </w:sdtPr>
      <w:sdtEndPr/>
      <w:sdtContent>
        <w:p w14:paraId="3A90FE0C" w14:textId="4928CD0F" w:rsidR="00BA56D5" w:rsidRDefault="00576447">
          <w:pPr>
            <w:pStyle w:val="Name"/>
          </w:pPr>
          <w:r>
            <w:t xml:space="preserve">Mohammed Mudassir </w:t>
          </w:r>
        </w:p>
      </w:sdtContent>
    </w:sdt>
    <w:tbl>
      <w:tblPr>
        <w:tblStyle w:val="ResumeTable"/>
        <w:tblW w:w="5000" w:type="pct"/>
        <w:tblLook w:val="04A0" w:firstRow="1" w:lastRow="0" w:firstColumn="1" w:lastColumn="0" w:noHBand="0" w:noVBand="1"/>
        <w:tblCaption w:val="Resume text"/>
        <w:tblDescription w:val="Resume"/>
      </w:tblPr>
      <w:tblGrid>
        <w:gridCol w:w="1778"/>
        <w:gridCol w:w="472"/>
        <w:gridCol w:w="7830"/>
      </w:tblGrid>
      <w:tr w:rsidR="00BA56D5" w14:paraId="122C1439" w14:textId="77777777" w:rsidTr="000766D2">
        <w:tc>
          <w:tcPr>
            <w:tcW w:w="1778" w:type="dxa"/>
            <w:tcBorders>
              <w:bottom w:val="single" w:sz="4" w:space="0" w:color="052F61" w:themeColor="accent1"/>
            </w:tcBorders>
          </w:tcPr>
          <w:p w14:paraId="676EEC32" w14:textId="77777777" w:rsidR="00BA56D5" w:rsidRDefault="008F7017" w:rsidP="00576447">
            <w:pPr>
              <w:pStyle w:val="Heading1"/>
              <w:jc w:val="center"/>
            </w:pPr>
            <w:r>
              <w:t>Objective</w:t>
            </w:r>
          </w:p>
        </w:tc>
        <w:tc>
          <w:tcPr>
            <w:tcW w:w="472" w:type="dxa"/>
            <w:tcBorders>
              <w:bottom w:val="single" w:sz="4" w:space="0" w:color="052F61" w:themeColor="accent1"/>
            </w:tcBorders>
          </w:tcPr>
          <w:p w14:paraId="25683233" w14:textId="77777777" w:rsidR="00BA56D5" w:rsidRDefault="00BA56D5"/>
        </w:tc>
        <w:tc>
          <w:tcPr>
            <w:tcW w:w="7830" w:type="dxa"/>
            <w:tcBorders>
              <w:bottom w:val="single" w:sz="4" w:space="0" w:color="052F61" w:themeColor="accent1"/>
            </w:tcBorders>
          </w:tcPr>
          <w:p w14:paraId="1ACBA956" w14:textId="16FA83A6" w:rsidR="00BA56D5" w:rsidRDefault="00576447" w:rsidP="00576447">
            <w:r>
              <w:t>Seeking an entry-level position to begin my career in a high-level professional environment where I can utilize my background of business studies.</w:t>
            </w:r>
          </w:p>
        </w:tc>
      </w:tr>
      <w:tr w:rsidR="00BA56D5" w14:paraId="0F15D795" w14:textId="77777777" w:rsidTr="000766D2">
        <w:tc>
          <w:tcPr>
            <w:tcW w:w="1778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p w14:paraId="5FA54176" w14:textId="79C5A6BD" w:rsidR="00BA56D5" w:rsidRDefault="00576447" w:rsidP="00576447">
            <w:pPr>
              <w:pStyle w:val="Heading1"/>
              <w:jc w:val="left"/>
            </w:pPr>
            <w:r>
              <w:t xml:space="preserve">      </w:t>
            </w:r>
            <w:r w:rsidR="008F7017">
              <w:t>Skills</w:t>
            </w:r>
          </w:p>
        </w:tc>
        <w:tc>
          <w:tcPr>
            <w:tcW w:w="472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p w14:paraId="61CD34EA" w14:textId="77777777" w:rsidR="00BA56D5" w:rsidRDefault="00BA56D5"/>
        </w:tc>
        <w:tc>
          <w:tcPr>
            <w:tcW w:w="7830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sdt>
            <w:sdtPr>
              <w:id w:val="-1116827610"/>
              <w15:repeatingSection/>
            </w:sdtPr>
            <w:sdtContent>
              <w:sdt>
                <w:sdtPr>
                  <w:id w:val="-2006429974"/>
                  <w:placeholder>
                    <w:docPart w:val="652C08018E4B46B29D0B214EA7531C4C"/>
                  </w:placeholder>
                  <w15:repeatingSectionItem/>
                </w:sdtPr>
                <w:sdtEndPr/>
                <w:sdtContent>
                  <w:p w14:paraId="1873E82D" w14:textId="4D052408" w:rsidR="00BA56D5" w:rsidRDefault="00576447">
                    <w:pPr>
                      <w:pStyle w:val="ResumeText"/>
                    </w:pPr>
                    <w:r>
                      <w:t>Microsoft Office</w:t>
                    </w:r>
                  </w:p>
                </w:sdtContent>
              </w:sdt>
              <w:sdt>
                <w:sdtPr>
                  <w:id w:val="664589972"/>
                  <w:placeholder>
                    <w:docPart w:val="652C08018E4B46B29D0B214EA7531C4C"/>
                  </w:placeholder>
                  <w15:repeatingSectionItem/>
                </w:sdtPr>
                <w:sdtEndPr/>
                <w:sdtContent>
                  <w:p w14:paraId="319EC0CB" w14:textId="1051B7B2" w:rsidR="00BA56D5" w:rsidRDefault="00576447">
                    <w:pPr>
                      <w:pStyle w:val="ResumeText"/>
                    </w:pPr>
                    <w:r>
                      <w:t>Time Management</w:t>
                    </w:r>
                  </w:p>
                </w:sdtContent>
              </w:sdt>
              <w:sdt>
                <w:sdtPr>
                  <w:id w:val="1641603760"/>
                  <w:placeholder>
                    <w:docPart w:val="652C08018E4B46B29D0B214EA7531C4C"/>
                  </w:placeholder>
                  <w15:repeatingSectionItem/>
                </w:sdtPr>
                <w:sdtEndPr/>
                <w:sdtContent>
                  <w:p w14:paraId="3256F94C" w14:textId="4E22196C" w:rsidR="00BA56D5" w:rsidRDefault="00576447">
                    <w:pPr>
                      <w:pStyle w:val="ResumeText"/>
                    </w:pPr>
                    <w:r>
                      <w:t>Adaptability</w:t>
                    </w:r>
                  </w:p>
                </w:sdtContent>
              </w:sdt>
              <w:sdt>
                <w:sdtPr>
                  <w:id w:val="969394295"/>
                  <w:placeholder>
                    <w:docPart w:val="652C08018E4B46B29D0B214EA7531C4C"/>
                  </w:placeholder>
                  <w15:repeatingSectionItem/>
                </w:sdtPr>
                <w:sdtEndPr/>
                <w:sdtContent>
                  <w:p w14:paraId="30FB8764" w14:textId="41E52203" w:rsidR="00576447" w:rsidRDefault="00576447">
                    <w:pPr>
                      <w:pStyle w:val="ResumeText"/>
                    </w:pPr>
                    <w:r>
                      <w:t>Teamwork</w:t>
                    </w:r>
                  </w:p>
                </w:sdtContent>
              </w:sdt>
              <w:sdt>
                <w:sdtPr>
                  <w:id w:val="2030823083"/>
                  <w:placeholder>
                    <w:docPart w:val="33E4A4F2825C4EA0B895E8FB58BDD2FA"/>
                  </w:placeholder>
                  <w15:repeatingSectionItem/>
                </w:sdtPr>
                <w:sdtContent>
                  <w:p w14:paraId="6ABD66AD" w14:textId="1E396DC6" w:rsidR="00576447" w:rsidRDefault="00576447">
                    <w:pPr>
                      <w:pStyle w:val="ResumeText"/>
                    </w:pPr>
                    <w:r>
                      <w:t>Problem solving</w:t>
                    </w:r>
                  </w:p>
                </w:sdtContent>
              </w:sdt>
              <w:sdt>
                <w:sdtPr>
                  <w:id w:val="-30345857"/>
                  <w:placeholder>
                    <w:docPart w:val="FCA1B211EB5D4830983048D6E73D5287"/>
                  </w:placeholder>
                  <w15:repeatingSectionItem/>
                </w:sdtPr>
                <w:sdtContent>
                  <w:p w14:paraId="76348021" w14:textId="6CD8DD21" w:rsidR="00576447" w:rsidRDefault="00576447">
                    <w:pPr>
                      <w:pStyle w:val="ResumeText"/>
                    </w:pPr>
                    <w:r>
                      <w:t>Critical Thinking</w:t>
                    </w:r>
                  </w:p>
                </w:sdtContent>
              </w:sdt>
              <w:sdt>
                <w:sdtPr>
                  <w:id w:val="-1370990010"/>
                  <w:placeholder>
                    <w:docPart w:val="7002436BEAF74F2D86C7B5D0DCD00554"/>
                  </w:placeholder>
                  <w15:repeatingSectionItem/>
                </w:sdtPr>
                <w:sdtContent>
                  <w:p w14:paraId="0414F31D" w14:textId="4C3CBDA0" w:rsidR="00576447" w:rsidRDefault="00576447">
                    <w:pPr>
                      <w:pStyle w:val="ResumeText"/>
                    </w:pPr>
                    <w:r>
                      <w:t>Active Listening</w:t>
                    </w:r>
                  </w:p>
                </w:sdtContent>
              </w:sdt>
              <w:sdt>
                <w:sdtPr>
                  <w:id w:val="1702814632"/>
                  <w:placeholder>
                    <w:docPart w:val="6912304A0A064BBAB85E5162374C91AD"/>
                  </w:placeholder>
                  <w15:repeatingSectionItem/>
                </w:sdtPr>
                <w:sdtContent>
                  <w:p w14:paraId="4DA6B25F" w14:textId="3784C7EB" w:rsidR="00BA56D5" w:rsidRDefault="00576447">
                    <w:pPr>
                      <w:pStyle w:val="ResumeText"/>
                    </w:pPr>
                    <w:r>
                      <w:t>Communication</w:t>
                    </w:r>
                  </w:p>
                </w:sdtContent>
              </w:sdt>
            </w:sdtContent>
          </w:sdt>
        </w:tc>
      </w:tr>
      <w:tr w:rsidR="00BA56D5" w14:paraId="737A6300" w14:textId="77777777" w:rsidTr="000766D2">
        <w:tc>
          <w:tcPr>
            <w:tcW w:w="1778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p w14:paraId="53FC2646" w14:textId="77777777" w:rsidR="00BA56D5" w:rsidRDefault="008F7017">
            <w:pPr>
              <w:pStyle w:val="Heading1"/>
            </w:pPr>
            <w:r>
              <w:t>Work History</w:t>
            </w:r>
          </w:p>
        </w:tc>
        <w:tc>
          <w:tcPr>
            <w:tcW w:w="472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p w14:paraId="0B553FA6" w14:textId="77777777" w:rsidR="00BA56D5" w:rsidRDefault="00BA56D5"/>
        </w:tc>
        <w:tc>
          <w:tcPr>
            <w:tcW w:w="7830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302434271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830493898"/>
                  <w:placeholder>
                    <w:docPart w:val="8B6F518E46B04240893437A16BFC22E0"/>
                  </w:placeholder>
                  <w15:repeatingSectionItem/>
                </w:sdtPr>
                <w:sdtEndPr/>
                <w:sdtContent>
                  <w:p w14:paraId="60776C37" w14:textId="0C6EB112" w:rsidR="00BA56D5" w:rsidRDefault="00870689">
                    <w:pPr>
                      <w:pStyle w:val="Heading2"/>
                    </w:pPr>
                    <w:r>
                      <w:t>Customer Support REpresentative, ARK GLOBAL, KArachi</w:t>
                    </w:r>
                  </w:p>
                  <w:p w14:paraId="607F5A90" w14:textId="3BF8083D" w:rsidR="00BA56D5" w:rsidRDefault="00870689">
                    <w:pPr>
                      <w:pStyle w:val="ResumeText"/>
                    </w:pPr>
                    <w:r>
                      <w:t>May 2020 to Present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1265197789"/>
                  <w:placeholder>
                    <w:docPart w:val="8B6F518E46B04240893437A16BFC22E0"/>
                  </w:placeholder>
                  <w15:repeatingSectionItem/>
                </w:sdtPr>
                <w:sdtEndPr/>
                <w:sdtContent>
                  <w:p w14:paraId="10C22553" w14:textId="456F022D" w:rsidR="00BA56D5" w:rsidRDefault="00870689">
                    <w:pPr>
                      <w:pStyle w:val="Heading2"/>
                    </w:pPr>
                    <w:r>
                      <w:t>Floor Manager, Jaw Breaker, Karachi</w:t>
                    </w:r>
                  </w:p>
                  <w:p w14:paraId="0ACCF25C" w14:textId="340E45E7" w:rsidR="00BA56D5" w:rsidRDefault="00870689" w:rsidP="00870689">
                    <w:pPr>
                      <w:pStyle w:val="ResumeText"/>
                    </w:pPr>
                    <w:r>
                      <w:t>2018 to 2020</w:t>
                    </w:r>
                  </w:p>
                </w:sdtContent>
              </w:sdt>
            </w:sdtContent>
          </w:sdt>
        </w:tc>
      </w:tr>
      <w:tr w:rsidR="00BA56D5" w14:paraId="3358FE16" w14:textId="77777777" w:rsidTr="000766D2">
        <w:tc>
          <w:tcPr>
            <w:tcW w:w="1778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p w14:paraId="3934DDF4" w14:textId="77777777" w:rsidR="00BA56D5" w:rsidRDefault="008F7017" w:rsidP="00576447">
            <w:pPr>
              <w:pStyle w:val="Heading1"/>
              <w:jc w:val="center"/>
            </w:pPr>
            <w:r>
              <w:t>Education</w:t>
            </w:r>
          </w:p>
        </w:tc>
        <w:tc>
          <w:tcPr>
            <w:tcW w:w="472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p w14:paraId="3C33A34C" w14:textId="77777777" w:rsidR="00BA56D5" w:rsidRDefault="00BA56D5"/>
        </w:tc>
        <w:tc>
          <w:tcPr>
            <w:tcW w:w="7830" w:type="dxa"/>
            <w:tcBorders>
              <w:top w:val="single" w:sz="4" w:space="0" w:color="052F61" w:themeColor="accent1"/>
              <w:bottom w:val="single" w:sz="4" w:space="0" w:color="052F61" w:themeColor="accent1"/>
            </w:tcBorders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691765356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126388115"/>
                  <w:placeholder>
                    <w:docPart w:val="8B6F518E46B04240893437A16BFC22E0"/>
                  </w:placeholder>
                  <w15:repeatingSectionItem/>
                </w:sdtPr>
                <w:sdtEndPr/>
                <w:sdtContent>
                  <w:p w14:paraId="240C634B" w14:textId="0A497BDA" w:rsidR="00BA56D5" w:rsidRDefault="00870689" w:rsidP="00870689">
                    <w:pPr>
                      <w:pStyle w:val="Heading2"/>
                      <w:numPr>
                        <w:ilvl w:val="0"/>
                        <w:numId w:val="1"/>
                      </w:numPr>
                    </w:pPr>
                    <w:r>
                      <w:t>Bacherlors in Business administration, Iqra University, 2019-Present</w:t>
                    </w:r>
                  </w:p>
                  <w:p w14:paraId="0A49EF12" w14:textId="70EBB0EE" w:rsidR="00BA56D5" w:rsidRDefault="009017D9"/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82124386"/>
                  <w:placeholder>
                    <w:docPart w:val="08C5792566534B63A6E37FB61A7DEF1C"/>
                  </w:placeholder>
                  <w15:repeatingSectionItem/>
                </w:sdtPr>
                <w:sdtContent>
                  <w:p w14:paraId="683CAC9A" w14:textId="566F44E4" w:rsidR="00870689" w:rsidRDefault="00870689" w:rsidP="00870689">
                    <w:pPr>
                      <w:pStyle w:val="Heading2"/>
                      <w:numPr>
                        <w:ilvl w:val="0"/>
                        <w:numId w:val="1"/>
                      </w:numPr>
                    </w:pPr>
                    <w:r>
                      <w:t>HIgher Secondary Certificate, Guards Public College, 2019</w:t>
                    </w:r>
                  </w:p>
                  <w:p w14:paraId="7AB67DF0" w14:textId="753CD10D" w:rsidR="00870689" w:rsidRDefault="00870689" w:rsidP="005E54C5"/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2023390931"/>
                  <w:placeholder>
                    <w:docPart w:val="8B6F518E46B04240893437A16BFC22E0"/>
                  </w:placeholder>
                  <w15:repeatingSectionItem/>
                </w:sdtPr>
                <w:sdtEndPr/>
                <w:sdtContent>
                  <w:p w14:paraId="51652934" w14:textId="7A971D70" w:rsidR="00BA56D5" w:rsidRDefault="00870689" w:rsidP="00870689">
                    <w:pPr>
                      <w:pStyle w:val="Heading2"/>
                      <w:numPr>
                        <w:ilvl w:val="0"/>
                        <w:numId w:val="1"/>
                      </w:numPr>
                    </w:pPr>
                    <w:r>
                      <w:t>Secondary School Certificate, Guards Public Higher Secondary School, 2015</w:t>
                    </w:r>
                  </w:p>
                  <w:p w14:paraId="30EA9B6A" w14:textId="1D9AE155" w:rsidR="00BA56D5" w:rsidRDefault="009017D9"/>
                </w:sdtContent>
              </w:sdt>
            </w:sdtContent>
          </w:sdt>
        </w:tc>
      </w:tr>
      <w:tr w:rsidR="00BA56D5" w14:paraId="24F056FD" w14:textId="77777777" w:rsidTr="000766D2">
        <w:tc>
          <w:tcPr>
            <w:tcW w:w="1778" w:type="dxa"/>
            <w:tcBorders>
              <w:top w:val="single" w:sz="4" w:space="0" w:color="052F61" w:themeColor="accent1"/>
              <w:bottom w:val="nil"/>
            </w:tcBorders>
          </w:tcPr>
          <w:p w14:paraId="78185DE4" w14:textId="77777777" w:rsidR="00BA56D5" w:rsidRDefault="008F7017">
            <w:pPr>
              <w:pStyle w:val="Heading1"/>
            </w:pPr>
            <w:r>
              <w:t>References</w:t>
            </w:r>
          </w:p>
        </w:tc>
        <w:tc>
          <w:tcPr>
            <w:tcW w:w="472" w:type="dxa"/>
            <w:tcBorders>
              <w:top w:val="single" w:sz="4" w:space="0" w:color="052F61" w:themeColor="accent1"/>
              <w:bottom w:val="nil"/>
            </w:tcBorders>
          </w:tcPr>
          <w:p w14:paraId="59D6F41B" w14:textId="77777777" w:rsidR="00BA56D5" w:rsidRDefault="00BA56D5"/>
        </w:tc>
        <w:tc>
          <w:tcPr>
            <w:tcW w:w="7830" w:type="dxa"/>
            <w:tcBorders>
              <w:top w:val="single" w:sz="4" w:space="0" w:color="052F61" w:themeColor="accent1"/>
              <w:bottom w:val="nil"/>
            </w:tcBorders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1883713024"/>
              <w15:color w:val="C0C0C0"/>
              <w15:repeatingSection/>
            </w:sdtPr>
            <w:sdtEndPr>
              <w:rPr>
                <w:rFonts w:asciiTheme="majorHAnsi" w:eastAsiaTheme="majorEastAsia" w:hAnsiTheme="majorHAnsi" w:cstheme="majorBidi"/>
                <w:b/>
                <w:bCs/>
                <w:caps/>
                <w:color w:val="404040" w:themeColor="text1" w:themeTint="BF"/>
                <w14:ligatures w14:val="standardContextual"/>
              </w:rPr>
            </w:sdtEndPr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368215953"/>
                  <w:placeholder>
                    <w:docPart w:val="8B6F518E46B04240893437A16BFC22E0"/>
                  </w:placeholder>
                  <w15:color w:val="C0C0C0"/>
                  <w15:repeatingSectionItem/>
                </w:sdtPr>
                <w:sdtEndPr>
                  <w:rPr>
                    <w:rFonts w:asciiTheme="majorHAnsi" w:eastAsiaTheme="majorEastAsia" w:hAnsiTheme="majorHAnsi" w:cstheme="majorBidi"/>
                    <w:b/>
                    <w:bCs/>
                    <w:caps/>
                    <w:color w:val="404040" w:themeColor="text1" w:themeTint="BF"/>
                    <w14:ligatures w14:val="standardContextual"/>
                  </w:rPr>
                </w:sdtEndPr>
                <w:sdtContent>
                  <w:p w14:paraId="3B541D2F" w14:textId="256C56A8" w:rsidR="00BA56D5" w:rsidRDefault="00870689" w:rsidP="00870689">
                    <w:pPr>
                      <w:pStyle w:val="Heading2"/>
                    </w:pPr>
                    <w:r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References can be provided upon request.</w:t>
                    </w:r>
                  </w:p>
                </w:sdtContent>
              </w:sdt>
            </w:sdtContent>
          </w:sdt>
        </w:tc>
      </w:tr>
    </w:tbl>
    <w:p w14:paraId="3345E341" w14:textId="77777777" w:rsidR="00BA56D5" w:rsidRDefault="00BA56D5"/>
    <w:sectPr w:rsidR="00BA56D5">
      <w:footerReference w:type="default" r:id="rId11"/>
      <w:pgSz w:w="12240" w:h="15840" w:code="1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7CB52" w14:textId="77777777" w:rsidR="009017D9" w:rsidRDefault="009017D9">
      <w:pPr>
        <w:spacing w:before="0" w:after="0" w:line="240" w:lineRule="auto"/>
      </w:pPr>
      <w:r>
        <w:separator/>
      </w:r>
    </w:p>
  </w:endnote>
  <w:endnote w:type="continuationSeparator" w:id="0">
    <w:p w14:paraId="6FCF1DBF" w14:textId="77777777" w:rsidR="009017D9" w:rsidRDefault="009017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4"/>
      <w:tblW w:w="0" w:type="auto"/>
      <w:tblLook w:val="04A0" w:firstRow="1" w:lastRow="0" w:firstColumn="1" w:lastColumn="0" w:noHBand="0" w:noVBand="1"/>
      <w:tblDescription w:val="Footer table"/>
    </w:tblPr>
    <w:tblGrid>
      <w:gridCol w:w="5031"/>
      <w:gridCol w:w="5049"/>
    </w:tblGrid>
    <w:tr w:rsidR="00BA56D5" w14:paraId="35DC22C8" w14:textId="77777777" w:rsidTr="000766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148" w:type="dxa"/>
        </w:tcPr>
        <w:p w14:paraId="139E2A80" w14:textId="77777777" w:rsidR="00BA56D5" w:rsidRDefault="008F7017">
          <w:pPr>
            <w:pStyle w:val="Footer"/>
          </w:pPr>
          <w:r>
            <w:t xml:space="preserve">Page |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sdt>
        <w:sdtPr>
          <w:alias w:val="Your Name"/>
          <w:tag w:val=""/>
          <w:id w:val="-1352728942"/>
          <w:placeholder>
            <w:docPart w:val="A25DBEF97CCC4575881204F33829596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148" w:type="dxa"/>
            </w:tcPr>
            <w:p w14:paraId="35D1349C" w14:textId="2EFCC5F4" w:rsidR="00BA56D5" w:rsidRDefault="00576447">
              <w:pPr>
                <w:pStyle w:val="Footer"/>
                <w:jc w:val="right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 xml:space="preserve">Mohammed Mudassir </w:t>
              </w:r>
            </w:p>
          </w:tc>
        </w:sdtContent>
      </w:sdt>
    </w:tr>
  </w:tbl>
  <w:p w14:paraId="592F31E4" w14:textId="77777777" w:rsidR="00BA56D5" w:rsidRDefault="00BA56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EFAB5" w14:textId="77777777" w:rsidR="009017D9" w:rsidRDefault="009017D9">
      <w:pPr>
        <w:spacing w:before="0" w:after="0" w:line="240" w:lineRule="auto"/>
      </w:pPr>
      <w:r>
        <w:separator/>
      </w:r>
    </w:p>
  </w:footnote>
  <w:footnote w:type="continuationSeparator" w:id="0">
    <w:p w14:paraId="25A11BA9" w14:textId="77777777" w:rsidR="009017D9" w:rsidRDefault="009017D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F230DC"/>
    <w:multiLevelType w:val="hybridMultilevel"/>
    <w:tmpl w:val="5E66F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47"/>
    <w:rsid w:val="000766D2"/>
    <w:rsid w:val="00576447"/>
    <w:rsid w:val="006C19AC"/>
    <w:rsid w:val="006F0F86"/>
    <w:rsid w:val="00870689"/>
    <w:rsid w:val="008F7017"/>
    <w:rsid w:val="009017D9"/>
    <w:rsid w:val="00BA56D5"/>
    <w:rsid w:val="00D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B64F3"/>
  <w15:chartTrackingRefBased/>
  <w15:docId w15:val="{451292AC-58AD-4453-8449-D555D954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/>
    <w:lsdException w:name="heading 4" w:semiHidden="1" w:uiPriority="18" w:unhideWhenUsed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/>
    <w:lsdException w:name="Date" w:semiHidden="1" w:uiPriority="8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6D2"/>
    <w:rPr>
      <w:kern w:val="20"/>
    </w:rPr>
  </w:style>
  <w:style w:type="paragraph" w:styleId="Heading1">
    <w:name w:val="heading 1"/>
    <w:basedOn w:val="Normal"/>
    <w:next w:val="Normal"/>
    <w:unhideWhenUsed/>
    <w:qFormat/>
    <w:rsid w:val="000766D2"/>
    <w:pPr>
      <w:jc w:val="right"/>
      <w:outlineLvl w:val="0"/>
    </w:pPr>
    <w:rPr>
      <w:rFonts w:asciiTheme="majorHAnsi" w:eastAsiaTheme="majorEastAsia" w:hAnsiTheme="majorHAnsi" w:cstheme="majorBidi"/>
      <w:caps/>
      <w:color w:val="032348" w:themeColor="accent1" w:themeShade="BF"/>
      <w:sz w:val="21"/>
      <w:szCs w:val="21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52F61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52F6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2173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2173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1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1"/>
    <w:rPr>
      <w:kern w:val="20"/>
    </w:rPr>
  </w:style>
  <w:style w:type="paragraph" w:customStyle="1" w:styleId="ResumeText">
    <w:name w:val="Resume Text"/>
    <w:basedOn w:val="Normal"/>
    <w:qFormat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052F61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52F61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21730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21730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tblPr>
      <w:tblBorders>
        <w:insideH w:val="single" w:sz="4" w:space="0" w:color="052F61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052F61" w:themeColor="accent1"/>
        <w:sz w:val="22"/>
      </w:rPr>
    </w:tblStylePr>
    <w:tblStylePr w:type="firstCol">
      <w:rPr>
        <w:b/>
      </w:rPr>
    </w:tblStylePr>
  </w:style>
  <w:style w:type="character" w:styleId="Emphasis">
    <w:name w:val="Emphasis"/>
    <w:basedOn w:val="DefaultParagraphFont"/>
    <w:unhideWhenUsed/>
    <w:qFormat/>
    <w:rsid w:val="000766D2"/>
    <w:rPr>
      <w:color w:val="032348" w:themeColor="accent1" w:themeShade="BF"/>
    </w:rPr>
  </w:style>
  <w:style w:type="paragraph" w:customStyle="1" w:styleId="ContactInfo">
    <w:name w:val="Contact Info"/>
    <w:basedOn w:val="Normal"/>
    <w:qFormat/>
    <w:pPr>
      <w:spacing w:after="0" w:line="240" w:lineRule="auto"/>
      <w:jc w:val="right"/>
    </w:pPr>
    <w:rPr>
      <w:sz w:val="18"/>
      <w:szCs w:val="18"/>
    </w:rPr>
  </w:style>
  <w:style w:type="paragraph" w:customStyle="1" w:styleId="Name">
    <w:name w:val="Name"/>
    <w:basedOn w:val="Normal"/>
    <w:next w:val="Normal"/>
    <w:qFormat/>
    <w:rsid w:val="000766D2"/>
    <w:pPr>
      <w:pBdr>
        <w:top w:val="single" w:sz="4" w:space="4" w:color="032348" w:themeColor="accent1" w:themeShade="BF"/>
        <w:left w:val="single" w:sz="4" w:space="6" w:color="032348" w:themeColor="accent1" w:themeShade="BF"/>
        <w:bottom w:val="single" w:sz="4" w:space="4" w:color="032348" w:themeColor="accent1" w:themeShade="BF"/>
        <w:right w:val="single" w:sz="4" w:space="6" w:color="032348" w:themeColor="accent1" w:themeShade="BF"/>
      </w:pBdr>
      <w:shd w:val="clear" w:color="auto" w:fill="032348" w:themeFill="accent1" w:themeFillShade="BF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table" w:styleId="PlainTable4">
    <w:name w:val="Plain Table 4"/>
    <w:basedOn w:val="TableNormal"/>
    <w:uiPriority w:val="43"/>
    <w:rsid w:val="000766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%20Gallery\AppData\Roaming\Microsoft\Templates\Functional%20resume%20(Simpl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FD05335EC77486989EC237E77B04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A2715-DEC4-48B1-9F9D-495858F0565A}"/>
      </w:docPartPr>
      <w:docPartBody>
        <w:p w:rsidR="00000000" w:rsidRDefault="00B47991">
          <w:pPr>
            <w:pStyle w:val="5FD05335EC77486989EC237E77B048BC"/>
          </w:pPr>
          <w:r>
            <w:rPr>
              <w:rStyle w:val="PlaceholderText"/>
            </w:rPr>
            <w:t>[Author]</w:t>
          </w:r>
        </w:p>
      </w:docPartBody>
    </w:docPart>
    <w:docPart>
      <w:docPartPr>
        <w:name w:val="652C08018E4B46B29D0B214EA7531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938EE-8839-47E0-9E3C-CFF2CC5D6F80}"/>
      </w:docPartPr>
      <w:docPartBody>
        <w:p w:rsidR="00000000" w:rsidRDefault="00B47991">
          <w:pPr>
            <w:pStyle w:val="652C08018E4B46B29D0B214EA7531C4C"/>
          </w:pPr>
          <w:r>
            <w:t>[Professional or technical skills]</w:t>
          </w:r>
        </w:p>
      </w:docPartBody>
    </w:docPart>
    <w:docPart>
      <w:docPartPr>
        <w:name w:val="8B6F518E46B04240893437A16BFC2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0456C-FDDD-4D4E-A1EF-4D2BD6379CB9}"/>
      </w:docPartPr>
      <w:docPartBody>
        <w:p w:rsidR="00000000" w:rsidRDefault="00B47991">
          <w:pPr>
            <w:pStyle w:val="8B6F518E46B04240893437A16BFC22E0"/>
          </w:pPr>
          <w:r>
            <w:rPr>
              <w:rStyle w:val="PlaceholderText"/>
            </w:rPr>
            <w:t>Enter any content that you want to repeat, including other content controls. You can also insert this contr</w:t>
          </w:r>
          <w:r>
            <w:rPr>
              <w:rStyle w:val="PlaceholderText"/>
            </w:rPr>
            <w:t>ol around table rows in order to repeat parts of a table.</w:t>
          </w:r>
        </w:p>
      </w:docPartBody>
    </w:docPart>
    <w:docPart>
      <w:docPartPr>
        <w:name w:val="A25DBEF97CCC4575881204F338295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0A733-4FE6-411F-ACF2-28EDB9BB9351}"/>
      </w:docPartPr>
      <w:docPartBody>
        <w:p w:rsidR="00000000" w:rsidRDefault="00B47991">
          <w:pPr>
            <w:pStyle w:val="A25DBEF97CCC4575881204F338295964"/>
          </w:pPr>
          <w:r>
            <w:t>You might want to include your GPA here and a b</w:t>
          </w:r>
          <w:r>
            <w:t>rief summary of relevant coursework, awards, and honors.</w:t>
          </w:r>
        </w:p>
      </w:docPartBody>
    </w:docPart>
    <w:docPart>
      <w:docPartPr>
        <w:name w:val="33E4A4F2825C4EA0B895E8FB58BDD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1BDA4-A456-4DD8-A815-AA066D5376A0}"/>
      </w:docPartPr>
      <w:docPartBody>
        <w:p w:rsidR="00000000" w:rsidRDefault="00EB472B" w:rsidP="00EB472B">
          <w:pPr>
            <w:pStyle w:val="33E4A4F2825C4EA0B895E8FB58BDD2FA"/>
          </w:pPr>
          <w:r>
            <w:t>[Professional or technical skills]</w:t>
          </w:r>
        </w:p>
      </w:docPartBody>
    </w:docPart>
    <w:docPart>
      <w:docPartPr>
        <w:name w:val="FCA1B211EB5D4830983048D6E73D5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0299D-2F9F-4757-A99B-1A202F04ACB7}"/>
      </w:docPartPr>
      <w:docPartBody>
        <w:p w:rsidR="00000000" w:rsidRDefault="00EB472B" w:rsidP="00EB472B">
          <w:pPr>
            <w:pStyle w:val="FCA1B211EB5D4830983048D6E73D5287"/>
          </w:pPr>
          <w:r>
            <w:t>[Professional or technical skills]</w:t>
          </w:r>
        </w:p>
      </w:docPartBody>
    </w:docPart>
    <w:docPart>
      <w:docPartPr>
        <w:name w:val="7002436BEAF74F2D86C7B5D0DCD00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FDC1F-BE07-4CDA-964E-070A6EFEB34E}"/>
      </w:docPartPr>
      <w:docPartBody>
        <w:p w:rsidR="00000000" w:rsidRDefault="00EB472B" w:rsidP="00EB472B">
          <w:pPr>
            <w:pStyle w:val="7002436BEAF74F2D86C7B5D0DCD00554"/>
          </w:pPr>
          <w:r>
            <w:t>[Professional or technical skills]</w:t>
          </w:r>
        </w:p>
      </w:docPartBody>
    </w:docPart>
    <w:docPart>
      <w:docPartPr>
        <w:name w:val="6912304A0A064BBAB85E5162374C9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51795-4D57-49AF-BF1F-1CE4BF852B5F}"/>
      </w:docPartPr>
      <w:docPartBody>
        <w:p w:rsidR="00000000" w:rsidRDefault="00EB472B" w:rsidP="00EB472B">
          <w:pPr>
            <w:pStyle w:val="6912304A0A064BBAB85E5162374C91AD"/>
          </w:pPr>
          <w:r>
            <w:t>[Professional or technical skills]</w:t>
          </w:r>
        </w:p>
      </w:docPartBody>
    </w:docPart>
    <w:docPart>
      <w:docPartPr>
        <w:name w:val="08C5792566534B63A6E37FB61A7DE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62A55-551C-4981-B476-80FD3588DD99}"/>
      </w:docPartPr>
      <w:docPartBody>
        <w:p w:rsidR="00000000" w:rsidRDefault="00EB472B" w:rsidP="00EB472B">
          <w:pPr>
            <w:pStyle w:val="08C5792566534B63A6E37FB61A7DEF1C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2B"/>
    <w:rsid w:val="00B47991"/>
    <w:rsid w:val="00EB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F932DCB05B43ADA0AC06575FA43F45">
    <w:name w:val="C4F932DCB05B43ADA0AC06575FA43F45"/>
  </w:style>
  <w:style w:type="paragraph" w:customStyle="1" w:styleId="C0A916AA9E0F44F4B0A05A5646264840">
    <w:name w:val="C0A916AA9E0F44F4B0A05A5646264840"/>
  </w:style>
  <w:style w:type="paragraph" w:customStyle="1" w:styleId="91CD10507A9B415FB27E6870A49C8923">
    <w:name w:val="91CD10507A9B415FB27E6870A49C8923"/>
  </w:style>
  <w:style w:type="paragraph" w:customStyle="1" w:styleId="24E045D6FE15490AAE492D46EBD7315D">
    <w:name w:val="24E045D6FE15490AAE492D46EBD7315D"/>
  </w:style>
  <w:style w:type="character" w:styleId="Emphasis">
    <w:name w:val="Emphasis"/>
    <w:basedOn w:val="DefaultParagraphFont"/>
    <w:unhideWhenUsed/>
    <w:qFormat/>
    <w:rPr>
      <w:color w:val="4472C4" w:themeColor="accent1"/>
    </w:rPr>
  </w:style>
  <w:style w:type="paragraph" w:customStyle="1" w:styleId="4805BF5BC74D4B19AEA96ABE064D1298">
    <w:name w:val="4805BF5BC74D4B19AEA96ABE064D1298"/>
  </w:style>
  <w:style w:type="character" w:styleId="PlaceholderText">
    <w:name w:val="Placeholder Text"/>
    <w:basedOn w:val="DefaultParagraphFont"/>
    <w:uiPriority w:val="99"/>
    <w:semiHidden/>
    <w:rsid w:val="00EB472B"/>
    <w:rPr>
      <w:color w:val="808080"/>
    </w:rPr>
  </w:style>
  <w:style w:type="paragraph" w:customStyle="1" w:styleId="5FD05335EC77486989EC237E77B048BC">
    <w:name w:val="5FD05335EC77486989EC237E77B048BC"/>
  </w:style>
  <w:style w:type="paragraph" w:customStyle="1" w:styleId="A6B82C04E851439B8A4835C99048B480">
    <w:name w:val="A6B82C04E851439B8A4835C99048B480"/>
  </w:style>
  <w:style w:type="paragraph" w:customStyle="1" w:styleId="FFF9CE6AB4E544459AAB4ED65BC2B733">
    <w:name w:val="FFF9CE6AB4E544459AAB4ED65BC2B733"/>
  </w:style>
  <w:style w:type="paragraph" w:customStyle="1" w:styleId="AB6739F55BA1429A97DE2CCF059E3EBF">
    <w:name w:val="AB6739F55BA1429A97DE2CCF059E3EBF"/>
  </w:style>
  <w:style w:type="paragraph" w:customStyle="1" w:styleId="1505A703D996487EA4CA9FFD241768C4">
    <w:name w:val="1505A703D996487EA4CA9FFD241768C4"/>
  </w:style>
  <w:style w:type="paragraph" w:customStyle="1" w:styleId="652C08018E4B46B29D0B214EA7531C4C">
    <w:name w:val="652C08018E4B46B29D0B214EA7531C4C"/>
  </w:style>
  <w:style w:type="paragraph" w:customStyle="1" w:styleId="8B6F518E46B04240893437A16BFC22E0">
    <w:name w:val="8B6F518E46B04240893437A16BFC22E0"/>
  </w:style>
  <w:style w:type="paragraph" w:customStyle="1" w:styleId="50E04D9E436F4873A1A9EC1B96D98BDA">
    <w:name w:val="50E04D9E436F4873A1A9EC1B96D98BDA"/>
  </w:style>
  <w:style w:type="paragraph" w:customStyle="1" w:styleId="0AB7EB616DC74D7E84381032A204C435">
    <w:name w:val="0AB7EB616DC74D7E84381032A204C435"/>
  </w:style>
  <w:style w:type="paragraph" w:customStyle="1" w:styleId="0843858C12D643738E3AD6820931962D">
    <w:name w:val="0843858C12D643738E3AD6820931962D"/>
  </w:style>
  <w:style w:type="paragraph" w:customStyle="1" w:styleId="A25DBEF97CCC4575881204F338295964">
    <w:name w:val="A25DBEF97CCC4575881204F338295964"/>
  </w:style>
  <w:style w:type="paragraph" w:customStyle="1" w:styleId="3EF4DE4805AB401485B3C49F9915470A">
    <w:name w:val="3EF4DE4805AB401485B3C49F9915470A"/>
  </w:style>
  <w:style w:type="paragraph" w:customStyle="1" w:styleId="B821BAF13E224B07A1A97BC22645C621">
    <w:name w:val="B821BAF13E224B07A1A97BC22645C621"/>
  </w:style>
  <w:style w:type="paragraph" w:customStyle="1" w:styleId="EA2BF6921871461C823225581C2CA93F">
    <w:name w:val="EA2BF6921871461C823225581C2CA93F"/>
  </w:style>
  <w:style w:type="paragraph" w:customStyle="1" w:styleId="33E4A4F2825C4EA0B895E8FB58BDD2FA">
    <w:name w:val="33E4A4F2825C4EA0B895E8FB58BDD2FA"/>
    <w:rsid w:val="00EB472B"/>
  </w:style>
  <w:style w:type="paragraph" w:customStyle="1" w:styleId="FCA1B211EB5D4830983048D6E73D5287">
    <w:name w:val="FCA1B211EB5D4830983048D6E73D5287"/>
    <w:rsid w:val="00EB472B"/>
  </w:style>
  <w:style w:type="paragraph" w:customStyle="1" w:styleId="7002436BEAF74F2D86C7B5D0DCD00554">
    <w:name w:val="7002436BEAF74F2D86C7B5D0DCD00554"/>
    <w:rsid w:val="00EB472B"/>
  </w:style>
  <w:style w:type="paragraph" w:customStyle="1" w:styleId="6912304A0A064BBAB85E5162374C91AD">
    <w:name w:val="6912304A0A064BBAB85E5162374C91AD"/>
    <w:rsid w:val="00EB472B"/>
  </w:style>
  <w:style w:type="paragraph" w:customStyle="1" w:styleId="08C5792566534B63A6E37FB61A7DEF1C">
    <w:name w:val="08C5792566534B63A6E37FB61A7DEF1C"/>
    <w:rsid w:val="00EB472B"/>
  </w:style>
  <w:style w:type="paragraph" w:customStyle="1" w:styleId="A506F5464838483CB6A12D97032C9B8D">
    <w:name w:val="A506F5464838483CB6A12D97032C9B8D"/>
    <w:rsid w:val="00EB472B"/>
  </w:style>
  <w:style w:type="paragraph" w:customStyle="1" w:styleId="766C9DDA38A34D0D8D435E92ACB81907">
    <w:name w:val="766C9DDA38A34D0D8D435E92ACB81907"/>
    <w:rsid w:val="00EB47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859786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2012-09-24T09:41:03+00:00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1638549</Value>
    </PublishStatusLookup>
    <APAuthor xmlns="4873beb7-5857-4685-be1f-d57550cc96cc">
      <UserInfo>
        <DisplayName/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 xsi:nil="true"/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TP103463018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7452F0-D367-4558-8133-8E9768FD1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734656-281C-4DF1-98DD-1F77AD35F171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14F725E2-5EB5-4963-AD57-B1E2DB38AC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 (Simple design)</Template>
  <TotalTime>18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Mudassir</dc:creator>
  <cp:lastModifiedBy>Duresham</cp:lastModifiedBy>
  <cp:revision>1</cp:revision>
  <dcterms:created xsi:type="dcterms:W3CDTF">2020-07-26T17:59:00Z</dcterms:created>
  <dcterms:modified xsi:type="dcterms:W3CDTF">2020-07-26T18:17:00Z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</Properties>
</file>