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X="-180" w:tblpY="-480"/>
        <w:tblW w:w="1097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780"/>
        <w:gridCol w:w="720"/>
        <w:gridCol w:w="6470"/>
      </w:tblGrid>
      <w:tr w:rsidR="001B2ABD" w14:paraId="13B3A0EF" w14:textId="77777777" w:rsidTr="000C6750">
        <w:trPr>
          <w:trHeight w:val="4410"/>
        </w:trPr>
        <w:tc>
          <w:tcPr>
            <w:tcW w:w="3780" w:type="dxa"/>
            <w:vAlign w:val="bottom"/>
          </w:tcPr>
          <w:p w14:paraId="57825C50" w14:textId="030E4B99" w:rsidR="001B2ABD" w:rsidRDefault="001B2ABD" w:rsidP="000C6750">
            <w:pPr>
              <w:tabs>
                <w:tab w:val="left" w:pos="990"/>
              </w:tabs>
              <w:jc w:val="center"/>
            </w:pPr>
          </w:p>
        </w:tc>
        <w:tc>
          <w:tcPr>
            <w:tcW w:w="720" w:type="dxa"/>
          </w:tcPr>
          <w:p w14:paraId="3F1C4E4A" w14:textId="77777777" w:rsidR="001B2ABD" w:rsidRDefault="001B2ABD" w:rsidP="000C6750">
            <w:pPr>
              <w:tabs>
                <w:tab w:val="left" w:pos="990"/>
              </w:tabs>
            </w:pPr>
          </w:p>
        </w:tc>
        <w:tc>
          <w:tcPr>
            <w:tcW w:w="6470" w:type="dxa"/>
            <w:vAlign w:val="bottom"/>
          </w:tcPr>
          <w:p w14:paraId="3E246D55" w14:textId="23E12071" w:rsidR="001B2ABD" w:rsidRPr="003C4F6B" w:rsidRDefault="00202787" w:rsidP="000C6750">
            <w:pPr>
              <w:pStyle w:val="Title"/>
              <w:rPr>
                <w:sz w:val="56"/>
                <w:szCs w:val="56"/>
              </w:rPr>
            </w:pPr>
            <w:r w:rsidRPr="003C4F6B">
              <w:rPr>
                <w:sz w:val="56"/>
                <w:szCs w:val="56"/>
              </w:rPr>
              <w:t xml:space="preserve">KEHKASHAN </w:t>
            </w:r>
            <w:r w:rsidR="00E24C3B">
              <w:rPr>
                <w:sz w:val="56"/>
                <w:szCs w:val="56"/>
              </w:rPr>
              <w:t>Younus</w:t>
            </w:r>
          </w:p>
          <w:p w14:paraId="27917EA1" w14:textId="0D340104" w:rsidR="00F64CE9" w:rsidRPr="00F64CE9" w:rsidRDefault="00F64CE9" w:rsidP="000C6750">
            <w:r>
              <w:t>SE</w:t>
            </w:r>
            <w:r w:rsidR="00276C70">
              <w:t>N Teacher, Freelance Writer, Storyteller</w:t>
            </w:r>
          </w:p>
        </w:tc>
      </w:tr>
      <w:tr w:rsidR="001B2ABD" w14:paraId="26E0A73C" w14:textId="77777777" w:rsidTr="000C6750">
        <w:tc>
          <w:tcPr>
            <w:tcW w:w="3780" w:type="dxa"/>
          </w:tcPr>
          <w:p w14:paraId="6D31BE5F" w14:textId="29A05B91" w:rsidR="001B2ABD" w:rsidRDefault="00891F96" w:rsidP="003C4F6B">
            <w:pPr>
              <w:pStyle w:val="Heading3"/>
              <w:tabs>
                <w:tab w:val="center" w:pos="1775"/>
              </w:tabs>
            </w:pPr>
            <w:sdt>
              <w:sdtPr>
                <w:id w:val="-1711873194"/>
                <w:placeholder>
                  <w:docPart w:val="AAB542866EA242E3A57474EDAE54BA64"/>
                </w:placeholder>
                <w:temporary/>
                <w:showingPlcHdr/>
                <w15:appearance w15:val="hidden"/>
              </w:sdtPr>
              <w:sdtEndPr/>
              <w:sdtContent>
                <w:r w:rsidR="00036450" w:rsidRPr="00D5459D">
                  <w:t>Profile</w:t>
                </w:r>
              </w:sdtContent>
            </w:sdt>
            <w:r w:rsidR="003C4F6B">
              <w:tab/>
            </w:r>
          </w:p>
          <w:p w14:paraId="07E59C53" w14:textId="77777777" w:rsidR="003C4F6B" w:rsidRPr="003C4F6B" w:rsidRDefault="003C4F6B" w:rsidP="003C4F6B"/>
          <w:p w14:paraId="064804C2" w14:textId="2FE4958F" w:rsidR="00036450" w:rsidRDefault="00D6437B" w:rsidP="000C6750">
            <w:r>
              <w:t xml:space="preserve">A </w:t>
            </w:r>
            <w:r w:rsidR="009841CC">
              <w:t xml:space="preserve">Seasoned professional blogger </w:t>
            </w:r>
            <w:r w:rsidR="00CA717B">
              <w:t xml:space="preserve">and </w:t>
            </w:r>
            <w:r w:rsidR="009841CC">
              <w:t>avid learner with key focus on</w:t>
            </w:r>
            <w:r>
              <w:t xml:space="preserve"> </w:t>
            </w:r>
            <w:r w:rsidR="009841CC">
              <w:t>human behavior and personal development. Looking for</w:t>
            </w:r>
            <w:r w:rsidR="005968F0">
              <w:t xml:space="preserve"> teaching opportunities with key objective of psychological and human development of young generation </w:t>
            </w:r>
            <w:r w:rsidR="00CA717B">
              <w:t>and society as a whole.</w:t>
            </w:r>
          </w:p>
          <w:sdt>
            <w:sdtPr>
              <w:id w:val="-1954003311"/>
              <w:placeholder>
                <w:docPart w:val="DF7F9C71491742F2AE70E2F6CBC8C922"/>
              </w:placeholder>
              <w:temporary/>
              <w:showingPlcHdr/>
              <w15:appearance w15:val="hidden"/>
            </w:sdtPr>
            <w:sdtEndPr/>
            <w:sdtContent>
              <w:p w14:paraId="13EB3024" w14:textId="77777777" w:rsidR="00036450" w:rsidRPr="00CB0055" w:rsidRDefault="00CB0055" w:rsidP="000C6750">
                <w:pPr>
                  <w:pStyle w:val="Heading3"/>
                </w:pPr>
                <w:r w:rsidRPr="00CB0055">
                  <w:t>Contact</w:t>
                </w:r>
              </w:p>
            </w:sdtContent>
          </w:sdt>
          <w:sdt>
            <w:sdtPr>
              <w:id w:val="1111563247"/>
              <w:placeholder>
                <w:docPart w:val="F05C090F8CB5460996782C3436358E95"/>
              </w:placeholder>
              <w:temporary/>
              <w:showingPlcHdr/>
              <w15:appearance w15:val="hidden"/>
            </w:sdtPr>
            <w:sdtEndPr/>
            <w:sdtContent>
              <w:p w14:paraId="40A28841" w14:textId="77777777" w:rsidR="004D3011" w:rsidRDefault="004D3011" w:rsidP="000C6750">
                <w:r w:rsidRPr="004D3011">
                  <w:t>PHONE:</w:t>
                </w:r>
              </w:p>
            </w:sdtContent>
          </w:sdt>
          <w:p w14:paraId="365201C7" w14:textId="5F39B9A3" w:rsidR="004D3011" w:rsidRDefault="00D6437B" w:rsidP="000C6750">
            <w:r>
              <w:t>+92 332 3807855</w:t>
            </w:r>
          </w:p>
          <w:p w14:paraId="031AF2CF" w14:textId="77777777" w:rsidR="004D3011" w:rsidRPr="004D3011" w:rsidRDefault="004D3011" w:rsidP="000C6750"/>
          <w:sdt>
            <w:sdtPr>
              <w:id w:val="67859272"/>
              <w:placeholder>
                <w:docPart w:val="837767A344D84DB7AFD67AD1306A1328"/>
              </w:placeholder>
              <w:temporary/>
              <w:showingPlcHdr/>
              <w15:appearance w15:val="hidden"/>
            </w:sdtPr>
            <w:sdtEndPr/>
            <w:sdtContent>
              <w:p w14:paraId="3BE19590" w14:textId="77777777" w:rsidR="004D3011" w:rsidRDefault="004D3011" w:rsidP="000C6750">
                <w:r w:rsidRPr="004D3011">
                  <w:t>WEBSITE:</w:t>
                </w:r>
              </w:p>
            </w:sdtContent>
          </w:sdt>
          <w:p w14:paraId="58338F27" w14:textId="5680AC15" w:rsidR="004D3011" w:rsidRDefault="00D6437B" w:rsidP="000C6750">
            <w:r>
              <w:t>www.thisiitsallaboutlife.wordpress.com</w:t>
            </w:r>
          </w:p>
          <w:p w14:paraId="4D07B3D8" w14:textId="77777777" w:rsidR="004D3011" w:rsidRDefault="004D3011" w:rsidP="000C6750"/>
          <w:sdt>
            <w:sdtPr>
              <w:id w:val="-240260293"/>
              <w:placeholder>
                <w:docPart w:val="54D356E4F4724CD6864E6B503B76B40E"/>
              </w:placeholder>
              <w:temporary/>
              <w:showingPlcHdr/>
              <w15:appearance w15:val="hidden"/>
            </w:sdtPr>
            <w:sdtEndPr/>
            <w:sdtContent>
              <w:p w14:paraId="3B8B35CB" w14:textId="77777777" w:rsidR="004D3011" w:rsidRDefault="004D3011" w:rsidP="000C6750">
                <w:r w:rsidRPr="004D3011">
                  <w:t>EMAIL:</w:t>
                </w:r>
              </w:p>
            </w:sdtContent>
          </w:sdt>
          <w:p w14:paraId="669B7BCB" w14:textId="598A9C65" w:rsidR="00036450" w:rsidRPr="00E4381A" w:rsidRDefault="00D6437B" w:rsidP="000C6750">
            <w:pPr>
              <w:rPr>
                <w:rStyle w:val="Hyperlink"/>
              </w:rPr>
            </w:pPr>
            <w:r>
              <w:t>Kehkashanyounus11@gmail.com</w:t>
            </w:r>
          </w:p>
          <w:sdt>
            <w:sdtPr>
              <w:id w:val="-1444214663"/>
              <w:placeholder>
                <w:docPart w:val="C7490DDC426E4254A591934460004C4C"/>
              </w:placeholder>
              <w:temporary/>
              <w:showingPlcHdr/>
              <w15:appearance w15:val="hidden"/>
            </w:sdtPr>
            <w:sdtEndPr/>
            <w:sdtContent>
              <w:p w14:paraId="75E90CC9" w14:textId="77777777" w:rsidR="004D3011" w:rsidRPr="00CB0055" w:rsidRDefault="00CB0055" w:rsidP="000C6750">
                <w:pPr>
                  <w:pStyle w:val="Heading3"/>
                </w:pPr>
                <w:r w:rsidRPr="00CB0055">
                  <w:t>Hobbies</w:t>
                </w:r>
              </w:p>
            </w:sdtContent>
          </w:sdt>
          <w:p w14:paraId="089C6665" w14:textId="0E77ACAF" w:rsidR="004D3011" w:rsidRDefault="00D6437B" w:rsidP="000C6750">
            <w:r>
              <w:t xml:space="preserve">Reading </w:t>
            </w:r>
          </w:p>
          <w:p w14:paraId="6EDEA70E" w14:textId="6EBBA484" w:rsidR="00D6437B" w:rsidRDefault="00D6437B" w:rsidP="000C6750">
            <w:r>
              <w:t>Writing fiction</w:t>
            </w:r>
          </w:p>
          <w:p w14:paraId="6BBD43E4" w14:textId="44444E4C" w:rsidR="004D3011" w:rsidRDefault="00D6437B" w:rsidP="000C6750">
            <w:r>
              <w:t>Poetry</w:t>
            </w:r>
          </w:p>
          <w:p w14:paraId="0B7C8777" w14:textId="43658924" w:rsidR="00733009" w:rsidRDefault="00733009" w:rsidP="000C6750"/>
          <w:p w14:paraId="294B0AAA" w14:textId="3EE4D467" w:rsidR="00733009" w:rsidRDefault="00733009" w:rsidP="000C6750"/>
          <w:p w14:paraId="6BB5598B" w14:textId="3427C0D5" w:rsidR="00733009" w:rsidRPr="00733009" w:rsidRDefault="00733009" w:rsidP="000C6750">
            <w:pPr>
              <w:rPr>
                <w:b/>
                <w:bCs/>
                <w:color w:val="548AB7" w:themeColor="accent1" w:themeShade="BF"/>
                <w:sz w:val="22"/>
              </w:rPr>
            </w:pPr>
            <w:r w:rsidRPr="00733009">
              <w:rPr>
                <w:b/>
                <w:bCs/>
                <w:color w:val="548AB7" w:themeColor="accent1" w:themeShade="BF"/>
                <w:sz w:val="22"/>
              </w:rPr>
              <w:t>SKILLS</w:t>
            </w:r>
          </w:p>
          <w:p w14:paraId="558A3519" w14:textId="77777777" w:rsidR="00733009" w:rsidRDefault="00733009" w:rsidP="00733009"/>
          <w:p w14:paraId="5202AFC9" w14:textId="2654AE6C" w:rsidR="00733009" w:rsidRDefault="00733009" w:rsidP="00733009">
            <w:pPr>
              <w:rPr>
                <w:noProof/>
                <w:color w:val="000000" w:themeColor="text1"/>
              </w:rPr>
            </w:pPr>
            <w:r>
              <w:t xml:space="preserve">- </w:t>
            </w:r>
            <w:r>
              <w:rPr>
                <w:noProof/>
                <w:color w:val="000000" w:themeColor="text1"/>
              </w:rPr>
              <w:t xml:space="preserve">Adaptability        </w:t>
            </w:r>
          </w:p>
          <w:p w14:paraId="3DCEA3C7" w14:textId="00F1A990" w:rsidR="00733009" w:rsidRDefault="00733009" w:rsidP="00733009">
            <w:pPr>
              <w:rPr>
                <w:noProof/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- Self-motivation</w:t>
            </w:r>
          </w:p>
          <w:p w14:paraId="077F95A6" w14:textId="77777777" w:rsidR="00733009" w:rsidRDefault="00733009" w:rsidP="00733009">
            <w:pPr>
              <w:rPr>
                <w:noProof/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 xml:space="preserve">-Team work           </w:t>
            </w:r>
          </w:p>
          <w:p w14:paraId="42C5EAD4" w14:textId="6F5ABFDE" w:rsidR="00733009" w:rsidRDefault="00733009" w:rsidP="00733009">
            <w:r>
              <w:rPr>
                <w:noProof/>
                <w:color w:val="000000" w:themeColor="text1"/>
              </w:rPr>
              <w:t>- Sign language</w:t>
            </w:r>
          </w:p>
          <w:p w14:paraId="7465C531" w14:textId="7F4ACBA1" w:rsidR="00733009" w:rsidRDefault="00733009" w:rsidP="000C6750"/>
          <w:p w14:paraId="7372CFCE" w14:textId="77777777" w:rsidR="00733009" w:rsidRDefault="00733009" w:rsidP="000C6750"/>
          <w:p w14:paraId="56E27D3C" w14:textId="700ACC12" w:rsidR="004D3011" w:rsidRPr="004D3011" w:rsidRDefault="004D3011" w:rsidP="000C6750"/>
        </w:tc>
        <w:tc>
          <w:tcPr>
            <w:tcW w:w="720" w:type="dxa"/>
          </w:tcPr>
          <w:p w14:paraId="49EB46EE" w14:textId="77777777" w:rsidR="001B2ABD" w:rsidRDefault="001B2ABD" w:rsidP="000C6750">
            <w:pPr>
              <w:tabs>
                <w:tab w:val="left" w:pos="990"/>
              </w:tabs>
            </w:pPr>
          </w:p>
        </w:tc>
        <w:tc>
          <w:tcPr>
            <w:tcW w:w="6470" w:type="dxa"/>
          </w:tcPr>
          <w:p w14:paraId="42FD918D" w14:textId="12A4AE29" w:rsidR="00B44560" w:rsidRPr="00276C70" w:rsidRDefault="009841CC" w:rsidP="000C6750">
            <w:pPr>
              <w:pStyle w:val="Heading2"/>
              <w:rPr>
                <w:color w:val="548AB7" w:themeColor="accent1" w:themeShade="BF"/>
              </w:rPr>
            </w:pPr>
            <w:r w:rsidRPr="00276C70">
              <w:rPr>
                <w:color w:val="548AB7" w:themeColor="accent1" w:themeShade="BF"/>
              </w:rPr>
              <w:t>EDUCATION</w:t>
            </w:r>
          </w:p>
          <w:p w14:paraId="5C0F108D" w14:textId="6E0DE52D" w:rsidR="00274C36" w:rsidRPr="00E158AB" w:rsidRDefault="00274C36" w:rsidP="00E158AB">
            <w:pPr>
              <w:pStyle w:val="Heading4"/>
              <w:rPr>
                <w:rFonts w:ascii="Arial" w:hAnsi="Arial" w:cs="Arial"/>
              </w:rPr>
            </w:pPr>
          </w:p>
          <w:p w14:paraId="76EFBCF2" w14:textId="77777777" w:rsidR="00ED6FD7" w:rsidRPr="00C44333" w:rsidRDefault="00ED6FD7" w:rsidP="000C6750"/>
          <w:p w14:paraId="25FA62AC" w14:textId="38959405" w:rsidR="00036450" w:rsidRPr="003C4F6B" w:rsidRDefault="00202787" w:rsidP="000C6750">
            <w:pPr>
              <w:pStyle w:val="Heading4"/>
              <w:rPr>
                <w:rFonts w:ascii="Arial" w:hAnsi="Arial" w:cs="Arial"/>
              </w:rPr>
            </w:pPr>
            <w:r w:rsidRPr="003C4F6B">
              <w:rPr>
                <w:rFonts w:ascii="Arial" w:hAnsi="Arial" w:cs="Arial"/>
              </w:rPr>
              <w:t>V</w:t>
            </w:r>
            <w:r w:rsidR="00276C70" w:rsidRPr="003C4F6B">
              <w:rPr>
                <w:rFonts w:ascii="Arial" w:hAnsi="Arial" w:cs="Arial"/>
              </w:rPr>
              <w:t>irtual University of Pakistan</w:t>
            </w:r>
          </w:p>
          <w:p w14:paraId="7B0C53C4" w14:textId="6353C606" w:rsidR="004D3011" w:rsidRDefault="00C658D5" w:rsidP="000C6750">
            <w:pPr>
              <w:pStyle w:val="Date"/>
            </w:pPr>
            <w:r>
              <w:t xml:space="preserve">Post Graduate Diploma </w:t>
            </w:r>
            <w:r w:rsidR="00202787">
              <w:t>(</w:t>
            </w:r>
            <w:r w:rsidR="00D2168E">
              <w:t>Applied Psychology)</w:t>
            </w:r>
          </w:p>
          <w:p w14:paraId="1D68B162" w14:textId="5469BB9E" w:rsidR="007B6854" w:rsidRDefault="007B6854" w:rsidP="000C6750"/>
          <w:p w14:paraId="774F6D05" w14:textId="2E37E57B" w:rsidR="007B6854" w:rsidRPr="003C4F6B" w:rsidRDefault="007B6854" w:rsidP="000C6750">
            <w:pPr>
              <w:rPr>
                <w:rFonts w:ascii="Arial" w:hAnsi="Arial" w:cs="Arial"/>
                <w:b/>
                <w:bCs/>
              </w:rPr>
            </w:pPr>
            <w:r w:rsidRPr="003C4F6B">
              <w:rPr>
                <w:rFonts w:ascii="Arial" w:hAnsi="Arial" w:cs="Arial"/>
                <w:b/>
                <w:bCs/>
              </w:rPr>
              <w:t>O</w:t>
            </w:r>
            <w:r w:rsidR="00276C70" w:rsidRPr="003C4F6B">
              <w:rPr>
                <w:rFonts w:ascii="Arial" w:hAnsi="Arial" w:cs="Arial"/>
                <w:b/>
                <w:bCs/>
              </w:rPr>
              <w:t xml:space="preserve">ne Education </w:t>
            </w:r>
            <w:r w:rsidR="00D66796" w:rsidRPr="003C4F6B">
              <w:rPr>
                <w:rFonts w:ascii="Arial" w:hAnsi="Arial" w:cs="Arial"/>
                <w:b/>
                <w:bCs/>
              </w:rPr>
              <w:t>(CPD C</w:t>
            </w:r>
            <w:r w:rsidR="00276C70" w:rsidRPr="003C4F6B">
              <w:rPr>
                <w:rFonts w:ascii="Arial" w:hAnsi="Arial" w:cs="Arial"/>
                <w:b/>
                <w:bCs/>
              </w:rPr>
              <w:t>ertified</w:t>
            </w:r>
            <w:r w:rsidR="00D66796" w:rsidRPr="003C4F6B">
              <w:rPr>
                <w:rFonts w:ascii="Arial" w:hAnsi="Arial" w:cs="Arial"/>
                <w:b/>
                <w:bCs/>
              </w:rPr>
              <w:t xml:space="preserve"> -UK)</w:t>
            </w:r>
          </w:p>
          <w:p w14:paraId="38E66C57" w14:textId="083FE9F7" w:rsidR="007B6854" w:rsidRDefault="003149C4" w:rsidP="000C6750">
            <w:r>
              <w:t>Early Years Teacher and Child Course</w:t>
            </w:r>
          </w:p>
          <w:p w14:paraId="16FF5970" w14:textId="5F73D889" w:rsidR="003149C4" w:rsidRPr="003149C4" w:rsidRDefault="00D66796" w:rsidP="000C6750">
            <w:r>
              <w:t>(Assistant Teacher Training)</w:t>
            </w:r>
          </w:p>
          <w:p w14:paraId="6FBCDDB8" w14:textId="1BD3E6B7" w:rsidR="00153819" w:rsidRDefault="00153819" w:rsidP="000C6750"/>
          <w:p w14:paraId="2B46B753" w14:textId="1D0E25AD" w:rsidR="002155F0" w:rsidRPr="003C4F6B" w:rsidRDefault="002155F0" w:rsidP="000C6750">
            <w:pPr>
              <w:rPr>
                <w:rFonts w:ascii="Arial" w:hAnsi="Arial" w:cs="Arial"/>
                <w:b/>
                <w:bCs/>
              </w:rPr>
            </w:pPr>
            <w:r w:rsidRPr="003C4F6B">
              <w:rPr>
                <w:rFonts w:ascii="Arial" w:hAnsi="Arial" w:cs="Arial"/>
                <w:b/>
                <w:bCs/>
              </w:rPr>
              <w:t>H</w:t>
            </w:r>
            <w:r w:rsidR="00276C70" w:rsidRPr="003C4F6B">
              <w:rPr>
                <w:rFonts w:ascii="Arial" w:hAnsi="Arial" w:cs="Arial"/>
                <w:b/>
                <w:bCs/>
              </w:rPr>
              <w:t>arvard</w:t>
            </w:r>
            <w:r w:rsidRPr="003C4F6B">
              <w:rPr>
                <w:rFonts w:ascii="Arial" w:hAnsi="Arial" w:cs="Arial"/>
              </w:rPr>
              <w:t xml:space="preserve"> </w:t>
            </w:r>
            <w:r w:rsidR="00BF0ECA" w:rsidRPr="003C4F6B">
              <w:rPr>
                <w:rFonts w:ascii="Arial" w:hAnsi="Arial" w:cs="Arial"/>
                <w:b/>
                <w:bCs/>
              </w:rPr>
              <w:t>X</w:t>
            </w:r>
          </w:p>
          <w:p w14:paraId="4930B0CA" w14:textId="17ED3E1B" w:rsidR="00153819" w:rsidRDefault="00473C17" w:rsidP="000C6750">
            <w:r>
              <w:t>Certified course</w:t>
            </w:r>
            <w:r w:rsidR="00153819">
              <w:t xml:space="preserve"> (I</w:t>
            </w:r>
            <w:r>
              <w:t xml:space="preserve">ntroduction to </w:t>
            </w:r>
            <w:r w:rsidR="00153819">
              <w:t>D</w:t>
            </w:r>
            <w:r>
              <w:t xml:space="preserve">ata Wise: </w:t>
            </w:r>
            <w:r w:rsidR="00153819">
              <w:t xml:space="preserve">A </w:t>
            </w:r>
            <w:r w:rsidR="003705CD">
              <w:t>Collaborative</w:t>
            </w:r>
            <w:r w:rsidR="00153819">
              <w:t xml:space="preserve"> </w:t>
            </w:r>
            <w:r w:rsidR="00A0697D">
              <w:t>process towards</w:t>
            </w:r>
            <w:r w:rsidR="00153819">
              <w:t xml:space="preserve"> </w:t>
            </w:r>
            <w:r w:rsidR="00A0697D">
              <w:t>Learning</w:t>
            </w:r>
            <w:r w:rsidR="00153819">
              <w:t xml:space="preserve"> </w:t>
            </w:r>
            <w:r>
              <w:t>and</w:t>
            </w:r>
            <w:r w:rsidR="00153819">
              <w:t xml:space="preserve"> </w:t>
            </w:r>
            <w:r>
              <w:t>Teaching)</w:t>
            </w:r>
          </w:p>
          <w:p w14:paraId="22F6740D" w14:textId="77777777" w:rsidR="00036450" w:rsidRDefault="00036450" w:rsidP="000C6750"/>
          <w:p w14:paraId="10D94510" w14:textId="55A7E863" w:rsidR="00036450" w:rsidRPr="003C4F6B" w:rsidRDefault="00202787" w:rsidP="000C6750">
            <w:pPr>
              <w:pStyle w:val="Heading4"/>
              <w:rPr>
                <w:rFonts w:ascii="Arial" w:hAnsi="Arial" w:cs="Arial"/>
                <w:color w:val="000000" w:themeColor="text1"/>
              </w:rPr>
            </w:pPr>
            <w:r w:rsidRPr="003C4F6B">
              <w:rPr>
                <w:rFonts w:ascii="Arial" w:hAnsi="Arial" w:cs="Arial"/>
                <w:color w:val="000000" w:themeColor="text1"/>
              </w:rPr>
              <w:t>U</w:t>
            </w:r>
            <w:r w:rsidR="00276C70" w:rsidRPr="003C4F6B">
              <w:rPr>
                <w:rFonts w:ascii="Arial" w:hAnsi="Arial" w:cs="Arial"/>
                <w:color w:val="000000" w:themeColor="text1"/>
              </w:rPr>
              <w:t>niversity of Karachi</w:t>
            </w:r>
          </w:p>
          <w:p w14:paraId="7D2A36FF" w14:textId="6DE7292D" w:rsidR="003E3F9F" w:rsidRDefault="003705CD" w:rsidP="000C6750">
            <w:r>
              <w:t>Bachelors in Arts</w:t>
            </w:r>
            <w:r w:rsidR="00202787">
              <w:t xml:space="preserve"> (P</w:t>
            </w:r>
            <w:r w:rsidR="000F098A">
              <w:t>hilosophy</w:t>
            </w:r>
            <w:r w:rsidR="00202787">
              <w:t xml:space="preserve">- </w:t>
            </w:r>
            <w:r w:rsidR="000F098A">
              <w:t>Political Science-</w:t>
            </w:r>
            <w:r w:rsidR="00202787">
              <w:t xml:space="preserve"> </w:t>
            </w:r>
            <w:r w:rsidR="000F098A">
              <w:t>General History)</w:t>
            </w:r>
          </w:p>
          <w:p w14:paraId="582385E1" w14:textId="65D3DD2E" w:rsidR="009841CC" w:rsidRDefault="009841CC" w:rsidP="000C6750"/>
          <w:p w14:paraId="0BD922C1" w14:textId="77777777" w:rsidR="009841CC" w:rsidRDefault="009841CC" w:rsidP="000C6750"/>
          <w:p w14:paraId="45A36B43" w14:textId="24D60C0E" w:rsidR="002E53BC" w:rsidRDefault="0083162E" w:rsidP="000C6750">
            <w:pPr>
              <w:rPr>
                <w:b/>
                <w:bCs/>
                <w:color w:val="548AB7" w:themeColor="accent1" w:themeShade="BF"/>
                <w:sz w:val="22"/>
                <w:u w:val="single"/>
              </w:rPr>
            </w:pPr>
            <w:r w:rsidRPr="00276C70">
              <w:rPr>
                <w:b/>
                <w:bCs/>
                <w:color w:val="548AB7" w:themeColor="accent1" w:themeShade="BF"/>
                <w:sz w:val="22"/>
                <w:u w:val="single"/>
              </w:rPr>
              <w:t>EXPERIENCE</w:t>
            </w:r>
          </w:p>
          <w:p w14:paraId="0E6B26B1" w14:textId="6EAA7449" w:rsidR="00AC43A7" w:rsidRPr="00276C70" w:rsidRDefault="00AC43A7" w:rsidP="000C6750">
            <w:pPr>
              <w:rPr>
                <w:b/>
                <w:bCs/>
                <w:color w:val="548AB7" w:themeColor="accent1" w:themeShade="BF"/>
                <w:sz w:val="22"/>
                <w:u w:val="single"/>
              </w:rPr>
            </w:pPr>
          </w:p>
          <w:p w14:paraId="51D681F4" w14:textId="77777777" w:rsidR="003E3F9F" w:rsidRDefault="003E3F9F" w:rsidP="000C6750"/>
          <w:p w14:paraId="4E78EF2E" w14:textId="4E859DD3" w:rsidR="00BC4638" w:rsidRDefault="00BC4638" w:rsidP="00733009">
            <w:pPr>
              <w:tabs>
                <w:tab w:val="left" w:pos="4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Marcus Evans</w:t>
            </w:r>
          </w:p>
          <w:p w14:paraId="77049485" w14:textId="29F29F38" w:rsidR="00BC4638" w:rsidRDefault="00BC4638" w:rsidP="00733009">
            <w:pPr>
              <w:tabs>
                <w:tab w:val="left" w:pos="4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Sales Executive (Pan European Markets)</w:t>
            </w:r>
          </w:p>
          <w:p w14:paraId="5BD2F425" w14:textId="65FE92F7" w:rsidR="005379BA" w:rsidRPr="00BC4638" w:rsidRDefault="005379BA" w:rsidP="00733009">
            <w:pPr>
              <w:tabs>
                <w:tab w:val="left" w:pos="4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June 2021- Present</w:t>
            </w:r>
          </w:p>
          <w:p w14:paraId="1090E020" w14:textId="77777777" w:rsidR="00BC4638" w:rsidRDefault="00BC4638" w:rsidP="00733009">
            <w:pPr>
              <w:tabs>
                <w:tab w:val="left" w:pos="4080"/>
              </w:tabs>
              <w:rPr>
                <w:rFonts w:ascii="Arial" w:hAnsi="Arial" w:cs="Arial"/>
                <w:b/>
                <w:bCs/>
              </w:rPr>
            </w:pPr>
          </w:p>
          <w:p w14:paraId="1F128961" w14:textId="77777777" w:rsidR="00BC4638" w:rsidRDefault="00BC4638" w:rsidP="00733009">
            <w:pPr>
              <w:tabs>
                <w:tab w:val="left" w:pos="4080"/>
              </w:tabs>
              <w:rPr>
                <w:rFonts w:ascii="Arial" w:hAnsi="Arial" w:cs="Arial"/>
                <w:b/>
                <w:bCs/>
              </w:rPr>
            </w:pPr>
          </w:p>
          <w:p w14:paraId="0B54D36F" w14:textId="20F2D643" w:rsidR="00F16DB5" w:rsidRPr="003C4F6B" w:rsidRDefault="00276C70" w:rsidP="00733009">
            <w:pPr>
              <w:tabs>
                <w:tab w:val="left" w:pos="4080"/>
              </w:tabs>
              <w:rPr>
                <w:rFonts w:ascii="Arial" w:hAnsi="Arial" w:cs="Arial"/>
              </w:rPr>
            </w:pPr>
            <w:r w:rsidRPr="003C4F6B">
              <w:rPr>
                <w:rFonts w:ascii="Arial" w:hAnsi="Arial" w:cs="Arial"/>
                <w:b/>
                <w:bCs/>
              </w:rPr>
              <w:t>Ibex Global (TRG World)</w:t>
            </w:r>
            <w:r w:rsidR="00733009" w:rsidRPr="003C4F6B">
              <w:rPr>
                <w:rFonts w:ascii="Arial" w:hAnsi="Arial" w:cs="Arial"/>
                <w:b/>
                <w:bCs/>
              </w:rPr>
              <w:tab/>
            </w:r>
          </w:p>
          <w:p w14:paraId="5EF51670" w14:textId="1B04AE91" w:rsidR="00D167E6" w:rsidRDefault="006B11DC" w:rsidP="000C6750">
            <w:r>
              <w:t>Customer Support Executive (</w:t>
            </w:r>
            <w:r w:rsidR="00DD4301">
              <w:t>food</w:t>
            </w:r>
            <w:r w:rsidR="00C823D7">
              <w:t>p</w:t>
            </w:r>
            <w:r w:rsidR="00DD4301">
              <w:t>anda</w:t>
            </w:r>
            <w:r>
              <w:t xml:space="preserve"> </w:t>
            </w:r>
            <w:r w:rsidR="004D4C74">
              <w:t>APAC)</w:t>
            </w:r>
          </w:p>
          <w:p w14:paraId="449A79F9" w14:textId="0F00980E" w:rsidR="004D4C74" w:rsidRPr="00D167E6" w:rsidRDefault="004D4C74" w:rsidP="000C6750">
            <w:r>
              <w:t>November 2020-</w:t>
            </w:r>
            <w:r w:rsidR="00AC43A7">
              <w:t xml:space="preserve"> June 2021</w:t>
            </w:r>
          </w:p>
          <w:p w14:paraId="3F79512D" w14:textId="77777777" w:rsidR="00F16DB5" w:rsidRDefault="00F16DB5" w:rsidP="000C6750">
            <w:pPr>
              <w:pStyle w:val="Date"/>
              <w:rPr>
                <w:b/>
                <w:bCs/>
              </w:rPr>
            </w:pPr>
          </w:p>
          <w:p w14:paraId="47CC4E16" w14:textId="09392803" w:rsidR="00036450" w:rsidRPr="003C4F6B" w:rsidRDefault="00F16DB5" w:rsidP="000C6750">
            <w:pPr>
              <w:pStyle w:val="Date"/>
              <w:rPr>
                <w:rFonts w:ascii="Arial" w:hAnsi="Arial" w:cs="Arial"/>
                <w:b/>
                <w:bCs/>
              </w:rPr>
            </w:pPr>
            <w:r w:rsidRPr="003C4F6B">
              <w:rPr>
                <w:rFonts w:ascii="Arial" w:hAnsi="Arial" w:cs="Arial"/>
                <w:b/>
                <w:bCs/>
              </w:rPr>
              <w:t>I</w:t>
            </w:r>
            <w:r w:rsidR="00202787" w:rsidRPr="003C4F6B">
              <w:rPr>
                <w:rFonts w:ascii="Arial" w:hAnsi="Arial" w:cs="Arial"/>
                <w:b/>
                <w:bCs/>
              </w:rPr>
              <w:t>DA-RIEU S</w:t>
            </w:r>
            <w:r w:rsidR="00276C70" w:rsidRPr="003C4F6B">
              <w:rPr>
                <w:rFonts w:ascii="Arial" w:hAnsi="Arial" w:cs="Arial"/>
                <w:b/>
                <w:bCs/>
              </w:rPr>
              <w:t>chool and college for Deaf and Blind</w:t>
            </w:r>
            <w:r w:rsidR="00202787" w:rsidRPr="003C4F6B">
              <w:rPr>
                <w:rFonts w:ascii="Arial" w:hAnsi="Arial" w:cs="Arial"/>
                <w:b/>
                <w:bCs/>
              </w:rPr>
              <w:t xml:space="preserve">- </w:t>
            </w:r>
            <w:r w:rsidR="004D4C74" w:rsidRPr="003C4F6B">
              <w:rPr>
                <w:rFonts w:ascii="Arial" w:hAnsi="Arial" w:cs="Arial"/>
                <w:b/>
                <w:bCs/>
              </w:rPr>
              <w:t>V</w:t>
            </w:r>
            <w:r w:rsidR="00276C70" w:rsidRPr="003C4F6B">
              <w:rPr>
                <w:rFonts w:ascii="Arial" w:hAnsi="Arial" w:cs="Arial"/>
                <w:b/>
                <w:bCs/>
              </w:rPr>
              <w:t>olunteer</w:t>
            </w:r>
          </w:p>
          <w:p w14:paraId="3D34B861" w14:textId="085DB706" w:rsidR="005A122A" w:rsidRPr="005A122A" w:rsidRDefault="003D598D" w:rsidP="000C6750">
            <w:r>
              <w:t>September</w:t>
            </w:r>
            <w:r w:rsidR="005A122A">
              <w:t xml:space="preserve"> 2020 </w:t>
            </w:r>
            <w:r w:rsidR="009B2096">
              <w:t>–</w:t>
            </w:r>
            <w:r w:rsidR="005A122A">
              <w:t xml:space="preserve"> </w:t>
            </w:r>
            <w:r w:rsidR="009B2096">
              <w:t>November 2021</w:t>
            </w:r>
          </w:p>
          <w:p w14:paraId="03DC7936" w14:textId="77777777" w:rsidR="004D3011" w:rsidRDefault="004D3011" w:rsidP="000C6750"/>
          <w:p w14:paraId="435A17AA" w14:textId="67D0AF2A" w:rsidR="004D3011" w:rsidRPr="003C4F6B" w:rsidRDefault="00202787" w:rsidP="000C6750">
            <w:pPr>
              <w:pStyle w:val="Heading4"/>
              <w:rPr>
                <w:rFonts w:ascii="Arial" w:hAnsi="Arial" w:cs="Arial"/>
              </w:rPr>
            </w:pPr>
            <w:r w:rsidRPr="003C4F6B">
              <w:rPr>
                <w:rFonts w:ascii="Arial" w:hAnsi="Arial" w:cs="Arial"/>
              </w:rPr>
              <w:t>B</w:t>
            </w:r>
            <w:r w:rsidR="00276C70" w:rsidRPr="003C4F6B">
              <w:rPr>
                <w:rFonts w:ascii="Arial" w:hAnsi="Arial" w:cs="Arial"/>
              </w:rPr>
              <w:t>ritish International School, Karachi</w:t>
            </w:r>
            <w:r w:rsidRPr="003C4F6B">
              <w:rPr>
                <w:rFonts w:ascii="Arial" w:hAnsi="Arial" w:cs="Arial"/>
              </w:rPr>
              <w:t xml:space="preserve"> </w:t>
            </w:r>
            <w:r w:rsidR="00276C70" w:rsidRPr="003C4F6B">
              <w:rPr>
                <w:rFonts w:ascii="Arial" w:hAnsi="Arial" w:cs="Arial"/>
              </w:rPr>
              <w:t>–</w:t>
            </w:r>
            <w:r w:rsidR="004D3011" w:rsidRPr="003C4F6B">
              <w:rPr>
                <w:rFonts w:ascii="Arial" w:hAnsi="Arial" w:cs="Arial"/>
              </w:rPr>
              <w:t xml:space="preserve"> </w:t>
            </w:r>
            <w:r w:rsidRPr="003C4F6B">
              <w:rPr>
                <w:rFonts w:ascii="Arial" w:hAnsi="Arial" w:cs="Arial"/>
              </w:rPr>
              <w:t>S</w:t>
            </w:r>
            <w:r w:rsidR="00276C70" w:rsidRPr="003C4F6B">
              <w:rPr>
                <w:rFonts w:ascii="Arial" w:hAnsi="Arial" w:cs="Arial"/>
              </w:rPr>
              <w:t>tudent Advisor and Admission Officer</w:t>
            </w:r>
          </w:p>
          <w:p w14:paraId="11C2AD6C" w14:textId="7A3838BD" w:rsidR="005A122A" w:rsidRPr="00202787" w:rsidRDefault="005A122A" w:rsidP="000C6750">
            <w:r>
              <w:t>A</w:t>
            </w:r>
            <w:r w:rsidR="003D598D">
              <w:t xml:space="preserve">ugust </w:t>
            </w:r>
            <w:r>
              <w:t xml:space="preserve">2020 </w:t>
            </w:r>
            <w:r w:rsidR="00733009">
              <w:t>–</w:t>
            </w:r>
            <w:r>
              <w:t xml:space="preserve"> </w:t>
            </w:r>
            <w:r w:rsidR="00733009">
              <w:t>March 2021</w:t>
            </w:r>
          </w:p>
          <w:p w14:paraId="724AA8AD" w14:textId="77777777" w:rsidR="004D3011" w:rsidRDefault="004D3011" w:rsidP="000C6750"/>
          <w:p w14:paraId="3535DF79" w14:textId="66A44355" w:rsidR="004D3011" w:rsidRPr="003C4F6B" w:rsidRDefault="00202787" w:rsidP="000C6750">
            <w:pPr>
              <w:pStyle w:val="Heading4"/>
              <w:rPr>
                <w:rFonts w:ascii="Arial" w:hAnsi="Arial" w:cs="Arial"/>
                <w:bCs/>
                <w:szCs w:val="18"/>
              </w:rPr>
            </w:pPr>
            <w:r w:rsidRPr="003C4F6B">
              <w:rPr>
                <w:rFonts w:ascii="Arial" w:hAnsi="Arial" w:cs="Arial"/>
                <w:szCs w:val="18"/>
              </w:rPr>
              <w:t>K</w:t>
            </w:r>
            <w:r w:rsidR="00276C70" w:rsidRPr="003C4F6B">
              <w:rPr>
                <w:rFonts w:ascii="Arial" w:hAnsi="Arial" w:cs="Arial"/>
                <w:szCs w:val="18"/>
              </w:rPr>
              <w:t>azim Trust- Remedial Therapist (Volunteer)</w:t>
            </w:r>
          </w:p>
          <w:p w14:paraId="799B4C70" w14:textId="087E281F" w:rsidR="004D3011" w:rsidRPr="004D3011" w:rsidRDefault="003D598D" w:rsidP="000C6750">
            <w:pPr>
              <w:pStyle w:val="Date"/>
            </w:pPr>
            <w:r>
              <w:t>April</w:t>
            </w:r>
            <w:r w:rsidR="00202787">
              <w:t xml:space="preserve"> 2020 – S</w:t>
            </w:r>
            <w:r>
              <w:t xml:space="preserve">eptember </w:t>
            </w:r>
            <w:r w:rsidR="00202787">
              <w:t>2020</w:t>
            </w:r>
          </w:p>
          <w:p w14:paraId="55D05C7F" w14:textId="77777777" w:rsidR="004D3011" w:rsidRDefault="004D3011" w:rsidP="000C6750"/>
          <w:p w14:paraId="0C40A402" w14:textId="463D855A" w:rsidR="003B4DD2" w:rsidRPr="00733009" w:rsidRDefault="003B4DD2" w:rsidP="00733009">
            <w:pPr>
              <w:pStyle w:val="Heading2"/>
            </w:pPr>
          </w:p>
        </w:tc>
      </w:tr>
    </w:tbl>
    <w:p w14:paraId="137C7FB7" w14:textId="5676DEDC" w:rsidR="00733009" w:rsidRDefault="003C4F6B" w:rsidP="000C45FF">
      <w:pPr>
        <w:tabs>
          <w:tab w:val="left" w:pos="990"/>
        </w:tabs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FBB0066" wp14:editId="29507332">
            <wp:simplePos x="0" y="0"/>
            <wp:positionH relativeFrom="margin">
              <wp:align>left</wp:align>
            </wp:positionH>
            <wp:positionV relativeFrom="paragraph">
              <wp:posOffset>370205</wp:posOffset>
            </wp:positionV>
            <wp:extent cx="1704975" cy="2046605"/>
            <wp:effectExtent l="171450" t="152400" r="161925" b="1631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204660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3009" w:rsidSect="000C45FF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E32A95" w14:textId="77777777" w:rsidR="007325D7" w:rsidRDefault="007325D7" w:rsidP="000C45FF">
      <w:r>
        <w:separator/>
      </w:r>
    </w:p>
  </w:endnote>
  <w:endnote w:type="continuationSeparator" w:id="0">
    <w:p w14:paraId="2D024363" w14:textId="77777777" w:rsidR="007325D7" w:rsidRDefault="007325D7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64C45" w14:textId="77777777" w:rsidR="007325D7" w:rsidRDefault="007325D7" w:rsidP="000C45FF">
      <w:r>
        <w:separator/>
      </w:r>
    </w:p>
  </w:footnote>
  <w:footnote w:type="continuationSeparator" w:id="0">
    <w:p w14:paraId="5E6592DB" w14:textId="77777777" w:rsidR="007325D7" w:rsidRDefault="007325D7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00ECF" w14:textId="77777777" w:rsidR="00733009" w:rsidRDefault="0073300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BF970DB" wp14:editId="1B6B4419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260336" cy="9628632"/>
          <wp:effectExtent l="0" t="0" r="0" b="0"/>
          <wp:wrapNone/>
          <wp:docPr id="3" name="Graphic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0336" cy="9628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30"/>
  <w:removePersonalInformation/>
  <w:removeDateAndTime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revisionView w:inkAnnotation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787"/>
    <w:rsid w:val="00036450"/>
    <w:rsid w:val="00077454"/>
    <w:rsid w:val="00094499"/>
    <w:rsid w:val="000C45FF"/>
    <w:rsid w:val="000C6750"/>
    <w:rsid w:val="000E3FD1"/>
    <w:rsid w:val="000F098A"/>
    <w:rsid w:val="00112054"/>
    <w:rsid w:val="00125E08"/>
    <w:rsid w:val="001525E1"/>
    <w:rsid w:val="00153819"/>
    <w:rsid w:val="00180329"/>
    <w:rsid w:val="0019001F"/>
    <w:rsid w:val="001A74A5"/>
    <w:rsid w:val="001B2ABD"/>
    <w:rsid w:val="001E0391"/>
    <w:rsid w:val="001E1759"/>
    <w:rsid w:val="001F1ECC"/>
    <w:rsid w:val="00202787"/>
    <w:rsid w:val="002155F0"/>
    <w:rsid w:val="002400EB"/>
    <w:rsid w:val="00256CF7"/>
    <w:rsid w:val="00274C36"/>
    <w:rsid w:val="00276C70"/>
    <w:rsid w:val="00281FD5"/>
    <w:rsid w:val="002E53BC"/>
    <w:rsid w:val="0030481B"/>
    <w:rsid w:val="003149C4"/>
    <w:rsid w:val="003156FC"/>
    <w:rsid w:val="003254B5"/>
    <w:rsid w:val="00333901"/>
    <w:rsid w:val="003705CD"/>
    <w:rsid w:val="0037121F"/>
    <w:rsid w:val="00385AB8"/>
    <w:rsid w:val="003A6B7D"/>
    <w:rsid w:val="003B06CA"/>
    <w:rsid w:val="003B4DD2"/>
    <w:rsid w:val="003C4F6B"/>
    <w:rsid w:val="003D598D"/>
    <w:rsid w:val="003E3F9F"/>
    <w:rsid w:val="004071FC"/>
    <w:rsid w:val="00445947"/>
    <w:rsid w:val="00473C17"/>
    <w:rsid w:val="00477A69"/>
    <w:rsid w:val="004813B3"/>
    <w:rsid w:val="00496591"/>
    <w:rsid w:val="004C63E4"/>
    <w:rsid w:val="004D3011"/>
    <w:rsid w:val="004D4C74"/>
    <w:rsid w:val="005262AC"/>
    <w:rsid w:val="005379BA"/>
    <w:rsid w:val="00566669"/>
    <w:rsid w:val="005968F0"/>
    <w:rsid w:val="005A122A"/>
    <w:rsid w:val="005E39D5"/>
    <w:rsid w:val="005F29A0"/>
    <w:rsid w:val="00600670"/>
    <w:rsid w:val="00617D84"/>
    <w:rsid w:val="0062123A"/>
    <w:rsid w:val="00646E75"/>
    <w:rsid w:val="006771D0"/>
    <w:rsid w:val="006B11DC"/>
    <w:rsid w:val="006D6B4B"/>
    <w:rsid w:val="00715FCB"/>
    <w:rsid w:val="00727020"/>
    <w:rsid w:val="0073204B"/>
    <w:rsid w:val="007325D7"/>
    <w:rsid w:val="00733009"/>
    <w:rsid w:val="00743101"/>
    <w:rsid w:val="007775E1"/>
    <w:rsid w:val="00785F21"/>
    <w:rsid w:val="007867A0"/>
    <w:rsid w:val="007927F5"/>
    <w:rsid w:val="007B6854"/>
    <w:rsid w:val="00802CA0"/>
    <w:rsid w:val="0083162E"/>
    <w:rsid w:val="008578B9"/>
    <w:rsid w:val="00916ED4"/>
    <w:rsid w:val="009260CD"/>
    <w:rsid w:val="00927C49"/>
    <w:rsid w:val="00946463"/>
    <w:rsid w:val="00952C25"/>
    <w:rsid w:val="009841CC"/>
    <w:rsid w:val="009B2096"/>
    <w:rsid w:val="00A0697D"/>
    <w:rsid w:val="00A2118D"/>
    <w:rsid w:val="00A4716D"/>
    <w:rsid w:val="00A57D34"/>
    <w:rsid w:val="00A856CC"/>
    <w:rsid w:val="00AC43A7"/>
    <w:rsid w:val="00AD76E2"/>
    <w:rsid w:val="00AD7C9C"/>
    <w:rsid w:val="00B20152"/>
    <w:rsid w:val="00B359E4"/>
    <w:rsid w:val="00B44560"/>
    <w:rsid w:val="00B57D98"/>
    <w:rsid w:val="00B70850"/>
    <w:rsid w:val="00BC4638"/>
    <w:rsid w:val="00BF0ECA"/>
    <w:rsid w:val="00C066B6"/>
    <w:rsid w:val="00C27579"/>
    <w:rsid w:val="00C37BA1"/>
    <w:rsid w:val="00C44333"/>
    <w:rsid w:val="00C4674C"/>
    <w:rsid w:val="00C506CF"/>
    <w:rsid w:val="00C658D5"/>
    <w:rsid w:val="00C72BED"/>
    <w:rsid w:val="00C74670"/>
    <w:rsid w:val="00C823D7"/>
    <w:rsid w:val="00C9578B"/>
    <w:rsid w:val="00CA717B"/>
    <w:rsid w:val="00CB0055"/>
    <w:rsid w:val="00D167E6"/>
    <w:rsid w:val="00D2168E"/>
    <w:rsid w:val="00D2522B"/>
    <w:rsid w:val="00D422DE"/>
    <w:rsid w:val="00D5459D"/>
    <w:rsid w:val="00D6437B"/>
    <w:rsid w:val="00D66796"/>
    <w:rsid w:val="00DA1F4D"/>
    <w:rsid w:val="00DD172A"/>
    <w:rsid w:val="00DD4301"/>
    <w:rsid w:val="00E158AB"/>
    <w:rsid w:val="00E1612D"/>
    <w:rsid w:val="00E24C3B"/>
    <w:rsid w:val="00E25A26"/>
    <w:rsid w:val="00E4381A"/>
    <w:rsid w:val="00E55D74"/>
    <w:rsid w:val="00ED6FD7"/>
    <w:rsid w:val="00EE251F"/>
    <w:rsid w:val="00EF7B3C"/>
    <w:rsid w:val="00F16DB5"/>
    <w:rsid w:val="00F60274"/>
    <w:rsid w:val="00F64CE9"/>
    <w:rsid w:val="00F77FB9"/>
    <w:rsid w:val="00FB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728F9F6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Smart Link" w:semiHidden="1" w:unhideWhenUsed="1"/>
  </w:latentStyles>
  <w:style w:type="paragraph" w:default="1" w:styleId="Normal">
    <w:name w:val="Normal"/>
    <w:qFormat/>
    <w:rsid w:val="00B359E4"/>
    <w:rPr>
      <w:sz w:val="18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459D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B359E4"/>
    <w:pPr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1B2ABD"/>
    <w:rPr>
      <w:caps/>
      <w:color w:val="000000" w:themeColor="text1"/>
      <w:sz w:val="96"/>
      <w:szCs w:val="76"/>
    </w:rPr>
  </w:style>
  <w:style w:type="character" w:styleId="Emphasis">
    <w:name w:val="Emphasis"/>
    <w:basedOn w:val="DefaultParagraphFont"/>
    <w:uiPriority w:val="11"/>
    <w:semiHidden/>
    <w:qFormat/>
    <w:rsid w:val="00E25A2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ate">
    <w:name w:val="Date"/>
    <w:basedOn w:val="Normal"/>
    <w:next w:val="Normal"/>
    <w:link w:val="DateChar"/>
    <w:uiPriority w:val="99"/>
    <w:rsid w:val="00036450"/>
  </w:style>
  <w:style w:type="character" w:customStyle="1" w:styleId="DateChar">
    <w:name w:val="Date Char"/>
    <w:basedOn w:val="DefaultParagraphFont"/>
    <w:link w:val="Date"/>
    <w:uiPriority w:val="99"/>
    <w:rsid w:val="00036450"/>
    <w:rPr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281FD5"/>
    <w:rPr>
      <w:color w:val="B85A22" w:themeColor="accent2" w:themeShade="BF"/>
      <w:u w:val="single"/>
    </w:rPr>
  </w:style>
  <w:style w:type="character" w:styleId="UnresolvedMention">
    <w:name w:val="Unresolved Mention"/>
    <w:basedOn w:val="DefaultParagraphFont"/>
    <w:uiPriority w:val="99"/>
    <w:semiHidden/>
    <w:rsid w:val="004813B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45F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45FF"/>
    <w:rPr>
      <w:sz w:val="22"/>
      <w:szCs w:val="22"/>
    </w:rPr>
  </w:style>
  <w:style w:type="table" w:styleId="TableGrid">
    <w:name w:val="Table Grid"/>
    <w:basedOn w:val="TableNormal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B2ABD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SubtitleChar">
    <w:name w:val="Subtitle Char"/>
    <w:basedOn w:val="DefaultParagraphFont"/>
    <w:link w:val="Subtitle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Heading3Char">
    <w:name w:val="Heading 3 Char"/>
    <w:basedOn w:val="DefaultParagraphFont"/>
    <w:link w:val="Heading3"/>
    <w:uiPriority w:val="9"/>
    <w:rsid w:val="00D5459D"/>
    <w:rPr>
      <w:rFonts w:asciiTheme="majorHAnsi" w:eastAsiaTheme="majorEastAsia" w:hAnsiTheme="majorHAnsi" w:cstheme="majorBidi"/>
      <w:b/>
      <w:caps/>
      <w:color w:val="548AB7" w:themeColor="accent1" w:themeShade="BF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B359E4"/>
    <w:rPr>
      <w:b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13" Type="http://schemas.openxmlformats.org/officeDocument/2006/relationships/theme" Target="theme/theme1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12" Type="http://schemas.openxmlformats.org/officeDocument/2006/relationships/glossaryDocument" Target="glossary/document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header" Target="header1.xml" /><Relationship Id="rId4" Type="http://schemas.openxmlformats.org/officeDocument/2006/relationships/styles" Target="styles.xml" /><Relationship Id="rId9" Type="http://schemas.openxmlformats.org/officeDocument/2006/relationships/image" Target="media/image1.jpeg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 /><Relationship Id="rId1" Type="http://schemas.openxmlformats.org/officeDocument/2006/relationships/image" Target="media/image2.png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k_ar\AppData\Local\Microsoft\Office\16.0\DTS\en-US%7b8551C852-082F-4C6C-972F-1B21C2C117C6%7d\%7b05F81E37-6673-4DC4-9543-CF45930228A6%7dtf00546271_win32.dotx" TargetMode="Externa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AB542866EA242E3A57474EDAE54B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E3FE1-287B-40B2-A006-F7CF1344B01B}"/>
      </w:docPartPr>
      <w:docPartBody>
        <w:p w:rsidR="00BD1C3C" w:rsidRDefault="00E55629">
          <w:pPr>
            <w:pStyle w:val="AAB542866EA242E3A57474EDAE54BA64"/>
          </w:pPr>
          <w:r w:rsidRPr="00D5459D">
            <w:t>Profile</w:t>
          </w:r>
        </w:p>
      </w:docPartBody>
    </w:docPart>
    <w:docPart>
      <w:docPartPr>
        <w:name w:val="DF7F9C71491742F2AE70E2F6CBC8C9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CDAC64-92EC-4C12-A4B7-A1C7EBBBD4DC}"/>
      </w:docPartPr>
      <w:docPartBody>
        <w:p w:rsidR="00BD1C3C" w:rsidRDefault="00E55629">
          <w:pPr>
            <w:pStyle w:val="DF7F9C71491742F2AE70E2F6CBC8C922"/>
          </w:pPr>
          <w:r w:rsidRPr="00CB0055">
            <w:t>Contact</w:t>
          </w:r>
        </w:p>
      </w:docPartBody>
    </w:docPart>
    <w:docPart>
      <w:docPartPr>
        <w:name w:val="F05C090F8CB5460996782C3436358E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CB7C7A-1DD1-481A-83B9-2179BF37FA3F}"/>
      </w:docPartPr>
      <w:docPartBody>
        <w:p w:rsidR="00BD1C3C" w:rsidRDefault="00E55629">
          <w:pPr>
            <w:pStyle w:val="F05C090F8CB5460996782C3436358E95"/>
          </w:pPr>
          <w:r w:rsidRPr="004D3011">
            <w:t>PHONE:</w:t>
          </w:r>
        </w:p>
      </w:docPartBody>
    </w:docPart>
    <w:docPart>
      <w:docPartPr>
        <w:name w:val="837767A344D84DB7AFD67AD1306A13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812C1E-6516-4D1C-B5ED-139A33B1BCCB}"/>
      </w:docPartPr>
      <w:docPartBody>
        <w:p w:rsidR="00BD1C3C" w:rsidRDefault="00E55629">
          <w:pPr>
            <w:pStyle w:val="837767A344D84DB7AFD67AD1306A1328"/>
          </w:pPr>
          <w:r w:rsidRPr="004D3011">
            <w:t>WEBSITE:</w:t>
          </w:r>
        </w:p>
      </w:docPartBody>
    </w:docPart>
    <w:docPart>
      <w:docPartPr>
        <w:name w:val="54D356E4F4724CD6864E6B503B76B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CB5C02-054D-4757-B317-E4F880E3307A}"/>
      </w:docPartPr>
      <w:docPartBody>
        <w:p w:rsidR="00BD1C3C" w:rsidRDefault="00E55629">
          <w:pPr>
            <w:pStyle w:val="54D356E4F4724CD6864E6B503B76B40E"/>
          </w:pPr>
          <w:r w:rsidRPr="004D3011">
            <w:t>EMAIL:</w:t>
          </w:r>
        </w:p>
      </w:docPartBody>
    </w:docPart>
    <w:docPart>
      <w:docPartPr>
        <w:name w:val="C7490DDC426E4254A591934460004C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9A05B3-D6A5-45B8-8712-D3DBE89BD54E}"/>
      </w:docPartPr>
      <w:docPartBody>
        <w:p w:rsidR="00BD1C3C" w:rsidRDefault="00E55629">
          <w:pPr>
            <w:pStyle w:val="C7490DDC426E4254A591934460004C4C"/>
          </w:pPr>
          <w:r w:rsidRPr="00CB0055">
            <w:t>Hobbies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629"/>
    <w:rsid w:val="005262F7"/>
    <w:rsid w:val="00583B3D"/>
    <w:rsid w:val="00657770"/>
    <w:rsid w:val="006C01B2"/>
    <w:rsid w:val="00853F2E"/>
    <w:rsid w:val="00BA02EF"/>
    <w:rsid w:val="00BD1C3C"/>
    <w:rsid w:val="00DF0CCB"/>
    <w:rsid w:val="00E5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pBdr>
        <w:bottom w:val="single" w:sz="8" w:space="1" w:color="4472C4" w:themeColor="accent1"/>
      </w:pBdr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caps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B542866EA242E3A57474EDAE54BA64">
    <w:name w:val="AAB542866EA242E3A57474EDAE54BA64"/>
  </w:style>
  <w:style w:type="paragraph" w:customStyle="1" w:styleId="DF7F9C71491742F2AE70E2F6CBC8C922">
    <w:name w:val="DF7F9C71491742F2AE70E2F6CBC8C922"/>
  </w:style>
  <w:style w:type="paragraph" w:customStyle="1" w:styleId="F05C090F8CB5460996782C3436358E95">
    <w:name w:val="F05C090F8CB5460996782C3436358E95"/>
  </w:style>
  <w:style w:type="paragraph" w:customStyle="1" w:styleId="837767A344D84DB7AFD67AD1306A1328">
    <w:name w:val="837767A344D84DB7AFD67AD1306A1328"/>
  </w:style>
  <w:style w:type="paragraph" w:customStyle="1" w:styleId="54D356E4F4724CD6864E6B503B76B40E">
    <w:name w:val="54D356E4F4724CD6864E6B503B76B40E"/>
  </w:style>
  <w:style w:type="character" w:styleId="Hyperlink">
    <w:name w:val="Hyperlink"/>
    <w:basedOn w:val="DefaultParagraphFont"/>
    <w:uiPriority w:val="99"/>
    <w:unhideWhenUsed/>
    <w:rPr>
      <w:color w:val="C45911" w:themeColor="accent2" w:themeShade="BF"/>
      <w:u w:val="single"/>
    </w:rPr>
  </w:style>
  <w:style w:type="paragraph" w:customStyle="1" w:styleId="C7490DDC426E4254A591934460004C4C">
    <w:name w:val="C7490DDC426E4254A591934460004C4C"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aps/>
      <w:szCs w:val="26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506A0D-4821-47C2-BD9B-CACF27C6B1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www.w3.org/2000/xmlns/"/>
    <ds:schemaRef ds:uri="71af3243-3dd4-4a8d-8c0d-dd76da1f02a5"/>
    <ds:schemaRef ds:uri="http://www.w3.org/2001/XMLSchema-instance"/>
  </ds:schemaRefs>
</ds:datastoreItem>
</file>

<file path=customXml/itemProps3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71af3243-3dd4-4a8d-8c0d-dd76da1f02a5"/>
    <ds:schemaRef ds:uri="16c05727-aa75-4e4a-9b5f-8a80a116589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%7b05F81E37-6673-4DC4-9543-CF45930228A6%7dtf00546271_win32.dotx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2021-11-10T10:02:00Z</dcterms:created>
  <dcterms:modified xsi:type="dcterms:W3CDTF">2021-11-10T10:02:00Z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