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95B34" w14:textId="6FC722AC" w:rsidR="00CF4E34" w:rsidRDefault="0057228E">
      <w:pPr>
        <w:pStyle w:val="Name"/>
      </w:pPr>
      <w:r>
        <w:t>Bazaid khan</w:t>
      </w:r>
    </w:p>
    <w:p w14:paraId="508F41D6" w14:textId="11C4933A" w:rsidR="00FC36AA" w:rsidRDefault="00C3643E">
      <w:pPr>
        <w:pStyle w:val="ContactInfo"/>
      </w:pPr>
      <w:r>
        <w:t>Block 11</w:t>
      </w:r>
      <w:r w:rsidR="0057228E">
        <w:t xml:space="preserve"> Gulshan-e-</w:t>
      </w:r>
      <w:r>
        <w:t>I</w:t>
      </w:r>
      <w:r w:rsidR="0057228E">
        <w:t xml:space="preserve">qbal </w:t>
      </w:r>
      <w:r w:rsidR="00FC36AA">
        <w:t>Noman</w:t>
      </w:r>
      <w:r>
        <w:t xml:space="preserve"> </w:t>
      </w:r>
      <w:r w:rsidR="00FC36AA">
        <w:t>T</w:t>
      </w:r>
      <w:r>
        <w:t xml:space="preserve">errace </w:t>
      </w:r>
      <w:r w:rsidR="00FC36AA">
        <w:t>P</w:t>
      </w:r>
      <w:r>
        <w:t xml:space="preserve">hase 2 </w:t>
      </w:r>
    </w:p>
    <w:p w14:paraId="331CA2CC" w14:textId="7BC202E2" w:rsidR="00CF4E34" w:rsidRDefault="00DC7A0C">
      <w:pPr>
        <w:pStyle w:val="ContactInfo"/>
      </w:pPr>
      <w:r w:rsidRPr="00DC7A0C">
        <w:t>Karachi</w:t>
      </w:r>
      <w:r w:rsidR="009E434B">
        <w:t xml:space="preserve"> </w:t>
      </w:r>
      <w:r w:rsidR="00C63588">
        <w:t xml:space="preserve">| </w:t>
      </w:r>
      <w:r w:rsidR="00FC36AA">
        <w:t>03152726681</w:t>
      </w:r>
      <w:r w:rsidR="00762D19">
        <w:t xml:space="preserve"> | </w:t>
      </w:r>
      <w:r w:rsidR="00FC36AA">
        <w:t>bazaidkhan91</w:t>
      </w:r>
      <w:r w:rsidR="008417C4" w:rsidRPr="008417C4">
        <w:t>@gmail.com</w:t>
      </w:r>
    </w:p>
    <w:sdt>
      <w:sdtPr>
        <w:id w:val="-1179423465"/>
        <w:placeholder>
          <w:docPart w:val="938CA627F2FFD74088973D53FA60170E"/>
        </w:placeholder>
        <w:temporary/>
        <w:showingPlcHdr/>
        <w15:appearance w15:val="hidden"/>
      </w:sdtPr>
      <w:sdtEndPr/>
      <w:sdtContent>
        <w:p w14:paraId="6C9E3BD5" w14:textId="77777777" w:rsidR="00CF4E34" w:rsidRDefault="00043E69">
          <w:pPr>
            <w:pStyle w:val="Heading1"/>
          </w:pPr>
          <w:r>
            <w:t>Objective</w:t>
          </w:r>
        </w:p>
      </w:sdtContent>
    </w:sdt>
    <w:p w14:paraId="0D6A3E69" w14:textId="398AE5AB" w:rsidR="00CF4E34" w:rsidRDefault="00267A60">
      <w:r w:rsidRPr="00267A60">
        <w:t xml:space="preserve">Secure a responsible </w:t>
      </w:r>
      <w:r w:rsidRPr="003433F3">
        <w:rPr>
          <w:b/>
          <w:bCs/>
        </w:rPr>
        <w:t>career</w:t>
      </w:r>
      <w:r w:rsidRPr="00267A60">
        <w:t xml:space="preserve"> opportunity to fully utilize my training and skills, while making a significant contribution to the success of the company.</w:t>
      </w:r>
    </w:p>
    <w:p w14:paraId="6B050629" w14:textId="6A000F9F" w:rsidR="00CF4E34" w:rsidRDefault="00177CB5" w:rsidP="00310ACE">
      <w:pPr>
        <w:pStyle w:val="Heading1"/>
      </w:pPr>
      <w:r>
        <w:t xml:space="preserve">Experience </w:t>
      </w:r>
    </w:p>
    <w:p w14:paraId="7A0BCF7D" w14:textId="7F1ABF60" w:rsidR="00CF4E34" w:rsidRDefault="00364158">
      <w:pPr>
        <w:pStyle w:val="ListBullet"/>
      </w:pPr>
      <w:r>
        <w:t>2</w:t>
      </w:r>
      <w:r w:rsidR="000E37EB">
        <w:t xml:space="preserve"> Year in </w:t>
      </w:r>
      <w:r w:rsidR="004C1A4A">
        <w:t xml:space="preserve">Call </w:t>
      </w:r>
      <w:r>
        <w:t xml:space="preserve">center campaign (CGM &amp; DME) </w:t>
      </w:r>
    </w:p>
    <w:sdt>
      <w:sdtPr>
        <w:id w:val="720946933"/>
        <w:placeholder>
          <w:docPart w:val="C96EECB028ADFE46ACB4B90E7F9AD98C"/>
        </w:placeholder>
        <w:temporary/>
        <w:showingPlcHdr/>
        <w15:appearance w15:val="hidden"/>
      </w:sdtPr>
      <w:sdtEndPr/>
      <w:sdtContent>
        <w:p w14:paraId="3223F9A1" w14:textId="77777777" w:rsidR="00CF4E34" w:rsidRDefault="00043E69">
          <w:pPr>
            <w:pStyle w:val="Heading1"/>
          </w:pPr>
          <w:r>
            <w:t>Education</w:t>
          </w:r>
        </w:p>
      </w:sdtContent>
    </w:sdt>
    <w:p w14:paraId="292C5BD9" w14:textId="30522886" w:rsidR="00CF4E34" w:rsidRDefault="0003343B">
      <w:r>
        <w:t>Matric-</w:t>
      </w:r>
      <w:r w:rsidR="00AB7634">
        <w:t xml:space="preserve"> completed in 201</w:t>
      </w:r>
      <w:r w:rsidR="004C1A4A">
        <w:t>4</w:t>
      </w:r>
      <w:r w:rsidR="00AB7634">
        <w:t xml:space="preserve"> </w:t>
      </w:r>
      <w:r w:rsidR="00EE3B1C">
        <w:t>(Computer science)</w:t>
      </w:r>
    </w:p>
    <w:p w14:paraId="72FDA343" w14:textId="6EEB6175" w:rsidR="00EE3B1C" w:rsidRDefault="00EE3B1C">
      <w:r>
        <w:t>Inter- Com</w:t>
      </w:r>
      <w:r w:rsidR="00A50131">
        <w:t>pleted in 201</w:t>
      </w:r>
      <w:r w:rsidR="004C1A4A">
        <w:t>7 (Commerce)</w:t>
      </w:r>
    </w:p>
    <w:p w14:paraId="75DDA3FB" w14:textId="554B3FD0" w:rsidR="00A50131" w:rsidRDefault="00991569">
      <w:r>
        <w:t xml:space="preserve">Currently- Diploma of Hotel management </w:t>
      </w:r>
      <w:r w:rsidR="00FF0573">
        <w:t>from PITHM</w:t>
      </w:r>
    </w:p>
    <w:p w14:paraId="25CC5CD0" w14:textId="01D2EC32" w:rsidR="00CF4E34" w:rsidRDefault="00FC70B1">
      <w:pPr>
        <w:pStyle w:val="Heading1"/>
      </w:pPr>
      <w:r>
        <w:t>Career Highlights and key strenght</w:t>
      </w:r>
      <w:r w:rsidR="00A8380D">
        <w:t>s</w:t>
      </w:r>
    </w:p>
    <w:p w14:paraId="1F51E4ED" w14:textId="77777777" w:rsidR="008E3418" w:rsidRDefault="008E3418" w:rsidP="008E3418">
      <w:pPr>
        <w:pStyle w:val="ListBullet"/>
      </w:pPr>
      <w:r>
        <w:t>Intelligent</w:t>
      </w:r>
    </w:p>
    <w:p w14:paraId="23C8219B" w14:textId="77777777" w:rsidR="008E3418" w:rsidRDefault="008E3418" w:rsidP="008E3418">
      <w:pPr>
        <w:pStyle w:val="ListBullet"/>
      </w:pPr>
      <w:r>
        <w:t>Leadership</w:t>
      </w:r>
    </w:p>
    <w:p w14:paraId="4FBDF20D" w14:textId="77777777" w:rsidR="008E3418" w:rsidRDefault="008E3418" w:rsidP="008E3418">
      <w:pPr>
        <w:pStyle w:val="ListBullet"/>
      </w:pPr>
      <w:r>
        <w:t>Responsible</w:t>
      </w:r>
    </w:p>
    <w:p w14:paraId="33BF9386" w14:textId="48321BE0" w:rsidR="00CF4E34" w:rsidRDefault="008E3418" w:rsidP="008E3418">
      <w:pPr>
        <w:pStyle w:val="ListBullet"/>
      </w:pPr>
      <w:r>
        <w:t>Listening</w:t>
      </w:r>
    </w:p>
    <w:p w14:paraId="26D2E881" w14:textId="77777777" w:rsidR="005468B5" w:rsidRDefault="005468B5" w:rsidP="005468B5">
      <w:pPr>
        <w:pStyle w:val="ListBullet"/>
      </w:pPr>
      <w:r>
        <w:t>Self Motivated</w:t>
      </w:r>
    </w:p>
    <w:p w14:paraId="45642D2D" w14:textId="14B0F225" w:rsidR="008E3418" w:rsidRDefault="005468B5" w:rsidP="005468B5">
      <w:pPr>
        <w:pStyle w:val="ListBullet"/>
      </w:pPr>
      <w:r>
        <w:t>Delegating tasks</w:t>
      </w:r>
    </w:p>
    <w:p w14:paraId="63461FC6" w14:textId="41D66774" w:rsidR="00607555" w:rsidRDefault="00607555" w:rsidP="005468B5">
      <w:pPr>
        <w:pStyle w:val="ListBullet"/>
      </w:pPr>
      <w:r w:rsidRPr="00607555">
        <w:t>Learning agility: Quick learner</w:t>
      </w:r>
    </w:p>
    <w:sectPr w:rsidR="00607555">
      <w:headerReference w:type="default" r:id="rId8"/>
      <w:footerReference w:type="default" r:id="rId9"/>
      <w:headerReference w:type="first" r:id="rId10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3FC78" w14:textId="77777777" w:rsidR="00221DF6" w:rsidRDefault="00221DF6">
      <w:r>
        <w:separator/>
      </w:r>
    </w:p>
  </w:endnote>
  <w:endnote w:type="continuationSeparator" w:id="0">
    <w:p w14:paraId="29684E99" w14:textId="77777777" w:rsidR="00221DF6" w:rsidRDefault="0022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F32A" w14:textId="77777777" w:rsidR="00CF4E34" w:rsidRDefault="00043E6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6142B" w14:textId="77777777" w:rsidR="00221DF6" w:rsidRDefault="00221DF6">
      <w:r>
        <w:separator/>
      </w:r>
    </w:p>
  </w:footnote>
  <w:footnote w:type="continuationSeparator" w:id="0">
    <w:p w14:paraId="4A587AC1" w14:textId="77777777" w:rsidR="00221DF6" w:rsidRDefault="0022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3551" w14:textId="77777777" w:rsidR="00CF4E34" w:rsidRDefault="00043E69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5AC66C" wp14:editId="3C7AE3BE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3BDB61CA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F442" w14:textId="77777777" w:rsidR="00CF4E34" w:rsidRDefault="00043E69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17FC6F1" wp14:editId="2DFFDA0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599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5B12A8" w14:textId="77777777" w:rsidR="00CF4E34" w:rsidRDefault="00CF4E34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517FC6F1"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">
              <v:shape id="Frame 5" o:spid="_x0000_s1027" style="position:absolute;left:1333;width:73152;height:96012;visibility:visible;mso-wrap-style:square;v-text-anchor:middle" coordsize="7315200,9601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5;top:4286;width:3582;height:8020;visibility:visible;mso-wrap-style:square;v-text-anchor:top" coordsize="240,528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4B5B12A8" w14:textId="77777777" w:rsidR="00CF4E34" w:rsidRDefault="00CF4E34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3525">
    <w:abstractNumId w:val="9"/>
  </w:num>
  <w:num w:numId="2" w16cid:durableId="174852036">
    <w:abstractNumId w:val="11"/>
  </w:num>
  <w:num w:numId="3" w16cid:durableId="1952977261">
    <w:abstractNumId w:val="10"/>
  </w:num>
  <w:num w:numId="4" w16cid:durableId="2024431543">
    <w:abstractNumId w:val="7"/>
  </w:num>
  <w:num w:numId="5" w16cid:durableId="1065834518">
    <w:abstractNumId w:val="6"/>
  </w:num>
  <w:num w:numId="6" w16cid:durableId="864636099">
    <w:abstractNumId w:val="5"/>
  </w:num>
  <w:num w:numId="7" w16cid:durableId="587615716">
    <w:abstractNumId w:val="4"/>
  </w:num>
  <w:num w:numId="8" w16cid:durableId="1873376722">
    <w:abstractNumId w:val="8"/>
  </w:num>
  <w:num w:numId="9" w16cid:durableId="535969686">
    <w:abstractNumId w:val="3"/>
  </w:num>
  <w:num w:numId="10" w16cid:durableId="2146922450">
    <w:abstractNumId w:val="2"/>
  </w:num>
  <w:num w:numId="11" w16cid:durableId="128206690">
    <w:abstractNumId w:val="1"/>
  </w:num>
  <w:num w:numId="12" w16cid:durableId="1162160557">
    <w:abstractNumId w:val="0"/>
  </w:num>
  <w:num w:numId="13" w16cid:durableId="5232463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attachedTemplate r:id="rId1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9D"/>
    <w:rsid w:val="0003343B"/>
    <w:rsid w:val="00043E69"/>
    <w:rsid w:val="000E37EB"/>
    <w:rsid w:val="00177CB5"/>
    <w:rsid w:val="001B38CA"/>
    <w:rsid w:val="001E7E44"/>
    <w:rsid w:val="00221DF6"/>
    <w:rsid w:val="00267A60"/>
    <w:rsid w:val="002A3696"/>
    <w:rsid w:val="00310ACE"/>
    <w:rsid w:val="003433F3"/>
    <w:rsid w:val="00364158"/>
    <w:rsid w:val="004569B3"/>
    <w:rsid w:val="004C1A4A"/>
    <w:rsid w:val="005468B5"/>
    <w:rsid w:val="00552708"/>
    <w:rsid w:val="0057228E"/>
    <w:rsid w:val="00607555"/>
    <w:rsid w:val="006954D3"/>
    <w:rsid w:val="00762D19"/>
    <w:rsid w:val="008234BF"/>
    <w:rsid w:val="008417C4"/>
    <w:rsid w:val="008E3418"/>
    <w:rsid w:val="00991569"/>
    <w:rsid w:val="009E434B"/>
    <w:rsid w:val="009F2867"/>
    <w:rsid w:val="00A40A9D"/>
    <w:rsid w:val="00A50131"/>
    <w:rsid w:val="00A8380D"/>
    <w:rsid w:val="00AB7634"/>
    <w:rsid w:val="00B53604"/>
    <w:rsid w:val="00C36197"/>
    <w:rsid w:val="00C3643E"/>
    <w:rsid w:val="00C63588"/>
    <w:rsid w:val="00CE7C43"/>
    <w:rsid w:val="00CF4E34"/>
    <w:rsid w:val="00DC7A0C"/>
    <w:rsid w:val="00E67CEC"/>
    <w:rsid w:val="00EE3B1C"/>
    <w:rsid w:val="00F03A2A"/>
    <w:rsid w:val="00F352A2"/>
    <w:rsid w:val="00FC36AA"/>
    <w:rsid w:val="00FC70B1"/>
    <w:rsid w:val="00FF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F908E1"/>
  <w15:chartTrackingRefBased/>
  <w15:docId w15:val="{82E82172-9D93-DE4F-8BDC-9E282114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semiHidden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before="120" w:after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glossaryDocument" Target="glossary/document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FE193202-B3E5-4F4E-BD4C-56790A63FC53%7dtf5000201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8CA627F2FFD74088973D53FA601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2A334-34CD-6448-BD36-8374B907E5D4}"/>
      </w:docPartPr>
      <w:docPartBody>
        <w:p w:rsidR="007409E5" w:rsidRDefault="005F549F">
          <w:pPr>
            <w:pStyle w:val="938CA627F2FFD74088973D53FA60170E"/>
          </w:pPr>
          <w:r>
            <w:t>Objective</w:t>
          </w:r>
        </w:p>
      </w:docPartBody>
    </w:docPart>
    <w:docPart>
      <w:docPartPr>
        <w:name w:val="C96EECB028ADFE46ACB4B90E7F9AD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784B0-794C-024C-9EDB-B9FA23FDDA71}"/>
      </w:docPartPr>
      <w:docPartBody>
        <w:p w:rsidR="007409E5" w:rsidRDefault="005F549F">
          <w:pPr>
            <w:pStyle w:val="C96EECB028ADFE46ACB4B90E7F9AD98C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0030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9F"/>
    <w:rsid w:val="000A4621"/>
    <w:rsid w:val="005F549F"/>
    <w:rsid w:val="007409E5"/>
    <w:rsid w:val="00776A3D"/>
    <w:rsid w:val="009F0C88"/>
    <w:rsid w:val="00CB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8CA627F2FFD74088973D53FA60170E">
    <w:name w:val="938CA627F2FFD74088973D53FA60170E"/>
  </w:style>
  <w:style w:type="paragraph" w:styleId="ListBullet">
    <w:name w:val="List Bullet"/>
    <w:basedOn w:val="Normal"/>
    <w:uiPriority w:val="9"/>
    <w:qFormat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eastAsia="ja-JP"/>
    </w:rPr>
  </w:style>
  <w:style w:type="paragraph" w:customStyle="1" w:styleId="C96EECB028ADFE46ACB4B90E7F9AD98C">
    <w:name w:val="C96EECB028ADFE46ACB4B90E7F9AD9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3049D-B675-42B7-9701-8F57847BD7F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%7bFE193202-B3E5-4F4E-BD4C-56790A63FC53%7dtf50002018.dotx</Template>
  <TotalTime>5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Bazaid Lashari</dc:creator>
  <cp:keywords/>
  <dc:description/>
  <cp:lastModifiedBy>Bazaid Lashari</cp:lastModifiedBy>
  <cp:revision>2</cp:revision>
  <dcterms:created xsi:type="dcterms:W3CDTF">2022-08-29T21:30:00Z</dcterms:created>
  <dcterms:modified xsi:type="dcterms:W3CDTF">2022-08-29T21:30:00Z</dcterms:modified>
</cp:coreProperties>
</file>