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C02C9" w14:textId="193350BD" w:rsidR="00683AE0" w:rsidRDefault="008E17C5">
      <w:pPr>
        <w:pStyle w:val="ContactInfo"/>
        <w:rPr>
          <w:bCs/>
          <w:caps/>
          <w:color w:val="000000" w:themeColor="text1"/>
          <w:spacing w:val="21"/>
          <w:sz w:val="36"/>
        </w:rPr>
      </w:pPr>
      <w:r>
        <w:rPr>
          <w:b/>
          <w:caps/>
          <w:noProof/>
          <w:color w:val="000000" w:themeColor="text1"/>
          <w:spacing w:val="21"/>
          <w:sz w:val="36"/>
        </w:rPr>
        <w:drawing>
          <wp:anchor distT="0" distB="0" distL="114300" distR="114300" simplePos="0" relativeHeight="251659264" behindDoc="1" locked="0" layoutInCell="1" allowOverlap="1" wp14:anchorId="55BAF919" wp14:editId="341BA7B3">
            <wp:simplePos x="0" y="0"/>
            <wp:positionH relativeFrom="column">
              <wp:posOffset>3473884</wp:posOffset>
            </wp:positionH>
            <wp:positionV relativeFrom="paragraph">
              <wp:posOffset>-627646</wp:posOffset>
            </wp:positionV>
            <wp:extent cx="2146012" cy="1898182"/>
            <wp:effectExtent l="0" t="209550" r="64135" b="3308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18984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B89">
        <w:rPr>
          <w:b/>
          <w:caps/>
          <w:color w:val="000000" w:themeColor="text1"/>
          <w:spacing w:val="21"/>
          <w:sz w:val="36"/>
        </w:rPr>
        <w:t xml:space="preserve">Zohra </w:t>
      </w:r>
      <w:r w:rsidR="00683AE0">
        <w:rPr>
          <w:bCs/>
          <w:caps/>
          <w:color w:val="000000" w:themeColor="text1"/>
          <w:spacing w:val="21"/>
          <w:sz w:val="36"/>
        </w:rPr>
        <w:t>NOOR</w:t>
      </w:r>
    </w:p>
    <w:p w14:paraId="45C38CCC" w14:textId="77777777" w:rsidR="00683AE0" w:rsidRPr="00332164" w:rsidRDefault="00683AE0">
      <w:pPr>
        <w:pStyle w:val="ContactInfo"/>
        <w:rPr>
          <w:bCs/>
          <w:caps/>
          <w:color w:val="000000" w:themeColor="text1"/>
          <w:spacing w:val="21"/>
          <w:sz w:val="28"/>
          <w:szCs w:val="28"/>
        </w:rPr>
      </w:pPr>
      <w:r w:rsidRPr="00332164">
        <w:rPr>
          <w:bCs/>
          <w:caps/>
          <w:color w:val="000000" w:themeColor="text1"/>
          <w:spacing w:val="21"/>
          <w:sz w:val="28"/>
          <w:szCs w:val="28"/>
        </w:rPr>
        <w:t>Call CENTER REPRESENTATIVE</w:t>
      </w:r>
    </w:p>
    <w:p w14:paraId="1858752A" w14:textId="6E66CFD6" w:rsidR="00223E64" w:rsidRDefault="00404165" w:rsidP="00B70163">
      <w:pPr>
        <w:pStyle w:val="ContactInfo"/>
        <w:rPr>
          <w:color w:val="000000" w:themeColor="text1"/>
        </w:rPr>
      </w:pPr>
      <w:r w:rsidRPr="001B4F79">
        <w:rPr>
          <w:color w:val="000000" w:themeColor="text1"/>
        </w:rPr>
        <w:t>Karachi</w:t>
      </w:r>
      <w:r w:rsidR="00963E19" w:rsidRPr="001B4F79">
        <w:rPr>
          <w:color w:val="000000" w:themeColor="text1"/>
        </w:rPr>
        <w:t xml:space="preserve">, </w:t>
      </w:r>
      <w:r w:rsidRPr="001B4F79">
        <w:rPr>
          <w:color w:val="000000" w:themeColor="text1"/>
        </w:rPr>
        <w:t>Pakistan</w:t>
      </w:r>
      <w:r w:rsidR="00DE0861" w:rsidRPr="001B4F79">
        <w:rPr>
          <w:color w:val="000000" w:themeColor="text1"/>
        </w:rPr>
        <w:t xml:space="preserve">| </w:t>
      </w:r>
      <w:sdt>
        <w:sdtPr>
          <w:rPr>
            <w:color w:val="000000" w:themeColor="text1"/>
          </w:rPr>
          <w:alias w:val="Enter email:"/>
          <w:tag w:val="Enter email:"/>
          <w:id w:val="1913350914"/>
          <w:placeholder>
            <w:docPart w:val="82FE5A87537DE14C82252C75F4714174"/>
          </w:placeholder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 w:multiLine="1"/>
        </w:sdtPr>
        <w:sdtEndPr/>
        <w:sdtContent>
          <w:r w:rsidR="00963E19" w:rsidRPr="001B4F79">
            <w:rPr>
              <w:color w:val="000000" w:themeColor="text1"/>
            </w:rPr>
            <w:t>zohranoor0107@gmail.com</w:t>
          </w:r>
        </w:sdtContent>
      </w:sdt>
    </w:p>
    <w:p w14:paraId="79FD354A" w14:textId="2B7C828D" w:rsidR="001C0084" w:rsidRPr="001B4F79" w:rsidRDefault="00F8315E" w:rsidP="00B70163">
      <w:pPr>
        <w:pStyle w:val="ContactInfo"/>
        <w:rPr>
          <w:b/>
          <w:caps/>
          <w:color w:val="000000" w:themeColor="text1"/>
          <w:spacing w:val="21"/>
          <w:sz w:val="36"/>
        </w:rPr>
      </w:pPr>
      <w:r>
        <w:rPr>
          <w:color w:val="000000" w:themeColor="text1"/>
        </w:rPr>
        <w:t>0323-3542104</w:t>
      </w:r>
    </w:p>
    <w:p w14:paraId="01F24728" w14:textId="2A9CCCFD" w:rsidR="001C0084" w:rsidRPr="001B4F79" w:rsidRDefault="00B70163">
      <w:pPr>
        <w:spacing w:after="180"/>
        <w:rPr>
          <w:color w:val="000000" w:themeColor="text1"/>
        </w:rPr>
      </w:pPr>
      <w:r w:rsidRPr="001B4F79">
        <w:rPr>
          <w:color w:val="000000" w:themeColor="text1"/>
        </w:rPr>
        <w:t>To maintain customer satisfaction and improve customer experience with Telecom Call Center through my proven problem solving skills, customer experience, and product knowledge.</w:t>
      </w:r>
    </w:p>
    <w:p w14:paraId="46A072F7" w14:textId="77777777" w:rsidR="001C0084" w:rsidRPr="00EF08B2" w:rsidRDefault="00A55BC5">
      <w:pPr>
        <w:pStyle w:val="Heading1"/>
        <w:rPr>
          <w:color w:val="000000" w:themeColor="text1"/>
          <w:sz w:val="24"/>
          <w:szCs w:val="24"/>
        </w:rPr>
      </w:pPr>
      <w:r w:rsidRPr="00EF08B2">
        <w:rPr>
          <w:color w:val="000000" w:themeColor="text1"/>
          <w:sz w:val="24"/>
          <w:szCs w:val="24"/>
        </w:rPr>
        <w:t>EDUCATION</w:t>
      </w:r>
    </w:p>
    <w:p w14:paraId="146758BC" w14:textId="77777777" w:rsidR="00882343" w:rsidRPr="00033EC1" w:rsidRDefault="00613FDC" w:rsidP="00AF3266">
      <w:pPr>
        <w:pStyle w:val="Heading2"/>
        <w:numPr>
          <w:ilvl w:val="0"/>
          <w:numId w:val="15"/>
        </w:numPr>
        <w:rPr>
          <w:i w:val="0"/>
          <w:iCs/>
          <w:color w:val="000000" w:themeColor="text1"/>
          <w:sz w:val="20"/>
          <w:szCs w:val="20"/>
          <w:u w:val="single"/>
        </w:rPr>
      </w:pPr>
      <w:r w:rsidRPr="00033EC1">
        <w:rPr>
          <w:rFonts w:asciiTheme="minorHAnsi" w:hAnsiTheme="minorHAnsi"/>
          <w:i w:val="0"/>
          <w:iCs/>
          <w:color w:val="000000" w:themeColor="text1"/>
          <w:sz w:val="20"/>
          <w:szCs w:val="20"/>
          <w:u w:val="single"/>
        </w:rPr>
        <w:t xml:space="preserve">Bachelor of </w:t>
      </w:r>
      <w:r w:rsidR="0010213B" w:rsidRPr="00033EC1">
        <w:rPr>
          <w:rFonts w:asciiTheme="minorHAnsi" w:hAnsiTheme="minorHAnsi"/>
          <w:i w:val="0"/>
          <w:iCs/>
          <w:color w:val="000000" w:themeColor="text1"/>
          <w:sz w:val="20"/>
          <w:szCs w:val="20"/>
          <w:u w:val="single"/>
        </w:rPr>
        <w:t xml:space="preserve">Arts </w:t>
      </w:r>
      <w:r w:rsidR="0010213B" w:rsidRPr="00033EC1">
        <w:rPr>
          <w:b w:val="0"/>
          <w:bCs/>
          <w:i w:val="0"/>
          <w:iCs/>
          <w:color w:val="000000" w:themeColor="text1"/>
          <w:sz w:val="20"/>
          <w:szCs w:val="20"/>
          <w:u w:val="single"/>
        </w:rPr>
        <w:t xml:space="preserve">from </w:t>
      </w:r>
      <w:r w:rsidR="0010213B" w:rsidRPr="00033EC1">
        <w:rPr>
          <w:i w:val="0"/>
          <w:iCs/>
          <w:color w:val="000000" w:themeColor="text1"/>
          <w:sz w:val="20"/>
          <w:szCs w:val="20"/>
          <w:u w:val="single"/>
        </w:rPr>
        <w:t xml:space="preserve">University of </w:t>
      </w:r>
      <w:r w:rsidR="00882343" w:rsidRPr="00033EC1">
        <w:rPr>
          <w:i w:val="0"/>
          <w:iCs/>
          <w:color w:val="000000" w:themeColor="text1"/>
          <w:sz w:val="20"/>
          <w:szCs w:val="20"/>
          <w:u w:val="single"/>
        </w:rPr>
        <w:t>Karachi</w:t>
      </w:r>
    </w:p>
    <w:p w14:paraId="5BC3D719" w14:textId="77777777" w:rsidR="00882343" w:rsidRPr="00033EC1" w:rsidRDefault="00882343" w:rsidP="00AF3266">
      <w:pPr>
        <w:pStyle w:val="ListParagraph"/>
        <w:numPr>
          <w:ilvl w:val="0"/>
          <w:numId w:val="15"/>
        </w:numPr>
        <w:rPr>
          <w:b/>
          <w:bCs/>
          <w:color w:val="000000" w:themeColor="text1"/>
          <w:sz w:val="20"/>
          <w:szCs w:val="20"/>
          <w:u w:val="single"/>
        </w:rPr>
      </w:pPr>
      <w:r w:rsidRPr="00033EC1">
        <w:rPr>
          <w:b/>
          <w:bCs/>
          <w:color w:val="000000" w:themeColor="text1"/>
          <w:sz w:val="20"/>
          <w:szCs w:val="20"/>
          <w:u w:val="single"/>
        </w:rPr>
        <w:t xml:space="preserve">Intermediate </w:t>
      </w:r>
      <w:r w:rsidR="00091665" w:rsidRPr="00033EC1">
        <w:rPr>
          <w:color w:val="000000" w:themeColor="text1"/>
          <w:sz w:val="20"/>
          <w:szCs w:val="20"/>
          <w:u w:val="single"/>
        </w:rPr>
        <w:t xml:space="preserve">from </w:t>
      </w:r>
      <w:r w:rsidR="00091665" w:rsidRPr="00033EC1">
        <w:rPr>
          <w:b/>
          <w:bCs/>
          <w:color w:val="000000" w:themeColor="text1"/>
          <w:sz w:val="20"/>
          <w:szCs w:val="20"/>
          <w:u w:val="single"/>
        </w:rPr>
        <w:t>Board of Karachi</w:t>
      </w:r>
    </w:p>
    <w:p w14:paraId="031FB9C5" w14:textId="77777777" w:rsidR="00091665" w:rsidRPr="00033EC1" w:rsidRDefault="00AF3266" w:rsidP="00AF3266">
      <w:pPr>
        <w:pStyle w:val="ListParagraph"/>
        <w:numPr>
          <w:ilvl w:val="0"/>
          <w:numId w:val="15"/>
        </w:numPr>
        <w:rPr>
          <w:b/>
          <w:bCs/>
          <w:color w:val="000000" w:themeColor="text1"/>
          <w:sz w:val="20"/>
          <w:szCs w:val="20"/>
          <w:u w:val="single"/>
        </w:rPr>
      </w:pPr>
      <w:r w:rsidRPr="00033EC1">
        <w:rPr>
          <w:b/>
          <w:bCs/>
          <w:color w:val="000000" w:themeColor="text1"/>
          <w:sz w:val="20"/>
          <w:szCs w:val="20"/>
          <w:u w:val="single"/>
        </w:rPr>
        <w:t xml:space="preserve">Matriculation </w:t>
      </w:r>
      <w:r w:rsidRPr="00033EC1">
        <w:rPr>
          <w:color w:val="000000" w:themeColor="text1"/>
          <w:sz w:val="20"/>
          <w:szCs w:val="20"/>
          <w:u w:val="single"/>
        </w:rPr>
        <w:t xml:space="preserve">from </w:t>
      </w:r>
      <w:r w:rsidRPr="00033EC1">
        <w:rPr>
          <w:b/>
          <w:bCs/>
          <w:color w:val="000000" w:themeColor="text1"/>
          <w:sz w:val="20"/>
          <w:szCs w:val="20"/>
          <w:u w:val="single"/>
        </w:rPr>
        <w:t>Board of Karachi</w:t>
      </w:r>
    </w:p>
    <w:p w14:paraId="241650A6" w14:textId="7795309B" w:rsidR="00013094" w:rsidRPr="00371ED2" w:rsidRDefault="003778E1" w:rsidP="00371ED2">
      <w:pPr>
        <w:pStyle w:val="Heading1"/>
        <w:rPr>
          <w:color w:val="000000" w:themeColor="text1"/>
          <w:sz w:val="24"/>
          <w:szCs w:val="24"/>
        </w:rPr>
      </w:pPr>
      <w:r w:rsidRPr="00B9694F">
        <w:rPr>
          <w:color w:val="000000" w:themeColor="text1"/>
          <w:sz w:val="24"/>
          <w:szCs w:val="24"/>
        </w:rPr>
        <w:t>EXPERIENCES</w:t>
      </w:r>
    </w:p>
    <w:p w14:paraId="0720A608" w14:textId="77777777" w:rsidR="00013094" w:rsidRPr="00CA3741" w:rsidRDefault="00013094" w:rsidP="00534B01">
      <w:pPr>
        <w:spacing w:line="240" w:lineRule="auto"/>
        <w:jc w:val="both"/>
        <w:rPr>
          <w:color w:val="000000" w:themeColor="text1"/>
          <w:sz w:val="20"/>
          <w:szCs w:val="20"/>
        </w:rPr>
      </w:pPr>
      <w:r w:rsidRPr="00CA3741">
        <w:rPr>
          <w:color w:val="000000" w:themeColor="text1"/>
          <w:sz w:val="20"/>
          <w:szCs w:val="20"/>
        </w:rPr>
        <w:t xml:space="preserve">Worked as a </w:t>
      </w:r>
      <w:r w:rsidRPr="00B940FB">
        <w:rPr>
          <w:b/>
          <w:bCs/>
          <w:color w:val="000000" w:themeColor="text1"/>
          <w:sz w:val="20"/>
          <w:szCs w:val="20"/>
        </w:rPr>
        <w:t xml:space="preserve">Medical Representative </w:t>
      </w:r>
      <w:r w:rsidRPr="00CA3741">
        <w:rPr>
          <w:color w:val="000000" w:themeColor="text1"/>
          <w:sz w:val="20"/>
          <w:szCs w:val="20"/>
        </w:rPr>
        <w:t xml:space="preserve">in </w:t>
      </w:r>
      <w:r w:rsidR="00B940FB" w:rsidRPr="00BD39A8">
        <w:rPr>
          <w:b/>
          <w:bCs/>
          <w:color w:val="000000" w:themeColor="text1"/>
          <w:sz w:val="20"/>
          <w:szCs w:val="20"/>
        </w:rPr>
        <w:t>Neutropharma Pakistan</w:t>
      </w:r>
      <w:r w:rsidRPr="00CA3741">
        <w:rPr>
          <w:color w:val="000000" w:themeColor="text1"/>
          <w:sz w:val="20"/>
          <w:szCs w:val="20"/>
        </w:rPr>
        <w:t xml:space="preserve"> from July 2011 to December 2011.</w:t>
      </w:r>
    </w:p>
    <w:p w14:paraId="0A8E3D74" w14:textId="77777777" w:rsidR="00013094" w:rsidRPr="00CA3741" w:rsidRDefault="00013094" w:rsidP="00534B01">
      <w:pPr>
        <w:spacing w:line="240" w:lineRule="auto"/>
        <w:jc w:val="both"/>
        <w:rPr>
          <w:color w:val="000000" w:themeColor="text1"/>
          <w:sz w:val="20"/>
          <w:szCs w:val="20"/>
        </w:rPr>
      </w:pPr>
      <w:r w:rsidRPr="00CA3741">
        <w:rPr>
          <w:color w:val="000000" w:themeColor="text1"/>
          <w:sz w:val="20"/>
          <w:szCs w:val="20"/>
        </w:rPr>
        <w:t xml:space="preserve">Worked as a </w:t>
      </w:r>
      <w:r w:rsidR="00BD39A8" w:rsidRPr="00BD39A8">
        <w:rPr>
          <w:b/>
          <w:bCs/>
          <w:color w:val="000000" w:themeColor="text1"/>
          <w:sz w:val="20"/>
          <w:szCs w:val="20"/>
        </w:rPr>
        <w:t>Sales girl marketing</w:t>
      </w:r>
      <w:r w:rsidRPr="00CA3741">
        <w:rPr>
          <w:color w:val="000000" w:themeColor="text1"/>
          <w:sz w:val="20"/>
          <w:szCs w:val="20"/>
        </w:rPr>
        <w:t xml:space="preserve"> for </w:t>
      </w:r>
      <w:r w:rsidRPr="00BD39A8">
        <w:rPr>
          <w:b/>
          <w:bCs/>
          <w:color w:val="000000" w:themeColor="text1"/>
          <w:sz w:val="20"/>
          <w:szCs w:val="20"/>
        </w:rPr>
        <w:t>Jazz</w:t>
      </w:r>
      <w:r w:rsidRPr="00CA3741">
        <w:rPr>
          <w:color w:val="000000" w:themeColor="text1"/>
          <w:sz w:val="20"/>
          <w:szCs w:val="20"/>
        </w:rPr>
        <w:t xml:space="preserve"> </w:t>
      </w:r>
      <w:r w:rsidR="00E46C58">
        <w:rPr>
          <w:b/>
          <w:bCs/>
          <w:color w:val="000000" w:themeColor="text1"/>
          <w:sz w:val="20"/>
          <w:szCs w:val="20"/>
        </w:rPr>
        <w:t>communications Pakistan</w:t>
      </w:r>
      <w:r w:rsidRPr="00CA3741">
        <w:rPr>
          <w:color w:val="000000" w:themeColor="text1"/>
          <w:sz w:val="20"/>
          <w:szCs w:val="20"/>
        </w:rPr>
        <w:t xml:space="preserve"> from February 2012 to October 2012</w:t>
      </w:r>
      <w:r w:rsidR="00D34FCF" w:rsidRPr="00CA3741">
        <w:rPr>
          <w:color w:val="000000" w:themeColor="text1"/>
          <w:sz w:val="20"/>
          <w:szCs w:val="20"/>
        </w:rPr>
        <w:t>.</w:t>
      </w:r>
    </w:p>
    <w:p w14:paraId="0DD835A1" w14:textId="77777777" w:rsidR="00013094" w:rsidRPr="00CA3741" w:rsidRDefault="00013094" w:rsidP="00534B01">
      <w:pPr>
        <w:spacing w:line="240" w:lineRule="auto"/>
        <w:jc w:val="both"/>
        <w:rPr>
          <w:color w:val="000000" w:themeColor="text1"/>
          <w:sz w:val="20"/>
          <w:szCs w:val="20"/>
        </w:rPr>
      </w:pPr>
      <w:r w:rsidRPr="00CA3741">
        <w:rPr>
          <w:color w:val="000000" w:themeColor="text1"/>
          <w:sz w:val="20"/>
          <w:szCs w:val="20"/>
        </w:rPr>
        <w:t xml:space="preserve">Worked as a </w:t>
      </w:r>
      <w:r w:rsidR="00A51B95" w:rsidRPr="00A51B95">
        <w:rPr>
          <w:b/>
          <w:bCs/>
          <w:color w:val="000000" w:themeColor="text1"/>
          <w:sz w:val="20"/>
          <w:szCs w:val="20"/>
        </w:rPr>
        <w:t>Customer Care Executive</w:t>
      </w:r>
      <w:r w:rsidRPr="00CA3741">
        <w:rPr>
          <w:color w:val="000000" w:themeColor="text1"/>
          <w:sz w:val="20"/>
          <w:szCs w:val="20"/>
        </w:rPr>
        <w:t xml:space="preserve"> in </w:t>
      </w:r>
      <w:r w:rsidRPr="00A51B95">
        <w:rPr>
          <w:b/>
          <w:bCs/>
          <w:color w:val="000000" w:themeColor="text1"/>
          <w:sz w:val="20"/>
          <w:szCs w:val="20"/>
        </w:rPr>
        <w:t>The Diligence Network</w:t>
      </w:r>
      <w:r w:rsidR="00A51B95">
        <w:rPr>
          <w:color w:val="000000" w:themeColor="text1"/>
          <w:sz w:val="20"/>
          <w:szCs w:val="20"/>
        </w:rPr>
        <w:t xml:space="preserve"> f</w:t>
      </w:r>
      <w:r w:rsidRPr="00CA3741">
        <w:rPr>
          <w:color w:val="000000" w:themeColor="text1"/>
          <w:sz w:val="20"/>
          <w:szCs w:val="20"/>
        </w:rPr>
        <w:t>rom June 2020 to October 2020</w:t>
      </w:r>
    </w:p>
    <w:p w14:paraId="3A8E1497" w14:textId="77777777" w:rsidR="00013094" w:rsidRPr="00573D04" w:rsidRDefault="00013094" w:rsidP="00534B01">
      <w:pPr>
        <w:spacing w:line="240" w:lineRule="auto"/>
        <w:jc w:val="both"/>
        <w:rPr>
          <w:color w:val="000000" w:themeColor="text1"/>
          <w:sz w:val="20"/>
          <w:szCs w:val="20"/>
        </w:rPr>
      </w:pPr>
      <w:r w:rsidRPr="00CA3741">
        <w:rPr>
          <w:color w:val="000000" w:themeColor="text1"/>
          <w:sz w:val="20"/>
          <w:szCs w:val="20"/>
        </w:rPr>
        <w:t xml:space="preserve">Worked as a </w:t>
      </w:r>
      <w:r w:rsidR="00187171" w:rsidRPr="00573D04">
        <w:rPr>
          <w:b/>
          <w:bCs/>
          <w:color w:val="000000" w:themeColor="text1"/>
          <w:sz w:val="20"/>
          <w:szCs w:val="20"/>
        </w:rPr>
        <w:t>Customer Care Executive</w:t>
      </w:r>
      <w:r w:rsidRPr="00573D04">
        <w:rPr>
          <w:color w:val="000000" w:themeColor="text1"/>
          <w:sz w:val="20"/>
          <w:szCs w:val="20"/>
        </w:rPr>
        <w:t xml:space="preserve"> </w:t>
      </w:r>
      <w:r w:rsidR="00573D04">
        <w:rPr>
          <w:color w:val="000000" w:themeColor="text1"/>
          <w:sz w:val="20"/>
          <w:szCs w:val="20"/>
        </w:rPr>
        <w:t>in</w:t>
      </w:r>
      <w:r w:rsidR="00573D04" w:rsidRPr="00573D04">
        <w:rPr>
          <w:b/>
          <w:bCs/>
          <w:color w:val="000000" w:themeColor="text1"/>
          <w:sz w:val="20"/>
          <w:szCs w:val="20"/>
        </w:rPr>
        <w:t xml:space="preserve"> </w:t>
      </w:r>
      <w:r w:rsidRPr="00573D04">
        <w:rPr>
          <w:b/>
          <w:bCs/>
          <w:color w:val="000000" w:themeColor="text1"/>
          <w:sz w:val="20"/>
          <w:szCs w:val="20"/>
        </w:rPr>
        <w:t xml:space="preserve">SBT </w:t>
      </w:r>
      <w:r w:rsidR="00A51B95" w:rsidRPr="00573D04">
        <w:rPr>
          <w:b/>
          <w:bCs/>
          <w:color w:val="000000" w:themeColor="text1"/>
          <w:sz w:val="20"/>
          <w:szCs w:val="20"/>
        </w:rPr>
        <w:t>Japan Pakistan</w:t>
      </w:r>
      <w:r w:rsidR="00A51B95" w:rsidRPr="00573D04">
        <w:rPr>
          <w:color w:val="000000" w:themeColor="text1"/>
          <w:sz w:val="20"/>
          <w:szCs w:val="20"/>
        </w:rPr>
        <w:t xml:space="preserve"> fr</w:t>
      </w:r>
      <w:r w:rsidRPr="00573D04">
        <w:rPr>
          <w:color w:val="000000" w:themeColor="text1"/>
          <w:sz w:val="20"/>
          <w:szCs w:val="20"/>
        </w:rPr>
        <w:t>om Feb 2021 to August 2021</w:t>
      </w:r>
    </w:p>
    <w:p w14:paraId="77B8BA0C" w14:textId="78EBC4B2" w:rsidR="00013094" w:rsidRPr="00CA3741" w:rsidRDefault="00371ED2" w:rsidP="00534B01">
      <w:pPr>
        <w:spacing w:line="24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Worked as</w:t>
      </w:r>
      <w:r w:rsidR="00013094" w:rsidRPr="00573D04">
        <w:rPr>
          <w:color w:val="000000" w:themeColor="text1"/>
          <w:sz w:val="20"/>
          <w:szCs w:val="20"/>
        </w:rPr>
        <w:t xml:space="preserve"> </w:t>
      </w:r>
      <w:r w:rsidR="008D63E5" w:rsidRPr="008D63E5">
        <w:rPr>
          <w:b/>
          <w:bCs/>
          <w:color w:val="000000" w:themeColor="text1"/>
          <w:sz w:val="20"/>
          <w:szCs w:val="20"/>
        </w:rPr>
        <w:t>Customer Care Executive</w:t>
      </w:r>
      <w:r w:rsidR="00013094" w:rsidRPr="00CA3741">
        <w:rPr>
          <w:color w:val="000000" w:themeColor="text1"/>
          <w:sz w:val="20"/>
          <w:szCs w:val="20"/>
        </w:rPr>
        <w:t xml:space="preserve"> for </w:t>
      </w:r>
      <w:r w:rsidR="008D63E5" w:rsidRPr="00B55DAE">
        <w:rPr>
          <w:b/>
          <w:bCs/>
          <w:color w:val="000000" w:themeColor="text1"/>
          <w:sz w:val="20"/>
          <w:szCs w:val="20"/>
        </w:rPr>
        <w:t>Chats</w:t>
      </w:r>
      <w:r w:rsidR="00013094" w:rsidRPr="00CA3741">
        <w:rPr>
          <w:color w:val="000000" w:themeColor="text1"/>
          <w:sz w:val="20"/>
          <w:szCs w:val="20"/>
        </w:rPr>
        <w:t xml:space="preserve"> and </w:t>
      </w:r>
      <w:r w:rsidR="008D63E5" w:rsidRPr="00B55DAE">
        <w:rPr>
          <w:b/>
          <w:bCs/>
          <w:color w:val="000000" w:themeColor="text1"/>
          <w:sz w:val="20"/>
          <w:szCs w:val="20"/>
        </w:rPr>
        <w:t>Email</w:t>
      </w:r>
      <w:r w:rsidR="00013094" w:rsidRPr="00B55DAE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 xml:space="preserve">Support </w:t>
      </w:r>
      <w:r>
        <w:rPr>
          <w:color w:val="000000" w:themeColor="text1"/>
          <w:sz w:val="20"/>
          <w:szCs w:val="20"/>
        </w:rPr>
        <w:t>in</w:t>
      </w:r>
      <w:r>
        <w:rPr>
          <w:b/>
          <w:bCs/>
          <w:color w:val="000000" w:themeColor="text1"/>
          <w:sz w:val="20"/>
          <w:szCs w:val="20"/>
        </w:rPr>
        <w:t xml:space="preserve"> ibex</w:t>
      </w:r>
      <w:r w:rsidR="00013094" w:rsidRPr="00CA3741">
        <w:rPr>
          <w:color w:val="000000" w:themeColor="text1"/>
          <w:sz w:val="20"/>
          <w:szCs w:val="20"/>
        </w:rPr>
        <w:t xml:space="preserve">, </w:t>
      </w:r>
      <w:r>
        <w:rPr>
          <w:color w:val="000000" w:themeColor="text1"/>
          <w:sz w:val="20"/>
          <w:szCs w:val="20"/>
        </w:rPr>
        <w:t xml:space="preserve">from </w:t>
      </w:r>
      <w:r w:rsidR="00013094" w:rsidRPr="00CA3741">
        <w:rPr>
          <w:color w:val="000000" w:themeColor="text1"/>
          <w:sz w:val="20"/>
          <w:szCs w:val="20"/>
        </w:rPr>
        <w:t xml:space="preserve">October 2021 to </w:t>
      </w:r>
      <w:r w:rsidR="007C1F04">
        <w:rPr>
          <w:color w:val="000000" w:themeColor="text1"/>
          <w:sz w:val="20"/>
          <w:szCs w:val="20"/>
        </w:rPr>
        <w:t>May 2022.</w:t>
      </w:r>
    </w:p>
    <w:p w14:paraId="04C64C5C" w14:textId="77777777" w:rsidR="00C70B73" w:rsidRDefault="00C028F5" w:rsidP="00C70B73">
      <w:pPr>
        <w:pStyle w:val="Heading1"/>
        <w:rPr>
          <w:color w:val="000000" w:themeColor="text1"/>
          <w:sz w:val="24"/>
          <w:szCs w:val="24"/>
        </w:rPr>
      </w:pPr>
      <w:r w:rsidRPr="00B9694F">
        <w:rPr>
          <w:color w:val="000000" w:themeColor="text1"/>
          <w:sz w:val="24"/>
          <w:szCs w:val="24"/>
        </w:rPr>
        <w:t>SKILLS</w:t>
      </w:r>
    </w:p>
    <w:p w14:paraId="466C0B69" w14:textId="77777777" w:rsidR="00C70B73" w:rsidRPr="00843344" w:rsidRDefault="00F91073" w:rsidP="00D1186D">
      <w:pPr>
        <w:pStyle w:val="ListParagraph"/>
        <w:numPr>
          <w:ilvl w:val="0"/>
          <w:numId w:val="14"/>
        </w:numPr>
        <w:rPr>
          <w:sz w:val="20"/>
          <w:szCs w:val="20"/>
          <w:u w:val="single"/>
        </w:rPr>
      </w:pPr>
      <w:r w:rsidRPr="00843344">
        <w:rPr>
          <w:color w:val="000000" w:themeColor="text1"/>
          <w:sz w:val="20"/>
          <w:szCs w:val="20"/>
          <w:u w:val="single"/>
        </w:rPr>
        <w:t>Active listener</w:t>
      </w:r>
    </w:p>
    <w:p w14:paraId="39FE9882" w14:textId="77777777" w:rsidR="00F91073" w:rsidRPr="00843344" w:rsidRDefault="00475CB2" w:rsidP="00D1186D">
      <w:pPr>
        <w:pStyle w:val="ListParagraph"/>
        <w:numPr>
          <w:ilvl w:val="0"/>
          <w:numId w:val="14"/>
        </w:numPr>
        <w:rPr>
          <w:color w:val="000000" w:themeColor="text1"/>
          <w:sz w:val="20"/>
          <w:szCs w:val="20"/>
          <w:u w:val="single"/>
        </w:rPr>
      </w:pPr>
      <w:r w:rsidRPr="00843344">
        <w:rPr>
          <w:color w:val="000000" w:themeColor="text1"/>
          <w:sz w:val="20"/>
          <w:szCs w:val="20"/>
          <w:u w:val="single"/>
        </w:rPr>
        <w:t>Outgoing personality</w:t>
      </w:r>
    </w:p>
    <w:p w14:paraId="772D7323" w14:textId="77777777" w:rsidR="00475CB2" w:rsidRPr="00843344" w:rsidRDefault="00D83F75" w:rsidP="00D1186D">
      <w:pPr>
        <w:pStyle w:val="ListParagraph"/>
        <w:numPr>
          <w:ilvl w:val="0"/>
          <w:numId w:val="14"/>
        </w:numPr>
        <w:rPr>
          <w:sz w:val="20"/>
          <w:szCs w:val="20"/>
          <w:u w:val="single"/>
        </w:rPr>
      </w:pPr>
      <w:r w:rsidRPr="00843344">
        <w:rPr>
          <w:color w:val="000000" w:themeColor="text1"/>
          <w:sz w:val="20"/>
          <w:szCs w:val="20"/>
          <w:u w:val="single"/>
        </w:rPr>
        <w:t>Problem Solving</w:t>
      </w:r>
    </w:p>
    <w:p w14:paraId="25A70399" w14:textId="77777777" w:rsidR="00F96871" w:rsidRPr="00843344" w:rsidRDefault="00F96871" w:rsidP="00D25927">
      <w:pPr>
        <w:pStyle w:val="ListParagraph"/>
        <w:numPr>
          <w:ilvl w:val="0"/>
          <w:numId w:val="14"/>
        </w:numPr>
        <w:rPr>
          <w:sz w:val="20"/>
          <w:szCs w:val="20"/>
          <w:u w:val="single"/>
        </w:rPr>
      </w:pPr>
      <w:r w:rsidRPr="00843344">
        <w:rPr>
          <w:color w:val="000000" w:themeColor="text1"/>
          <w:sz w:val="20"/>
          <w:szCs w:val="20"/>
          <w:u w:val="single"/>
        </w:rPr>
        <w:t>Adaptability</w:t>
      </w:r>
    </w:p>
    <w:p w14:paraId="1341BE0E" w14:textId="77777777" w:rsidR="00F96871" w:rsidRPr="00843344" w:rsidRDefault="00F96871" w:rsidP="00D25927">
      <w:pPr>
        <w:pStyle w:val="ListParagraph"/>
        <w:numPr>
          <w:ilvl w:val="0"/>
          <w:numId w:val="14"/>
        </w:numPr>
        <w:rPr>
          <w:sz w:val="20"/>
          <w:szCs w:val="20"/>
          <w:u w:val="single"/>
        </w:rPr>
      </w:pPr>
      <w:r w:rsidRPr="00843344">
        <w:rPr>
          <w:color w:val="000000" w:themeColor="text1"/>
          <w:sz w:val="20"/>
          <w:szCs w:val="20"/>
          <w:u w:val="single"/>
        </w:rPr>
        <w:t>Quick learner</w:t>
      </w:r>
    </w:p>
    <w:p w14:paraId="5C24DEC6" w14:textId="77777777" w:rsidR="007A792F" w:rsidRPr="00843344" w:rsidRDefault="00F96871" w:rsidP="00D25927">
      <w:pPr>
        <w:pStyle w:val="ListParagraph"/>
        <w:numPr>
          <w:ilvl w:val="0"/>
          <w:numId w:val="14"/>
        </w:numPr>
        <w:rPr>
          <w:sz w:val="20"/>
          <w:szCs w:val="20"/>
          <w:u w:val="single"/>
        </w:rPr>
      </w:pPr>
      <w:r w:rsidRPr="00843344">
        <w:rPr>
          <w:color w:val="000000" w:themeColor="text1"/>
          <w:sz w:val="20"/>
          <w:szCs w:val="20"/>
          <w:u w:val="single"/>
        </w:rPr>
        <w:t>Team player</w:t>
      </w:r>
    </w:p>
    <w:p w14:paraId="0D833AE8" w14:textId="77777777" w:rsidR="007A792F" w:rsidRPr="00C70B73" w:rsidRDefault="007A792F" w:rsidP="007A792F"/>
    <w:p w14:paraId="7E779C1C" w14:textId="77777777" w:rsidR="0083526E" w:rsidRPr="00B9694F" w:rsidRDefault="0083526E">
      <w:pPr>
        <w:rPr>
          <w:b/>
          <w:bCs/>
          <w:color w:val="000000" w:themeColor="text1"/>
          <w:sz w:val="24"/>
          <w:szCs w:val="24"/>
        </w:rPr>
      </w:pPr>
      <w:r w:rsidRPr="00B9694F">
        <w:rPr>
          <w:b/>
          <w:bCs/>
          <w:color w:val="000000" w:themeColor="text1"/>
          <w:sz w:val="24"/>
          <w:szCs w:val="24"/>
        </w:rPr>
        <w:t>PERSONAL DETAILS</w:t>
      </w:r>
    </w:p>
    <w:p w14:paraId="4DACE977" w14:textId="77777777" w:rsidR="0083526E" w:rsidRPr="0083526E" w:rsidRDefault="0083526E">
      <w:pPr>
        <w:rPr>
          <w:b/>
          <w:bCs/>
          <w:color w:val="000000" w:themeColor="text1"/>
        </w:rPr>
      </w:pPr>
    </w:p>
    <w:p w14:paraId="7D85477A" w14:textId="77777777" w:rsidR="001C0084" w:rsidRPr="007E6409" w:rsidRDefault="00870AA1">
      <w:pPr>
        <w:rPr>
          <w:color w:val="000000" w:themeColor="text1"/>
          <w:sz w:val="20"/>
          <w:szCs w:val="20"/>
        </w:rPr>
      </w:pPr>
      <w:r w:rsidRPr="007E6409">
        <w:rPr>
          <w:color w:val="000000" w:themeColor="text1"/>
          <w:sz w:val="20"/>
          <w:szCs w:val="20"/>
        </w:rPr>
        <w:t>Nationality : Pakistani</w:t>
      </w:r>
    </w:p>
    <w:p w14:paraId="7D141DEF" w14:textId="77777777" w:rsidR="00870AA1" w:rsidRPr="007E6409" w:rsidRDefault="00870AA1">
      <w:pPr>
        <w:rPr>
          <w:color w:val="000000" w:themeColor="text1"/>
          <w:sz w:val="20"/>
          <w:szCs w:val="20"/>
        </w:rPr>
      </w:pPr>
      <w:r w:rsidRPr="007E6409">
        <w:rPr>
          <w:color w:val="000000" w:themeColor="text1"/>
          <w:sz w:val="20"/>
          <w:szCs w:val="20"/>
        </w:rPr>
        <w:t xml:space="preserve">Date of </w:t>
      </w:r>
      <w:r w:rsidR="00E7142F" w:rsidRPr="007E6409">
        <w:rPr>
          <w:color w:val="000000" w:themeColor="text1"/>
          <w:sz w:val="20"/>
          <w:szCs w:val="20"/>
        </w:rPr>
        <w:t>birth</w:t>
      </w:r>
      <w:r w:rsidRPr="007E6409">
        <w:rPr>
          <w:color w:val="000000" w:themeColor="text1"/>
          <w:sz w:val="20"/>
          <w:szCs w:val="20"/>
        </w:rPr>
        <w:t xml:space="preserve"> : 03-Nov-1993</w:t>
      </w:r>
    </w:p>
    <w:p w14:paraId="07CD5B87" w14:textId="77777777" w:rsidR="00E7142F" w:rsidRPr="007E6409" w:rsidRDefault="00E7142F">
      <w:pPr>
        <w:rPr>
          <w:color w:val="000000" w:themeColor="text1"/>
          <w:sz w:val="20"/>
          <w:szCs w:val="20"/>
        </w:rPr>
      </w:pPr>
      <w:r w:rsidRPr="007E6409">
        <w:rPr>
          <w:color w:val="000000" w:themeColor="text1"/>
          <w:sz w:val="20"/>
          <w:szCs w:val="20"/>
        </w:rPr>
        <w:t>Marital status : Married</w:t>
      </w:r>
    </w:p>
    <w:p w14:paraId="6C3D0DB3" w14:textId="77777777" w:rsidR="00E7142F" w:rsidRPr="007E6409" w:rsidRDefault="00E7142F">
      <w:pPr>
        <w:rPr>
          <w:color w:val="000000" w:themeColor="text1"/>
          <w:sz w:val="20"/>
          <w:szCs w:val="20"/>
        </w:rPr>
      </w:pPr>
      <w:r w:rsidRPr="007E6409">
        <w:rPr>
          <w:color w:val="000000" w:themeColor="text1"/>
          <w:sz w:val="20"/>
          <w:szCs w:val="20"/>
        </w:rPr>
        <w:t>Gender : Female</w:t>
      </w:r>
    </w:p>
    <w:p w14:paraId="60BA4F11" w14:textId="4F4D9938" w:rsidR="006836BA" w:rsidRPr="00655C49" w:rsidRDefault="006836BA" w:rsidP="00843344">
      <w:pPr>
        <w:rPr>
          <w:b/>
          <w:bCs/>
          <w:color w:val="000000" w:themeColor="text1"/>
        </w:rPr>
      </w:pPr>
    </w:p>
    <w:sectPr w:rsidR="006836BA" w:rsidRPr="00655C49">
      <w:headerReference w:type="default" r:id="rId9"/>
      <w:footerReference w:type="default" r:id="rId10"/>
      <w:headerReference w:type="first" r:id="rId11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30F64" w14:textId="77777777" w:rsidR="00CB5500" w:rsidRDefault="00CB5500">
      <w:pPr>
        <w:spacing w:after="0" w:line="240" w:lineRule="auto"/>
      </w:pPr>
      <w:r>
        <w:separator/>
      </w:r>
    </w:p>
  </w:endnote>
  <w:endnote w:type="continuationSeparator" w:id="0">
    <w:p w14:paraId="66576B10" w14:textId="77777777" w:rsidR="00CB5500" w:rsidRDefault="00CB5500">
      <w:pPr>
        <w:spacing w:after="0" w:line="240" w:lineRule="auto"/>
      </w:pPr>
      <w:r>
        <w:continuationSeparator/>
      </w:r>
    </w:p>
  </w:endnote>
  <w:endnote w:type="continuationNotice" w:id="1">
    <w:p w14:paraId="70C20F43" w14:textId="77777777" w:rsidR="00CB5500" w:rsidRDefault="00CB55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1E6D6B" w14:textId="77777777" w:rsidR="001C0084" w:rsidRDefault="007F7DC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6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3343B" w14:textId="77777777" w:rsidR="00CB5500" w:rsidRDefault="00CB5500">
      <w:pPr>
        <w:spacing w:after="0" w:line="240" w:lineRule="auto"/>
      </w:pPr>
      <w:r>
        <w:separator/>
      </w:r>
    </w:p>
  </w:footnote>
  <w:footnote w:type="continuationSeparator" w:id="0">
    <w:p w14:paraId="682E0C8D" w14:textId="77777777" w:rsidR="00CB5500" w:rsidRDefault="00CB5500">
      <w:pPr>
        <w:spacing w:after="0" w:line="240" w:lineRule="auto"/>
      </w:pPr>
      <w:r>
        <w:continuationSeparator/>
      </w:r>
    </w:p>
  </w:footnote>
  <w:footnote w:type="continuationNotice" w:id="1">
    <w:p w14:paraId="443EE95C" w14:textId="77777777" w:rsidR="00CB5500" w:rsidRDefault="00CB55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B5B21" w14:textId="77777777" w:rsidR="001C0084" w:rsidRDefault="007F7DCE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6FE7B3C" wp14:editId="3BCA7674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2F8B299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">
              <v:rect id="Rectangle 2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2829" w14:textId="77777777" w:rsidR="001C0084" w:rsidRDefault="007F7DCE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12F08D2" wp14:editId="64724178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27009CB8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">
              <v:rect id="Rectangle 6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" fillcolor="#4b3a2e [3215]" stroked="f" strokeweight="1pt"/>
              <v:rect id="Rectangle 7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1121CF"/>
    <w:multiLevelType w:val="hybridMultilevel"/>
    <w:tmpl w:val="8FE270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09641A"/>
    <w:multiLevelType w:val="hybridMultilevel"/>
    <w:tmpl w:val="1E10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3A415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36360C"/>
    <w:multiLevelType w:val="hybridMultilevel"/>
    <w:tmpl w:val="5A5612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BF69F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734385"/>
    <w:multiLevelType w:val="hybridMultilevel"/>
    <w:tmpl w:val="EEEC5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8F7611"/>
    <w:multiLevelType w:val="hybridMultilevel"/>
    <w:tmpl w:val="49247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6E56B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2521427">
    <w:abstractNumId w:val="9"/>
  </w:num>
  <w:num w:numId="2" w16cid:durableId="388115290">
    <w:abstractNumId w:val="7"/>
  </w:num>
  <w:num w:numId="3" w16cid:durableId="2047093675">
    <w:abstractNumId w:val="6"/>
  </w:num>
  <w:num w:numId="4" w16cid:durableId="1489400629">
    <w:abstractNumId w:val="5"/>
  </w:num>
  <w:num w:numId="5" w16cid:durableId="1697460313">
    <w:abstractNumId w:val="4"/>
  </w:num>
  <w:num w:numId="6" w16cid:durableId="1569683982">
    <w:abstractNumId w:val="8"/>
  </w:num>
  <w:num w:numId="7" w16cid:durableId="513346986">
    <w:abstractNumId w:val="3"/>
  </w:num>
  <w:num w:numId="8" w16cid:durableId="1668632387">
    <w:abstractNumId w:val="2"/>
  </w:num>
  <w:num w:numId="9" w16cid:durableId="299068972">
    <w:abstractNumId w:val="1"/>
  </w:num>
  <w:num w:numId="10" w16cid:durableId="440613449">
    <w:abstractNumId w:val="0"/>
  </w:num>
  <w:num w:numId="11" w16cid:durableId="121073578">
    <w:abstractNumId w:val="17"/>
  </w:num>
  <w:num w:numId="12" w16cid:durableId="753622608">
    <w:abstractNumId w:val="12"/>
  </w:num>
  <w:num w:numId="13" w16cid:durableId="904754912">
    <w:abstractNumId w:val="14"/>
  </w:num>
  <w:num w:numId="14" w16cid:durableId="1054810363">
    <w:abstractNumId w:val="16"/>
  </w:num>
  <w:num w:numId="15" w16cid:durableId="1316758604">
    <w:abstractNumId w:val="15"/>
  </w:num>
  <w:num w:numId="16" w16cid:durableId="1595818251">
    <w:abstractNumId w:val="13"/>
  </w:num>
  <w:num w:numId="17" w16cid:durableId="810632154">
    <w:abstractNumId w:val="10"/>
  </w:num>
  <w:num w:numId="18" w16cid:durableId="4360985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B89"/>
    <w:rsid w:val="0000092C"/>
    <w:rsid w:val="00013094"/>
    <w:rsid w:val="00013119"/>
    <w:rsid w:val="00033EC1"/>
    <w:rsid w:val="000416FC"/>
    <w:rsid w:val="00047CB1"/>
    <w:rsid w:val="00091665"/>
    <w:rsid w:val="0010213B"/>
    <w:rsid w:val="00172D03"/>
    <w:rsid w:val="00187171"/>
    <w:rsid w:val="001B4F79"/>
    <w:rsid w:val="001C0084"/>
    <w:rsid w:val="00223E64"/>
    <w:rsid w:val="00275FB3"/>
    <w:rsid w:val="00307154"/>
    <w:rsid w:val="00332164"/>
    <w:rsid w:val="00371ED2"/>
    <w:rsid w:val="003778E1"/>
    <w:rsid w:val="003C1C78"/>
    <w:rsid w:val="003D4825"/>
    <w:rsid w:val="00402B0F"/>
    <w:rsid w:val="00403894"/>
    <w:rsid w:val="00404165"/>
    <w:rsid w:val="00475CB2"/>
    <w:rsid w:val="00486A53"/>
    <w:rsid w:val="004917B3"/>
    <w:rsid w:val="004C241D"/>
    <w:rsid w:val="004C2517"/>
    <w:rsid w:val="00504760"/>
    <w:rsid w:val="0050636D"/>
    <w:rsid w:val="00522CA9"/>
    <w:rsid w:val="00534B01"/>
    <w:rsid w:val="00573D04"/>
    <w:rsid w:val="005B6303"/>
    <w:rsid w:val="005B7CF2"/>
    <w:rsid w:val="005C6DAC"/>
    <w:rsid w:val="005D432D"/>
    <w:rsid w:val="00611BF8"/>
    <w:rsid w:val="00613FDC"/>
    <w:rsid w:val="0062030D"/>
    <w:rsid w:val="0063242F"/>
    <w:rsid w:val="00655C49"/>
    <w:rsid w:val="006836BA"/>
    <w:rsid w:val="00683AE0"/>
    <w:rsid w:val="006A5E28"/>
    <w:rsid w:val="006C3E18"/>
    <w:rsid w:val="006E511A"/>
    <w:rsid w:val="0074710E"/>
    <w:rsid w:val="00762466"/>
    <w:rsid w:val="00765857"/>
    <w:rsid w:val="0077000E"/>
    <w:rsid w:val="007970EC"/>
    <w:rsid w:val="007A1B24"/>
    <w:rsid w:val="007A2ACE"/>
    <w:rsid w:val="007A5F7E"/>
    <w:rsid w:val="007A792F"/>
    <w:rsid w:val="007B12E2"/>
    <w:rsid w:val="007C1F04"/>
    <w:rsid w:val="007C5820"/>
    <w:rsid w:val="007E6409"/>
    <w:rsid w:val="007F0F08"/>
    <w:rsid w:val="007F7DCE"/>
    <w:rsid w:val="0083526E"/>
    <w:rsid w:val="00843344"/>
    <w:rsid w:val="00857B75"/>
    <w:rsid w:val="00870AA1"/>
    <w:rsid w:val="00882343"/>
    <w:rsid w:val="008B376F"/>
    <w:rsid w:val="008D63E5"/>
    <w:rsid w:val="008D75BF"/>
    <w:rsid w:val="008E17C5"/>
    <w:rsid w:val="008F4C69"/>
    <w:rsid w:val="009037E9"/>
    <w:rsid w:val="00930506"/>
    <w:rsid w:val="00931CB1"/>
    <w:rsid w:val="00963E19"/>
    <w:rsid w:val="009655DB"/>
    <w:rsid w:val="0097573C"/>
    <w:rsid w:val="009F25E9"/>
    <w:rsid w:val="00A01337"/>
    <w:rsid w:val="00A321F7"/>
    <w:rsid w:val="00A32915"/>
    <w:rsid w:val="00A35C78"/>
    <w:rsid w:val="00A51B95"/>
    <w:rsid w:val="00A55BC5"/>
    <w:rsid w:val="00A92D5D"/>
    <w:rsid w:val="00AA5FE9"/>
    <w:rsid w:val="00AD1E72"/>
    <w:rsid w:val="00AF0122"/>
    <w:rsid w:val="00AF3266"/>
    <w:rsid w:val="00B55DAE"/>
    <w:rsid w:val="00B6430A"/>
    <w:rsid w:val="00B70163"/>
    <w:rsid w:val="00B932B6"/>
    <w:rsid w:val="00B940FB"/>
    <w:rsid w:val="00B9694F"/>
    <w:rsid w:val="00BD39A8"/>
    <w:rsid w:val="00C00783"/>
    <w:rsid w:val="00C028F5"/>
    <w:rsid w:val="00C554DA"/>
    <w:rsid w:val="00C60B89"/>
    <w:rsid w:val="00C70B73"/>
    <w:rsid w:val="00CA3741"/>
    <w:rsid w:val="00CB5500"/>
    <w:rsid w:val="00D1186D"/>
    <w:rsid w:val="00D25927"/>
    <w:rsid w:val="00D34FCF"/>
    <w:rsid w:val="00D803A2"/>
    <w:rsid w:val="00D83F75"/>
    <w:rsid w:val="00D94A33"/>
    <w:rsid w:val="00D96849"/>
    <w:rsid w:val="00DE0861"/>
    <w:rsid w:val="00E345AA"/>
    <w:rsid w:val="00E46C58"/>
    <w:rsid w:val="00E7142F"/>
    <w:rsid w:val="00EA1523"/>
    <w:rsid w:val="00EC0382"/>
    <w:rsid w:val="00EC0642"/>
    <w:rsid w:val="00EF08B2"/>
    <w:rsid w:val="00EF7198"/>
    <w:rsid w:val="00F05472"/>
    <w:rsid w:val="00F8315E"/>
    <w:rsid w:val="00F91073"/>
    <w:rsid w:val="00F957E4"/>
    <w:rsid w:val="00F9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3021712"/>
  <w15:chartTrackingRefBased/>
  <w15:docId w15:val="{2B1213AF-4840-9C49-979E-DEEAE421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ame">
    <w:name w:val="Name"/>
    <w:basedOn w:val="Normal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paragraph" w:customStyle="1" w:styleId="rich-text-component">
    <w:name w:val="rich-text-component"/>
    <w:basedOn w:val="Normal"/>
    <w:rsid w:val="009F25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glossaryDocument" Target="glossary/document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B7BA01B1-B5EB-364A-A56A-6E1BE4E1BBBC%7dtf5000203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FE5A87537DE14C82252C75F4714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109F6-FDB2-5B48-9B51-E0728E916125}"/>
      </w:docPartPr>
      <w:docPartBody>
        <w:p w:rsidR="005143C6" w:rsidRDefault="00D1780F">
          <w:pPr>
            <w:pStyle w:val="82FE5A87537DE14C82252C75F4714174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0F"/>
    <w:rsid w:val="005143C6"/>
    <w:rsid w:val="006D7938"/>
    <w:rsid w:val="007D29EA"/>
    <w:rsid w:val="008D427B"/>
    <w:rsid w:val="00CF5BC5"/>
    <w:rsid w:val="00D1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FE5A87537DE14C82252C75F4714174">
    <w:name w:val="82FE5A87537DE14C82252C75F47141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zohranoor0107@gmail.com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%7bB7BA01B1-B5EB-364A-A56A-6E1BE4E1BBBC%7dtf50002038.dotx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serakhanofficial@gmail.com</dc:creator>
  <cp:keywords/>
  <cp:lastModifiedBy>serakhanofficial@gmail.com</cp:lastModifiedBy>
  <cp:revision>2</cp:revision>
  <dcterms:created xsi:type="dcterms:W3CDTF">2022-07-31T17:17:00Z</dcterms:created>
  <dcterms:modified xsi:type="dcterms:W3CDTF">2022-07-31T17:17:00Z</dcterms:modified>
</cp:coreProperties>
</file>