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:rsidR="00692703" w:rsidRPr="00CF1A49" w:rsidRDefault="00F173CF" w:rsidP="00913946">
            <w:pPr>
              <w:pStyle w:val="Title"/>
            </w:pPr>
            <w:r>
              <w:t>AMeer hamza</w:t>
            </w:r>
            <w:r w:rsidR="00692703" w:rsidRPr="00CF1A49">
              <w:t xml:space="preserve"> </w:t>
            </w:r>
          </w:p>
          <w:p w:rsidR="00692703" w:rsidRPr="00CF1A49" w:rsidRDefault="00692703" w:rsidP="00913946">
            <w:pPr>
              <w:pStyle w:val="ContactInfo"/>
              <w:contextualSpacing w:val="0"/>
            </w:pPr>
            <w:r w:rsidRPr="00CF1A49">
              <w:t xml:space="preserve"> </w:t>
            </w:r>
            <w:r w:rsidR="00F173CF">
              <w:t>03211288166</w:t>
            </w:r>
          </w:p>
          <w:p w:rsidR="00692703" w:rsidRPr="00CF1A49" w:rsidRDefault="00F173CF" w:rsidP="00F173CF">
            <w:pPr>
              <w:pStyle w:val="ContactInfoEmphasis"/>
              <w:contextualSpacing w:val="0"/>
            </w:pPr>
            <w:r>
              <w:t>ameerhamzachippa@gmail.com</w:t>
            </w:r>
            <w:r w:rsidR="00692703" w:rsidRPr="00CF1A49">
              <w:t xml:space="preserve">  </w:t>
            </w:r>
          </w:p>
        </w:tc>
      </w:tr>
      <w:tr w:rsidR="009571D8" w:rsidRPr="00CF1A49" w:rsidTr="00692703">
        <w:tc>
          <w:tcPr>
            <w:tcW w:w="9360" w:type="dxa"/>
            <w:tcMar>
              <w:top w:w="432" w:type="dxa"/>
            </w:tcMar>
          </w:tcPr>
          <w:p w:rsidR="001755A8" w:rsidRPr="00CF1A49" w:rsidRDefault="00F173CF" w:rsidP="00913946">
            <w:pPr>
              <w:contextualSpacing w:val="0"/>
            </w:pPr>
            <w:r>
              <w:rPr>
                <w:rFonts w:ascii="Arial" w:hAnsi="Arial" w:cs="Arial"/>
                <w:color w:val="46464E"/>
                <w:sz w:val="21"/>
                <w:szCs w:val="21"/>
                <w:shd w:val="clear" w:color="auto" w:fill="FFFFFF"/>
              </w:rPr>
              <w:t>I am doing freelancing since, I</w:t>
            </w:r>
            <w:r>
              <w:rPr>
                <w:rFonts w:ascii="Arial" w:hAnsi="Arial" w:cs="Arial"/>
                <w:color w:val="46464E"/>
                <w:sz w:val="21"/>
                <w:szCs w:val="21"/>
                <w:shd w:val="clear" w:color="auto" w:fill="FFFFFF"/>
              </w:rPr>
              <w:t xml:space="preserve"> sta</w:t>
            </w:r>
            <w:r>
              <w:rPr>
                <w:rFonts w:ascii="Arial" w:hAnsi="Arial" w:cs="Arial"/>
                <w:color w:val="46464E"/>
                <w:sz w:val="21"/>
                <w:szCs w:val="21"/>
                <w:shd w:val="clear" w:color="auto" w:fill="FFFFFF"/>
              </w:rPr>
              <w:t>rted work in 2018 at that time I,</w:t>
            </w:r>
            <w:r>
              <w:rPr>
                <w:rFonts w:ascii="Arial" w:hAnsi="Arial" w:cs="Arial"/>
                <w:color w:val="46464E"/>
                <w:sz w:val="21"/>
                <w:szCs w:val="21"/>
                <w:shd w:val="clear" w:color="auto" w:fill="FFFFFF"/>
              </w:rPr>
              <w:t xml:space="preserve"> also start working as graphics designer in a </w:t>
            </w:r>
            <w:r>
              <w:rPr>
                <w:rStyle w:val="badword"/>
                <w:rFonts w:ascii="Arial" w:hAnsi="Arial" w:cs="Arial"/>
                <w:color w:val="46464E"/>
                <w:sz w:val="21"/>
                <w:szCs w:val="21"/>
                <w:shd w:val="clear" w:color="auto" w:fill="FFFFFF"/>
              </w:rPr>
              <w:t>Techexito</w:t>
            </w:r>
            <w:r>
              <w:rPr>
                <w:rFonts w:ascii="Arial" w:hAnsi="Arial" w:cs="Arial"/>
                <w:color w:val="46464E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46464E"/>
                <w:sz w:val="21"/>
                <w:szCs w:val="21"/>
                <w:shd w:val="clear" w:color="auto" w:fill="FFFFFF"/>
              </w:rPr>
              <w:t>software</w:t>
            </w:r>
            <w:r>
              <w:rPr>
                <w:rFonts w:ascii="Arial" w:hAnsi="Arial" w:cs="Arial"/>
                <w:color w:val="46464E"/>
                <w:sz w:val="21"/>
                <w:szCs w:val="21"/>
                <w:shd w:val="clear" w:color="auto" w:fill="FFFFFF"/>
              </w:rPr>
              <w:t xml:space="preserve"> house. I left from there in 2020. I am currently working as freelancer and completing my BBA for sales and marketing job.</w:t>
            </w:r>
          </w:p>
        </w:tc>
      </w:tr>
    </w:tbl>
    <w:p w:rsidR="004E01EB" w:rsidRPr="00CF1A49" w:rsidRDefault="00166B72" w:rsidP="004E01EB">
      <w:pPr>
        <w:pStyle w:val="Heading1"/>
      </w:pPr>
      <w:sdt>
        <w:sdtPr>
          <w:alias w:val="Experience:"/>
          <w:tag w:val="Experience:"/>
          <w:id w:val="-1983300934"/>
          <w:placeholder>
            <w:docPart w:val="94F09B813BD8432AB74FF85B2423C666"/>
          </w:placeholder>
          <w:temporary/>
          <w:showingPlcHdr/>
          <w15:appearance w15:val="hidden"/>
        </w:sdtPr>
        <w:sdtEndPr/>
        <w:sdtContent>
          <w:r w:rsidR="004E01EB" w:rsidRPr="00CF1A49">
            <w:t>Experience</w:t>
          </w:r>
        </w:sdtContent>
      </w:sdt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9290"/>
      </w:tblGrid>
      <w:tr w:rsidR="001D0BF1" w:rsidRPr="00CF1A49" w:rsidTr="00D66A52">
        <w:tc>
          <w:tcPr>
            <w:tcW w:w="9355" w:type="dxa"/>
          </w:tcPr>
          <w:p w:rsidR="001D0BF1" w:rsidRPr="00CF1A49" w:rsidRDefault="00F173CF" w:rsidP="001D0BF1">
            <w:pPr>
              <w:pStyle w:val="Heading3"/>
              <w:contextualSpacing w:val="0"/>
              <w:outlineLvl w:val="2"/>
            </w:pPr>
            <w:r>
              <w:t>aug-2018</w:t>
            </w:r>
            <w:r w:rsidR="001D0BF1" w:rsidRPr="00CF1A49">
              <w:t xml:space="preserve"> – </w:t>
            </w:r>
            <w:r>
              <w:t>Curently working</w:t>
            </w:r>
          </w:p>
          <w:p w:rsidR="001D0BF1" w:rsidRPr="00CF1A49" w:rsidRDefault="00F173CF" w:rsidP="001D0BF1">
            <w:pPr>
              <w:pStyle w:val="Heading2"/>
              <w:contextualSpacing w:val="0"/>
              <w:outlineLvl w:val="1"/>
            </w:pPr>
            <w:r>
              <w:t>Freelancer</w:t>
            </w:r>
          </w:p>
          <w:p w:rsidR="00F173CF" w:rsidRPr="00F173CF" w:rsidRDefault="00F173CF" w:rsidP="00F173CF">
            <w:pPr>
              <w:numPr>
                <w:ilvl w:val="0"/>
                <w:numId w:val="14"/>
              </w:numPr>
              <w:shd w:val="clear" w:color="auto" w:fill="FFFFFF"/>
              <w:spacing w:after="75"/>
              <w:ind w:left="900"/>
              <w:rPr>
                <w:rFonts w:ascii="Arial" w:eastAsia="Times New Roman" w:hAnsi="Arial" w:cs="Arial"/>
                <w:color w:val="46464E"/>
                <w:sz w:val="21"/>
                <w:szCs w:val="21"/>
              </w:rPr>
            </w:pPr>
            <w:r w:rsidRPr="00F173CF">
              <w:rPr>
                <w:rFonts w:ascii="Arial" w:eastAsia="Times New Roman" w:hAnsi="Arial" w:cs="Arial"/>
                <w:color w:val="46464E"/>
                <w:sz w:val="21"/>
                <w:szCs w:val="21"/>
              </w:rPr>
              <w:t>I am doing freelancing since 4 years.</w:t>
            </w:r>
          </w:p>
          <w:p w:rsidR="001E3120" w:rsidRPr="00F173CF" w:rsidRDefault="00F173CF" w:rsidP="001D0BF1">
            <w:pPr>
              <w:numPr>
                <w:ilvl w:val="0"/>
                <w:numId w:val="14"/>
              </w:numPr>
              <w:shd w:val="clear" w:color="auto" w:fill="FFFFFF"/>
              <w:spacing w:after="75"/>
              <w:ind w:left="900"/>
              <w:rPr>
                <w:rFonts w:ascii="Arial" w:eastAsia="Times New Roman" w:hAnsi="Arial" w:cs="Arial"/>
                <w:color w:val="46464E"/>
                <w:sz w:val="21"/>
                <w:szCs w:val="21"/>
              </w:rPr>
            </w:pPr>
            <w:r w:rsidRPr="00F173CF">
              <w:rPr>
                <w:rFonts w:ascii="Arial" w:eastAsia="Times New Roman" w:hAnsi="Arial" w:cs="Arial"/>
                <w:color w:val="46464E"/>
                <w:sz w:val="21"/>
                <w:szCs w:val="21"/>
              </w:rPr>
              <w:t>I has done graphics and development both projects.</w:t>
            </w:r>
          </w:p>
        </w:tc>
      </w:tr>
      <w:tr w:rsidR="00F61DF9" w:rsidRPr="00CF1A49" w:rsidTr="00F61DF9">
        <w:tc>
          <w:tcPr>
            <w:tcW w:w="9355" w:type="dxa"/>
            <w:tcMar>
              <w:top w:w="216" w:type="dxa"/>
            </w:tcMar>
          </w:tcPr>
          <w:p w:rsidR="00F61DF9" w:rsidRPr="00CF1A49" w:rsidRDefault="00F173CF" w:rsidP="00F61DF9">
            <w:pPr>
              <w:pStyle w:val="Heading3"/>
              <w:contextualSpacing w:val="0"/>
              <w:outlineLvl w:val="2"/>
            </w:pPr>
            <w:r>
              <w:t>Aug-2018</w:t>
            </w:r>
            <w:r w:rsidR="00F61DF9" w:rsidRPr="00CF1A49">
              <w:t xml:space="preserve"> – </w:t>
            </w:r>
            <w:r>
              <w:t>Sep - 2020</w:t>
            </w:r>
          </w:p>
          <w:p w:rsidR="00F61DF9" w:rsidRPr="00CF1A49" w:rsidRDefault="00F173CF" w:rsidP="00F61DF9">
            <w:pPr>
              <w:pStyle w:val="Heading2"/>
              <w:contextualSpacing w:val="0"/>
              <w:outlineLvl w:val="1"/>
            </w:pPr>
            <w:r w:rsidRPr="00F173CF">
              <w:t>Graphic Designer</w:t>
            </w:r>
            <w:r w:rsidR="00F61DF9" w:rsidRPr="00CF1A49">
              <w:t xml:space="preserve">, </w:t>
            </w:r>
            <w:r w:rsidRPr="00F173CF">
              <w:rPr>
                <w:rStyle w:val="SubtleReference"/>
              </w:rPr>
              <w:t>Techexito</w:t>
            </w:r>
          </w:p>
          <w:p w:rsidR="00F173CF" w:rsidRPr="00F173CF" w:rsidRDefault="00F173CF" w:rsidP="00F173CF">
            <w:pPr>
              <w:numPr>
                <w:ilvl w:val="0"/>
                <w:numId w:val="15"/>
              </w:numPr>
              <w:shd w:val="clear" w:color="auto" w:fill="FFFFFF"/>
              <w:spacing w:after="75"/>
              <w:ind w:left="900"/>
              <w:rPr>
                <w:rFonts w:ascii="Arial" w:eastAsia="Times New Roman" w:hAnsi="Arial" w:cs="Arial"/>
                <w:color w:val="46464E"/>
                <w:sz w:val="21"/>
                <w:szCs w:val="21"/>
              </w:rPr>
            </w:pPr>
            <w:r w:rsidRPr="00F173CF">
              <w:rPr>
                <w:rFonts w:ascii="Arial" w:eastAsia="Times New Roman" w:hAnsi="Arial" w:cs="Arial"/>
                <w:color w:val="46464E"/>
                <w:sz w:val="21"/>
                <w:szCs w:val="21"/>
              </w:rPr>
              <w:t>Worked with Adobe XD and App design systems to develop and present prototypes for focus group evaluation.</w:t>
            </w:r>
          </w:p>
          <w:p w:rsidR="00F173CF" w:rsidRPr="00F173CF" w:rsidRDefault="00F173CF" w:rsidP="00F173CF">
            <w:pPr>
              <w:numPr>
                <w:ilvl w:val="0"/>
                <w:numId w:val="15"/>
              </w:numPr>
              <w:shd w:val="clear" w:color="auto" w:fill="FFFFFF"/>
              <w:spacing w:after="75"/>
              <w:ind w:left="900"/>
              <w:rPr>
                <w:rFonts w:ascii="Arial" w:eastAsia="Times New Roman" w:hAnsi="Arial" w:cs="Arial"/>
                <w:color w:val="46464E"/>
                <w:sz w:val="21"/>
                <w:szCs w:val="21"/>
              </w:rPr>
            </w:pPr>
            <w:r w:rsidRPr="00F173CF">
              <w:rPr>
                <w:rFonts w:ascii="Arial" w:eastAsia="Times New Roman" w:hAnsi="Arial" w:cs="Arial"/>
                <w:color w:val="46464E"/>
                <w:sz w:val="21"/>
                <w:szCs w:val="21"/>
              </w:rPr>
              <w:t>Built corporate brands by designing cohesive looks between elements such as logos and letterheads.</w:t>
            </w:r>
          </w:p>
          <w:p w:rsidR="00F61DF9" w:rsidRPr="00F173CF" w:rsidRDefault="00F173CF" w:rsidP="00F61DF9">
            <w:pPr>
              <w:numPr>
                <w:ilvl w:val="0"/>
                <w:numId w:val="15"/>
              </w:numPr>
              <w:shd w:val="clear" w:color="auto" w:fill="FFFFFF"/>
              <w:spacing w:after="75"/>
              <w:ind w:left="900"/>
              <w:rPr>
                <w:rFonts w:ascii="Arial" w:eastAsia="Times New Roman" w:hAnsi="Arial" w:cs="Arial"/>
                <w:color w:val="46464E"/>
                <w:sz w:val="21"/>
                <w:szCs w:val="21"/>
              </w:rPr>
            </w:pPr>
            <w:r w:rsidRPr="00F173CF">
              <w:rPr>
                <w:rFonts w:ascii="Arial" w:eastAsia="Times New Roman" w:hAnsi="Arial" w:cs="Arial"/>
                <w:color w:val="46464E"/>
                <w:sz w:val="21"/>
                <w:szCs w:val="21"/>
              </w:rPr>
              <w:t>Developed display, marketing and packaging materials to support product branding strategies.</w:t>
            </w:r>
          </w:p>
        </w:tc>
      </w:tr>
    </w:tbl>
    <w:sdt>
      <w:sdtPr>
        <w:alias w:val="Education:"/>
        <w:tag w:val="Education:"/>
        <w:id w:val="-1908763273"/>
        <w:placeholder>
          <w:docPart w:val="F9D3BF327F2340EBAA8223E634C97D42"/>
        </w:placeholder>
        <w:temporary/>
        <w:showingPlcHdr/>
        <w15:appearance w15:val="hidden"/>
      </w:sdtPr>
      <w:sdtEndPr/>
      <w:sdtContent>
        <w:p w:rsidR="00DA59AA" w:rsidRPr="00CF1A49" w:rsidRDefault="00DA59AA" w:rsidP="0097790C">
          <w:pPr>
            <w:pStyle w:val="Heading1"/>
          </w:pPr>
          <w:r w:rsidRPr="00CF1A49">
            <w:t>Education</w:t>
          </w:r>
        </w:p>
      </w:sdtContent>
    </w:sdt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9290"/>
      </w:tblGrid>
      <w:tr w:rsidR="001D0BF1" w:rsidRPr="00CF1A49" w:rsidTr="00D66A52">
        <w:tc>
          <w:tcPr>
            <w:tcW w:w="9355" w:type="dxa"/>
          </w:tcPr>
          <w:p w:rsidR="001D0BF1" w:rsidRPr="00CF1A49" w:rsidRDefault="00F173CF" w:rsidP="001D0BF1">
            <w:pPr>
              <w:pStyle w:val="Heading3"/>
              <w:contextualSpacing w:val="0"/>
              <w:outlineLvl w:val="2"/>
            </w:pPr>
            <w:r>
              <w:t>UnDer Gradutae</w:t>
            </w:r>
          </w:p>
          <w:p w:rsidR="007538DC" w:rsidRPr="00CF1A49" w:rsidRDefault="00F173CF" w:rsidP="00F173CF">
            <w:pPr>
              <w:pStyle w:val="Heading2"/>
              <w:contextualSpacing w:val="0"/>
            </w:pPr>
            <w:r>
              <w:t>BBA</w:t>
            </w:r>
            <w:r w:rsidR="001D0BF1" w:rsidRPr="00CF1A49">
              <w:t xml:space="preserve">, </w:t>
            </w:r>
            <w:r w:rsidRPr="00F173CF">
              <w:rPr>
                <w:rStyle w:val="SubtleReference"/>
              </w:rPr>
              <w:t>Iqra University</w:t>
            </w:r>
          </w:p>
        </w:tc>
      </w:tr>
      <w:tr w:rsidR="00F61DF9" w:rsidRPr="00CF1A49" w:rsidTr="00F61DF9">
        <w:tc>
          <w:tcPr>
            <w:tcW w:w="9355" w:type="dxa"/>
            <w:tcMar>
              <w:top w:w="216" w:type="dxa"/>
            </w:tcMar>
          </w:tcPr>
          <w:p w:rsidR="00F61DF9" w:rsidRPr="00CF1A49" w:rsidRDefault="00F173CF" w:rsidP="00F61DF9">
            <w:pPr>
              <w:pStyle w:val="Heading3"/>
              <w:contextualSpacing w:val="0"/>
              <w:outlineLvl w:val="2"/>
            </w:pPr>
            <w:r>
              <w:t>jully</w:t>
            </w:r>
            <w:r w:rsidR="00F61DF9" w:rsidRPr="00CF1A49">
              <w:t xml:space="preserve"> </w:t>
            </w:r>
            <w:r>
              <w:t>2020</w:t>
            </w:r>
          </w:p>
          <w:p w:rsidR="00F61DF9" w:rsidRDefault="00F173CF" w:rsidP="00F173CF">
            <w:pPr>
              <w:pStyle w:val="Heading2"/>
              <w:contextualSpacing w:val="0"/>
            </w:pPr>
            <w:r w:rsidRPr="00F173CF">
              <w:t>Diploma</w:t>
            </w:r>
            <w:r w:rsidR="00F61DF9" w:rsidRPr="00CF1A49">
              <w:t xml:space="preserve">, </w:t>
            </w:r>
            <w:r w:rsidRPr="00F173CF">
              <w:rPr>
                <w:rStyle w:val="SubtleReference"/>
              </w:rPr>
              <w:t>Aptech Garden Center</w:t>
            </w:r>
          </w:p>
        </w:tc>
      </w:tr>
    </w:tbl>
    <w:sdt>
      <w:sdtPr>
        <w:alias w:val="Skills:"/>
        <w:tag w:val="Skills:"/>
        <w:id w:val="-1392877668"/>
        <w:placeholder>
          <w:docPart w:val="BB82E66509824E489BDEE400720351A8"/>
        </w:placeholder>
        <w:temporary/>
        <w:showingPlcHdr/>
        <w15:appearance w15:val="hidden"/>
      </w:sdtPr>
      <w:sdtEndPr/>
      <w:sdtContent>
        <w:p w:rsidR="00486277" w:rsidRPr="00CF1A49" w:rsidRDefault="00486277" w:rsidP="00486277">
          <w:pPr>
            <w:pStyle w:val="Heading1"/>
          </w:pPr>
          <w:r w:rsidRPr="00CF1A49">
            <w:t>Skills</w:t>
          </w:r>
        </w:p>
      </w:sdtContent>
    </w:sdt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4680"/>
        <w:gridCol w:w="4680"/>
      </w:tblGrid>
      <w:tr w:rsidR="003A0632" w:rsidRPr="006E1507" w:rsidTr="00CF1A49">
        <w:tc>
          <w:tcPr>
            <w:tcW w:w="4675" w:type="dxa"/>
          </w:tcPr>
          <w:p w:rsidR="001E3120" w:rsidRPr="006E1507" w:rsidRDefault="00F173CF" w:rsidP="00F173CF">
            <w:pPr>
              <w:pStyle w:val="ListBullet"/>
            </w:pPr>
            <w:r w:rsidRPr="00F173CF">
              <w:t>Project Management</w:t>
            </w:r>
          </w:p>
          <w:p w:rsidR="001F4E6D" w:rsidRDefault="00F173CF" w:rsidP="00F173CF">
            <w:pPr>
              <w:pStyle w:val="ListBullet"/>
            </w:pPr>
            <w:r w:rsidRPr="00F173CF">
              <w:t>Computer skills</w:t>
            </w:r>
          </w:p>
          <w:p w:rsidR="00F173CF" w:rsidRPr="006E1507" w:rsidRDefault="00F173CF" w:rsidP="00F173CF">
            <w:pPr>
              <w:pStyle w:val="ListBullet"/>
            </w:pPr>
            <w:r w:rsidRPr="00F173CF">
              <w:t>Graphic design</w:t>
            </w:r>
          </w:p>
        </w:tc>
        <w:tc>
          <w:tcPr>
            <w:tcW w:w="4675" w:type="dxa"/>
            <w:tcMar>
              <w:left w:w="360" w:type="dxa"/>
            </w:tcMar>
          </w:tcPr>
          <w:p w:rsidR="003A0632" w:rsidRPr="006E1507" w:rsidRDefault="00F173CF" w:rsidP="00F173CF">
            <w:pPr>
              <w:pStyle w:val="ListBullet"/>
            </w:pPr>
            <w:r w:rsidRPr="00F173CF">
              <w:t>Logo design</w:t>
            </w:r>
          </w:p>
          <w:p w:rsidR="001E3120" w:rsidRPr="006E1507" w:rsidRDefault="00F173CF" w:rsidP="00F173CF">
            <w:pPr>
              <w:pStyle w:val="ListBullet"/>
            </w:pPr>
            <w:r w:rsidRPr="00F173CF">
              <w:t>Adobe Creative Suite</w:t>
            </w:r>
          </w:p>
          <w:p w:rsidR="001E3120" w:rsidRPr="006E1507" w:rsidRDefault="00F173CF" w:rsidP="00F173CF">
            <w:pPr>
              <w:pStyle w:val="ListBullet"/>
            </w:pPr>
            <w:r w:rsidRPr="00F173CF">
              <w:t>Production layouts</w:t>
            </w:r>
          </w:p>
        </w:tc>
      </w:tr>
    </w:tbl>
    <w:sdt>
      <w:sdtPr>
        <w:alias w:val="Activities:"/>
        <w:tag w:val="Activities:"/>
        <w:id w:val="1223332893"/>
        <w:placeholder>
          <w:docPart w:val="A9A7667CC1D94765A94242578DECFA1C"/>
        </w:placeholder>
        <w:temporary/>
        <w:showingPlcHdr/>
        <w15:appearance w15:val="hidden"/>
      </w:sdtPr>
      <w:sdtEndPr/>
      <w:sdtContent>
        <w:p w:rsidR="00AD782D" w:rsidRPr="00CF1A49" w:rsidRDefault="0062312F" w:rsidP="0062312F">
          <w:pPr>
            <w:pStyle w:val="Heading1"/>
          </w:pPr>
          <w:r w:rsidRPr="00CF1A49">
            <w:t>Activities</w:t>
          </w:r>
        </w:p>
      </w:sdtContent>
    </w:sdt>
    <w:p w:rsidR="00B51D1B" w:rsidRPr="006E1507" w:rsidRDefault="00F173CF" w:rsidP="006E1507">
      <w:r>
        <w:t>Gaming and trying different graphics software</w:t>
      </w:r>
      <w:bookmarkStart w:id="0" w:name="_GoBack"/>
      <w:bookmarkEnd w:id="0"/>
      <w:r>
        <w:t xml:space="preserve"> </w:t>
      </w:r>
    </w:p>
    <w:sectPr w:rsidR="00B51D1B" w:rsidRPr="006E1507" w:rsidSect="005A1B10">
      <w:footerReference w:type="default" r:id="rId7"/>
      <w:headerReference w:type="first" r:id="rId8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B72" w:rsidRDefault="00166B72" w:rsidP="0068194B">
      <w:r>
        <w:separator/>
      </w:r>
    </w:p>
    <w:p w:rsidR="00166B72" w:rsidRDefault="00166B72"/>
    <w:p w:rsidR="00166B72" w:rsidRDefault="00166B72"/>
  </w:endnote>
  <w:endnote w:type="continuationSeparator" w:id="0">
    <w:p w:rsidR="00166B72" w:rsidRDefault="00166B72" w:rsidP="0068194B">
      <w:r>
        <w:continuationSeparator/>
      </w:r>
    </w:p>
    <w:p w:rsidR="00166B72" w:rsidRDefault="00166B72"/>
    <w:p w:rsidR="00166B72" w:rsidRDefault="00166B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73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B72" w:rsidRDefault="00166B72" w:rsidP="0068194B">
      <w:r>
        <w:separator/>
      </w:r>
    </w:p>
    <w:p w:rsidR="00166B72" w:rsidRDefault="00166B72"/>
    <w:p w:rsidR="00166B72" w:rsidRDefault="00166B72"/>
  </w:footnote>
  <w:footnote w:type="continuationSeparator" w:id="0">
    <w:p w:rsidR="00166B72" w:rsidRDefault="00166B72" w:rsidP="0068194B">
      <w:r>
        <w:continuationSeparator/>
      </w:r>
    </w:p>
    <w:p w:rsidR="00166B72" w:rsidRDefault="00166B72"/>
    <w:p w:rsidR="00166B72" w:rsidRDefault="00166B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DD98AC" wp14:editId="1636F998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 descr="Header dividing 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144142B1" id="Straight Connector 5" o:spid="_x0000_s1026" alt="Header dividing line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1200C6"/>
    <w:multiLevelType w:val="multilevel"/>
    <w:tmpl w:val="A6C4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B877A05"/>
    <w:multiLevelType w:val="multilevel"/>
    <w:tmpl w:val="E5DE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3"/>
  </w:num>
  <w:num w:numId="7">
    <w:abstractNumId w:val="12"/>
  </w:num>
  <w:num w:numId="8">
    <w:abstractNumId w:val="2"/>
  </w:num>
  <w:num w:numId="9">
    <w:abstractNumId w:val="14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3CF"/>
    <w:rsid w:val="000001EF"/>
    <w:rsid w:val="00007322"/>
    <w:rsid w:val="00007728"/>
    <w:rsid w:val="00024584"/>
    <w:rsid w:val="00024730"/>
    <w:rsid w:val="00055E95"/>
    <w:rsid w:val="0007021F"/>
    <w:rsid w:val="000B2BA5"/>
    <w:rsid w:val="000F2F8C"/>
    <w:rsid w:val="0010006E"/>
    <w:rsid w:val="001045A8"/>
    <w:rsid w:val="00114A91"/>
    <w:rsid w:val="001427E1"/>
    <w:rsid w:val="00163668"/>
    <w:rsid w:val="00166B72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945"/>
    <w:rsid w:val="002B2958"/>
    <w:rsid w:val="002B3FC8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A0632"/>
    <w:rsid w:val="003A30E5"/>
    <w:rsid w:val="003A6ADF"/>
    <w:rsid w:val="003B5928"/>
    <w:rsid w:val="003D380F"/>
    <w:rsid w:val="003E160D"/>
    <w:rsid w:val="003F1D5F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F4B91"/>
    <w:rsid w:val="005F55D2"/>
    <w:rsid w:val="0062312F"/>
    <w:rsid w:val="00625F2C"/>
    <w:rsid w:val="006618E9"/>
    <w:rsid w:val="0068194B"/>
    <w:rsid w:val="00692703"/>
    <w:rsid w:val="006A1962"/>
    <w:rsid w:val="006B5D48"/>
    <w:rsid w:val="006B7D7B"/>
    <w:rsid w:val="006C1A5E"/>
    <w:rsid w:val="006E1507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34955"/>
    <w:rsid w:val="00855B59"/>
    <w:rsid w:val="00860461"/>
    <w:rsid w:val="0086487C"/>
    <w:rsid w:val="00870B20"/>
    <w:rsid w:val="008829F8"/>
    <w:rsid w:val="00885897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93A5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1546"/>
    <w:rsid w:val="00BB4E51"/>
    <w:rsid w:val="00BD431F"/>
    <w:rsid w:val="00BE423E"/>
    <w:rsid w:val="00BF61AC"/>
    <w:rsid w:val="00C47FA6"/>
    <w:rsid w:val="00C57FC6"/>
    <w:rsid w:val="00C66A7D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66A52"/>
    <w:rsid w:val="00D66EFA"/>
    <w:rsid w:val="00D72A2D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173CF"/>
    <w:rsid w:val="00F24884"/>
    <w:rsid w:val="00F476C4"/>
    <w:rsid w:val="00F61DF9"/>
    <w:rsid w:val="00F81960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CD070"/>
  <w15:chartTrackingRefBased/>
  <w15:docId w15:val="{313D5F6C-5A92-4476-B91C-D8B164DF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character" w:customStyle="1" w:styleId="badword">
    <w:name w:val="badword"/>
    <w:basedOn w:val="DefaultParagraphFont"/>
    <w:rsid w:val="00F17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0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0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er\AppData\Roaming\Microsoft\Templates\Modern%20chronological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4F09B813BD8432AB74FF85B2423C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E1F664-5E34-4EF3-9C5C-A240A7590F45}"/>
      </w:docPartPr>
      <w:docPartBody>
        <w:p w:rsidR="00000000" w:rsidRDefault="00D47AF5">
          <w:pPr>
            <w:pStyle w:val="94F09B813BD8432AB74FF85B2423C666"/>
          </w:pPr>
          <w:r w:rsidRPr="00CF1A49">
            <w:t>Experience</w:t>
          </w:r>
        </w:p>
      </w:docPartBody>
    </w:docPart>
    <w:docPart>
      <w:docPartPr>
        <w:name w:val="F9D3BF327F2340EBAA8223E634C97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BD8A9-3442-4AE5-8144-77510B46871E}"/>
      </w:docPartPr>
      <w:docPartBody>
        <w:p w:rsidR="00000000" w:rsidRDefault="00D47AF5">
          <w:pPr>
            <w:pStyle w:val="F9D3BF327F2340EBAA8223E634C97D42"/>
          </w:pPr>
          <w:r w:rsidRPr="00CF1A49">
            <w:t>Education</w:t>
          </w:r>
        </w:p>
      </w:docPartBody>
    </w:docPart>
    <w:docPart>
      <w:docPartPr>
        <w:name w:val="BB82E66509824E489BDEE400720351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C78C5-362A-4E89-B22A-BE8F67DFB20C}"/>
      </w:docPartPr>
      <w:docPartBody>
        <w:p w:rsidR="00000000" w:rsidRDefault="00D47AF5">
          <w:pPr>
            <w:pStyle w:val="BB82E66509824E489BDEE400720351A8"/>
          </w:pPr>
          <w:r w:rsidRPr="00CF1A49">
            <w:t>Skills</w:t>
          </w:r>
        </w:p>
      </w:docPartBody>
    </w:docPart>
    <w:docPart>
      <w:docPartPr>
        <w:name w:val="A9A7667CC1D94765A94242578DECF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A31CBA-A1E7-4380-AEAF-0E7C3442902D}"/>
      </w:docPartPr>
      <w:docPartBody>
        <w:p w:rsidR="00000000" w:rsidRDefault="00D47AF5">
          <w:pPr>
            <w:pStyle w:val="A9A7667CC1D94765A94242578DECFA1C"/>
          </w:pPr>
          <w:r w:rsidRPr="00CF1A49">
            <w:t>Activities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AF5"/>
    <w:rsid w:val="00D4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74224C359C4D3683B228E004731C03">
    <w:name w:val="6874224C359C4D3683B228E004731C03"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FE79665DCCBC43DC86AE2832F6FAF3E8">
    <w:name w:val="FE79665DCCBC43DC86AE2832F6FAF3E8"/>
  </w:style>
  <w:style w:type="paragraph" w:customStyle="1" w:styleId="23ACC6F9217F49A9936D4FD07C5138EC">
    <w:name w:val="23ACC6F9217F49A9936D4FD07C5138EC"/>
  </w:style>
  <w:style w:type="paragraph" w:customStyle="1" w:styleId="4F14C0BFBE1040ACB120BEA30E7BEBB5">
    <w:name w:val="4F14C0BFBE1040ACB120BEA30E7BEBB5"/>
  </w:style>
  <w:style w:type="paragraph" w:customStyle="1" w:styleId="3C93D89648F3492CB0BA50EEC38DC024">
    <w:name w:val="3C93D89648F3492CB0BA50EEC38DC024"/>
  </w:style>
  <w:style w:type="paragraph" w:customStyle="1" w:styleId="60743CF3D6354DAFB93BD43B2AC7B832">
    <w:name w:val="60743CF3D6354DAFB93BD43B2AC7B832"/>
  </w:style>
  <w:style w:type="paragraph" w:customStyle="1" w:styleId="B4BEBFF96450471BBE4672AFCD0E214A">
    <w:name w:val="B4BEBFF96450471BBE4672AFCD0E214A"/>
  </w:style>
  <w:style w:type="paragraph" w:customStyle="1" w:styleId="741A8D2636A747209A41F5C3DCBF0ED1">
    <w:name w:val="741A8D2636A747209A41F5C3DCBF0ED1"/>
  </w:style>
  <w:style w:type="paragraph" w:customStyle="1" w:styleId="C289BFD166E345D285B83FC6999940E3">
    <w:name w:val="C289BFD166E345D285B83FC6999940E3"/>
  </w:style>
  <w:style w:type="paragraph" w:customStyle="1" w:styleId="2BD7FE49B84E4C178412A12F36A82A91">
    <w:name w:val="2BD7FE49B84E4C178412A12F36A82A91"/>
  </w:style>
  <w:style w:type="paragraph" w:customStyle="1" w:styleId="70354AD7B9A84DCD9D92365DDE21761C">
    <w:name w:val="70354AD7B9A84DCD9D92365DDE21761C"/>
  </w:style>
  <w:style w:type="paragraph" w:customStyle="1" w:styleId="94F09B813BD8432AB74FF85B2423C666">
    <w:name w:val="94F09B813BD8432AB74FF85B2423C666"/>
  </w:style>
  <w:style w:type="paragraph" w:customStyle="1" w:styleId="2BB2F35EC07443E1B6E4DD510FD7EF3F">
    <w:name w:val="2BB2F35EC07443E1B6E4DD510FD7EF3F"/>
  </w:style>
  <w:style w:type="paragraph" w:customStyle="1" w:styleId="76326FD7F7F04641A295FCF2DC945CE1">
    <w:name w:val="76326FD7F7F04641A295FCF2DC945CE1"/>
  </w:style>
  <w:style w:type="paragraph" w:customStyle="1" w:styleId="5CA7D4E488A64C0DBE398A7AFA933D10">
    <w:name w:val="5CA7D4E488A64C0DBE398A7AFA933D10"/>
  </w:style>
  <w:style w:type="character" w:styleId="SubtleReference">
    <w:name w:val="Subtle Reference"/>
    <w:basedOn w:val="DefaultParagraphFont"/>
    <w:uiPriority w:val="10"/>
    <w:qFormat/>
    <w:rPr>
      <w:b/>
      <w:caps w:val="0"/>
      <w:smallCaps/>
      <w:color w:val="595959" w:themeColor="text1" w:themeTint="A6"/>
    </w:rPr>
  </w:style>
  <w:style w:type="paragraph" w:customStyle="1" w:styleId="EFA43C30C18648D086CAC965BDAD0114">
    <w:name w:val="EFA43C30C18648D086CAC965BDAD0114"/>
  </w:style>
  <w:style w:type="paragraph" w:customStyle="1" w:styleId="FB7B905FEAED4D91B961E5C655AEB361">
    <w:name w:val="FB7B905FEAED4D91B961E5C655AEB361"/>
  </w:style>
  <w:style w:type="paragraph" w:customStyle="1" w:styleId="3BDC0EB5A4C3490CB244AA15267DDA40">
    <w:name w:val="3BDC0EB5A4C3490CB244AA15267DDA40"/>
  </w:style>
  <w:style w:type="paragraph" w:customStyle="1" w:styleId="816DA8C79BC24C83974E7CE428BBB955">
    <w:name w:val="816DA8C79BC24C83974E7CE428BBB955"/>
  </w:style>
  <w:style w:type="paragraph" w:customStyle="1" w:styleId="6A299D09DCED4E60A1F80FCCB0DE2B0B">
    <w:name w:val="6A299D09DCED4E60A1F80FCCB0DE2B0B"/>
  </w:style>
  <w:style w:type="paragraph" w:customStyle="1" w:styleId="95EFEAC40FDC4B8182CE46E3970456EA">
    <w:name w:val="95EFEAC40FDC4B8182CE46E3970456EA"/>
  </w:style>
  <w:style w:type="paragraph" w:customStyle="1" w:styleId="E8DA89CE1091467E91561F0A74AC5933">
    <w:name w:val="E8DA89CE1091467E91561F0A74AC5933"/>
  </w:style>
  <w:style w:type="paragraph" w:customStyle="1" w:styleId="F9D3BF327F2340EBAA8223E634C97D42">
    <w:name w:val="F9D3BF327F2340EBAA8223E634C97D42"/>
  </w:style>
  <w:style w:type="paragraph" w:customStyle="1" w:styleId="1EEEEA7C75EB42A48A9D2C4B8B2F92DD">
    <w:name w:val="1EEEEA7C75EB42A48A9D2C4B8B2F92DD"/>
  </w:style>
  <w:style w:type="paragraph" w:customStyle="1" w:styleId="93764172F0CD49719E5FFD26DDBBE4F0">
    <w:name w:val="93764172F0CD49719E5FFD26DDBBE4F0"/>
  </w:style>
  <w:style w:type="paragraph" w:customStyle="1" w:styleId="5C65C4D3D19B441486CF6FFBFD6DE7E9">
    <w:name w:val="5C65C4D3D19B441486CF6FFBFD6DE7E9"/>
  </w:style>
  <w:style w:type="paragraph" w:customStyle="1" w:styleId="39BCE50D684C4FDAAADEFA2581D2E0D4">
    <w:name w:val="39BCE50D684C4FDAAADEFA2581D2E0D4"/>
  </w:style>
  <w:style w:type="paragraph" w:customStyle="1" w:styleId="43A2C13125A64706834A81685234319A">
    <w:name w:val="43A2C13125A64706834A81685234319A"/>
  </w:style>
  <w:style w:type="paragraph" w:customStyle="1" w:styleId="537476C395314F1CB86D4BEF70AA0E00">
    <w:name w:val="537476C395314F1CB86D4BEF70AA0E00"/>
  </w:style>
  <w:style w:type="paragraph" w:customStyle="1" w:styleId="7837BF4461CF4B70AE8DACCE2A659232">
    <w:name w:val="7837BF4461CF4B70AE8DACCE2A659232"/>
  </w:style>
  <w:style w:type="paragraph" w:customStyle="1" w:styleId="DF491BA46B254E789ADFCB911571541F">
    <w:name w:val="DF491BA46B254E789ADFCB911571541F"/>
  </w:style>
  <w:style w:type="paragraph" w:customStyle="1" w:styleId="84889158EEFF45348ADE086E593790A3">
    <w:name w:val="84889158EEFF45348ADE086E593790A3"/>
  </w:style>
  <w:style w:type="paragraph" w:customStyle="1" w:styleId="449EA1DCB498453AB94B60DDCDEFC2CD">
    <w:name w:val="449EA1DCB498453AB94B60DDCDEFC2CD"/>
  </w:style>
  <w:style w:type="paragraph" w:customStyle="1" w:styleId="BB82E66509824E489BDEE400720351A8">
    <w:name w:val="BB82E66509824E489BDEE400720351A8"/>
  </w:style>
  <w:style w:type="paragraph" w:customStyle="1" w:styleId="D2973AC6BD1A46E4B826A983E79666C6">
    <w:name w:val="D2973AC6BD1A46E4B826A983E79666C6"/>
  </w:style>
  <w:style w:type="paragraph" w:customStyle="1" w:styleId="0DFF9771F1FF44ECA85784FE7472FD57">
    <w:name w:val="0DFF9771F1FF44ECA85784FE7472FD57"/>
  </w:style>
  <w:style w:type="paragraph" w:customStyle="1" w:styleId="871082C8C2C44C7CA9F15FD101FE2DBA">
    <w:name w:val="871082C8C2C44C7CA9F15FD101FE2DBA"/>
  </w:style>
  <w:style w:type="paragraph" w:customStyle="1" w:styleId="7E622744B7EF4828BB8D67FBDE805DB6">
    <w:name w:val="7E622744B7EF4828BB8D67FBDE805DB6"/>
  </w:style>
  <w:style w:type="paragraph" w:customStyle="1" w:styleId="15CC19DD3C704557B99C5AB9F0B5538B">
    <w:name w:val="15CC19DD3C704557B99C5AB9F0B5538B"/>
  </w:style>
  <w:style w:type="paragraph" w:customStyle="1" w:styleId="A9A7667CC1D94765A94242578DECFA1C">
    <w:name w:val="A9A7667CC1D94765A94242578DECFA1C"/>
  </w:style>
  <w:style w:type="paragraph" w:customStyle="1" w:styleId="ECF2FFF20210479C9B90AAC933B5D6A8">
    <w:name w:val="ECF2FFF20210479C9B90AAC933B5D6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Modern chronological resume.dotx</Template>
  <TotalTime>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 Gray</dc:creator>
  <cp:keywords/>
  <dc:description/>
  <cp:lastModifiedBy>FF Gray</cp:lastModifiedBy>
  <cp:revision>1</cp:revision>
  <dcterms:created xsi:type="dcterms:W3CDTF">2021-10-26T22:09:00Z</dcterms:created>
  <dcterms:modified xsi:type="dcterms:W3CDTF">2021-10-26T22:18:00Z</dcterms:modified>
  <cp:category/>
</cp:coreProperties>
</file>