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word/glossary/numbering.xml" ContentType="application/vnd.openxmlformats-officedocument.wordprocessingml.numbering+xml"/>
  <Default Extension="svg" ContentType="image/svg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600"/>
      </w:tblPr>
      <w:tblGrid>
        <w:gridCol w:w="3600"/>
        <w:gridCol w:w="720"/>
        <w:gridCol w:w="6470"/>
      </w:tblGrid>
      <w:tr w:rsidR="000629D5" w:rsidTr="000F46E6">
        <w:trPr>
          <w:trHeight w:val="4032"/>
        </w:trPr>
        <w:tc>
          <w:tcPr>
            <w:tcW w:w="3600" w:type="dxa"/>
            <w:vAlign w:val="bottom"/>
          </w:tcPr>
          <w:p w:rsidR="000629D5" w:rsidRPr="003E3345" w:rsidRDefault="003E3345" w:rsidP="003E3345">
            <w:pPr>
              <w:tabs>
                <w:tab w:val="left" w:pos="990"/>
              </w:tabs>
              <w:jc w:val="center"/>
              <w:rPr>
                <w:sz w:val="300"/>
                <w:szCs w:val="300"/>
                <w:vertAlign w:val="subscript"/>
              </w:rPr>
            </w:pPr>
            <w:r w:rsidRPr="003E3345">
              <w:rPr>
                <w:sz w:val="300"/>
                <w:szCs w:val="300"/>
                <w:vertAlign w:val="subscript"/>
              </w:rPr>
              <w:t>cv</w:t>
            </w:r>
          </w:p>
        </w:tc>
        <w:tc>
          <w:tcPr>
            <w:tcW w:w="720" w:type="dxa"/>
          </w:tcPr>
          <w:p w:rsidR="000629D5" w:rsidRDefault="000629D5" w:rsidP="000C45FF">
            <w:pPr>
              <w:tabs>
                <w:tab w:val="left" w:pos="990"/>
              </w:tabs>
            </w:pPr>
          </w:p>
        </w:tc>
        <w:tc>
          <w:tcPr>
            <w:tcW w:w="6470" w:type="dxa"/>
            <w:vMerge w:val="restart"/>
            <w:vAlign w:val="center"/>
          </w:tcPr>
          <w:p w:rsidR="000D23B1" w:rsidRPr="00426C13" w:rsidRDefault="000D23B1" w:rsidP="00E96E45">
            <w:pPr>
              <w:pStyle w:val="Address"/>
              <w:pBdr>
                <w:bottom w:val="single" w:sz="4" w:space="1" w:color="auto"/>
              </w:pBdr>
              <w:rPr>
                <w:b/>
                <w:bCs/>
                <w:caps/>
                <w:color w:val="00B0F0"/>
                <w:sz w:val="36"/>
                <w:szCs w:val="36"/>
              </w:rPr>
            </w:pPr>
            <w:r w:rsidRPr="00426C13">
              <w:rPr>
                <w:b/>
                <w:bCs/>
                <w:caps/>
                <w:color w:val="00B0F0"/>
                <w:sz w:val="36"/>
                <w:szCs w:val="36"/>
              </w:rPr>
              <w:t>Objective:</w:t>
            </w:r>
          </w:p>
          <w:p w:rsidR="000D23B1" w:rsidRDefault="000D23B1" w:rsidP="004C63E7">
            <w:pPr>
              <w:pStyle w:val="Address"/>
              <w:rPr>
                <w:b/>
                <w:bCs/>
                <w:caps/>
                <w:sz w:val="36"/>
                <w:szCs w:val="36"/>
              </w:rPr>
            </w:pPr>
          </w:p>
          <w:p w:rsidR="000D23B1" w:rsidRPr="00BC6091" w:rsidRDefault="000D23B1" w:rsidP="00B30530">
            <w:pPr>
              <w:pStyle w:val="Address"/>
              <w:jc w:val="both"/>
            </w:pPr>
            <w:r w:rsidRPr="00BC6091">
              <w:t>A</w:t>
            </w:r>
            <w:bookmarkStart w:id="0" w:name="_GoBack"/>
            <w:r w:rsidRPr="00BC6091">
              <w:t xml:space="preserve"> Career Opportunity in a progressive and result oriented orginzation which seeks an abilties individual, where acqruired skills sand education can be employed towards combined growth and advancement.</w:t>
            </w:r>
          </w:p>
          <w:bookmarkEnd w:id="0"/>
          <w:p w:rsidR="000D23B1" w:rsidRDefault="000D23B1" w:rsidP="004C63E7">
            <w:pPr>
              <w:pStyle w:val="Address"/>
              <w:rPr>
                <w:b/>
                <w:bCs/>
              </w:rPr>
            </w:pPr>
          </w:p>
          <w:p w:rsidR="000D23B1" w:rsidRPr="000D23B1" w:rsidRDefault="000D23B1" w:rsidP="004C63E7">
            <w:pPr>
              <w:pStyle w:val="Address"/>
              <w:rPr>
                <w:b/>
                <w:bCs/>
              </w:rPr>
            </w:pPr>
          </w:p>
          <w:p w:rsidR="000629D5" w:rsidRPr="00426C13" w:rsidRDefault="004C63E7" w:rsidP="00E96E45">
            <w:pPr>
              <w:pStyle w:val="Address"/>
              <w:pBdr>
                <w:bottom w:val="single" w:sz="4" w:space="1" w:color="auto"/>
              </w:pBdr>
              <w:rPr>
                <w:b/>
                <w:bCs/>
                <w:caps/>
                <w:color w:val="00B0F0"/>
                <w:sz w:val="36"/>
                <w:szCs w:val="36"/>
              </w:rPr>
            </w:pPr>
            <w:r w:rsidRPr="00426C13">
              <w:rPr>
                <w:b/>
                <w:bCs/>
                <w:caps/>
                <w:color w:val="00B0F0"/>
                <w:sz w:val="36"/>
                <w:szCs w:val="36"/>
              </w:rPr>
              <w:t>Education:</w:t>
            </w:r>
          </w:p>
          <w:p w:rsidR="004C63E7" w:rsidRPr="000D23B1" w:rsidRDefault="004C63E7" w:rsidP="004C63E7">
            <w:pPr>
              <w:pStyle w:val="Address"/>
              <w:rPr>
                <w:b/>
                <w:bCs/>
              </w:rPr>
            </w:pPr>
          </w:p>
          <w:p w:rsidR="004C63E7" w:rsidRPr="00D24030" w:rsidRDefault="004C63E7" w:rsidP="009B3984">
            <w:pPr>
              <w:pStyle w:val="Address"/>
              <w:rPr>
                <w:b/>
                <w:bCs/>
              </w:rPr>
            </w:pPr>
            <w:r w:rsidRPr="00BC6091">
              <w:t xml:space="preserve">            </w:t>
            </w:r>
            <w:r w:rsidR="00D24030" w:rsidRPr="00D24030">
              <w:rPr>
                <w:b/>
                <w:bCs/>
              </w:rPr>
              <w:t xml:space="preserve">Matriculation  </w:t>
            </w:r>
          </w:p>
          <w:p w:rsidR="004C63E7" w:rsidRPr="00D24030" w:rsidRDefault="00D24030" w:rsidP="00D24030">
            <w:pPr>
              <w:pStyle w:val="Address"/>
            </w:pPr>
            <w:r>
              <w:t xml:space="preserve">            Govt Vocational Institute Sukkur </w:t>
            </w:r>
            <w:r w:rsidRPr="00BC6091">
              <w:t>.</w:t>
            </w:r>
          </w:p>
          <w:p w:rsidR="004C63E7" w:rsidRPr="00D24030" w:rsidRDefault="00D24030" w:rsidP="009B3984">
            <w:pPr>
              <w:pStyle w:val="Address"/>
              <w:ind w:left="695"/>
              <w:rPr>
                <w:b/>
                <w:bCs/>
              </w:rPr>
            </w:pPr>
            <w:r w:rsidRPr="00D24030">
              <w:rPr>
                <w:b/>
                <w:bCs/>
              </w:rPr>
              <w:t xml:space="preserve">Intermediate </w:t>
            </w:r>
          </w:p>
          <w:p w:rsidR="004C63E7" w:rsidRDefault="00D24030" w:rsidP="004C63E7">
            <w:pPr>
              <w:pStyle w:val="Address"/>
            </w:pPr>
            <w:r>
              <w:t xml:space="preserve">            </w:t>
            </w:r>
            <w:r w:rsidRPr="00BC6091">
              <w:t>Board O</w:t>
            </w:r>
            <w:r>
              <w:t>f Intermediate Education Sukkur</w:t>
            </w:r>
            <w:r w:rsidRPr="00BC6091">
              <w:t>.</w:t>
            </w:r>
          </w:p>
          <w:p w:rsidR="009B3984" w:rsidRPr="00D24030" w:rsidRDefault="00D24030" w:rsidP="004C63E7">
            <w:pPr>
              <w:pStyle w:val="Address"/>
              <w:rPr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 w:rsidRPr="00D24030">
              <w:rPr>
                <w:b/>
                <w:bCs/>
              </w:rPr>
              <w:t xml:space="preserve">  Bachelor</w:t>
            </w:r>
          </w:p>
          <w:p w:rsidR="009B3984" w:rsidRDefault="00D24030" w:rsidP="004C63E7">
            <w:pPr>
              <w:pStyle w:val="Address"/>
            </w:pPr>
            <w:r>
              <w:t xml:space="preserve">            Media &amp; Communication </w:t>
            </w:r>
          </w:p>
          <w:p w:rsidR="003E3345" w:rsidRPr="00BC6091" w:rsidRDefault="00D24030" w:rsidP="003E3345">
            <w:pPr>
              <w:pStyle w:val="Address"/>
            </w:pPr>
            <w:r>
              <w:t xml:space="preserve">            Shah Abdul Latif University (Khairpur) </w:t>
            </w:r>
          </w:p>
          <w:p w:rsidR="004C63E7" w:rsidRPr="000D23B1" w:rsidRDefault="004C63E7" w:rsidP="004C63E7">
            <w:pPr>
              <w:pStyle w:val="Address"/>
              <w:rPr>
                <w:b/>
                <w:bCs/>
              </w:rPr>
            </w:pPr>
          </w:p>
          <w:p w:rsidR="004C63E7" w:rsidRPr="00426C13" w:rsidRDefault="004C63E7" w:rsidP="00E96E45">
            <w:pPr>
              <w:pStyle w:val="Address"/>
              <w:pBdr>
                <w:bottom w:val="single" w:sz="4" w:space="1" w:color="auto"/>
              </w:pBdr>
              <w:rPr>
                <w:b/>
                <w:bCs/>
                <w:caps/>
                <w:color w:val="00B0F0"/>
                <w:sz w:val="36"/>
                <w:szCs w:val="36"/>
              </w:rPr>
            </w:pPr>
            <w:r w:rsidRPr="00426C13">
              <w:rPr>
                <w:b/>
                <w:bCs/>
                <w:caps/>
                <w:color w:val="00B0F0"/>
                <w:sz w:val="36"/>
                <w:szCs w:val="36"/>
              </w:rPr>
              <w:t>Experience:</w:t>
            </w:r>
          </w:p>
          <w:p w:rsidR="003E3345" w:rsidRDefault="003E3345" w:rsidP="004C63E7">
            <w:pPr>
              <w:pStyle w:val="Address"/>
              <w:rPr>
                <w:b/>
                <w:bCs/>
              </w:rPr>
            </w:pPr>
          </w:p>
          <w:p w:rsidR="009B3984" w:rsidRPr="00D24030" w:rsidRDefault="009B3984" w:rsidP="004C63E7">
            <w:pPr>
              <w:pStyle w:val="Address"/>
              <w:rPr>
                <w:b/>
                <w:bCs/>
              </w:rPr>
            </w:pPr>
            <w:r w:rsidRPr="00D24030">
              <w:rPr>
                <w:b/>
                <w:bCs/>
              </w:rPr>
              <w:t xml:space="preserve">Media </w:t>
            </w:r>
            <w:r w:rsidR="00D24030" w:rsidRPr="00D24030">
              <w:rPr>
                <w:b/>
                <w:bCs/>
              </w:rPr>
              <w:t xml:space="preserve">Coordinator At Pahel </w:t>
            </w:r>
            <w:r w:rsidRPr="00D24030">
              <w:rPr>
                <w:b/>
                <w:bCs/>
              </w:rPr>
              <w:t>Pakistan</w:t>
            </w:r>
            <w:r w:rsidR="00D24030" w:rsidRPr="00D24030">
              <w:rPr>
                <w:b/>
                <w:bCs/>
              </w:rPr>
              <w:t>.</w:t>
            </w:r>
          </w:p>
          <w:p w:rsidR="009B3984" w:rsidRPr="00D24030" w:rsidRDefault="009B3984" w:rsidP="004C63E7">
            <w:pPr>
              <w:pStyle w:val="Address"/>
              <w:rPr>
                <w:b/>
                <w:bCs/>
              </w:rPr>
            </w:pPr>
            <w:r w:rsidRPr="00D24030">
              <w:rPr>
                <w:b/>
                <w:bCs/>
              </w:rPr>
              <w:t xml:space="preserve">Social </w:t>
            </w:r>
            <w:r w:rsidR="00D24030" w:rsidRPr="00D24030">
              <w:rPr>
                <w:b/>
                <w:bCs/>
              </w:rPr>
              <w:t xml:space="preserve">Media Marketing At </w:t>
            </w:r>
            <w:r w:rsidRPr="00D24030">
              <w:rPr>
                <w:b/>
                <w:bCs/>
              </w:rPr>
              <w:t>H</w:t>
            </w:r>
            <w:r w:rsidR="00D24030" w:rsidRPr="00D24030">
              <w:rPr>
                <w:b/>
                <w:bCs/>
              </w:rPr>
              <w:t>.</w:t>
            </w:r>
            <w:r w:rsidRPr="00D24030">
              <w:rPr>
                <w:b/>
                <w:bCs/>
              </w:rPr>
              <w:t>O</w:t>
            </w:r>
            <w:r w:rsidR="00D24030" w:rsidRPr="00D24030">
              <w:rPr>
                <w:b/>
                <w:bCs/>
              </w:rPr>
              <w:t>.</w:t>
            </w:r>
            <w:r w:rsidRPr="00D24030">
              <w:rPr>
                <w:b/>
                <w:bCs/>
              </w:rPr>
              <w:t xml:space="preserve">S </w:t>
            </w:r>
            <w:r w:rsidR="00D24030" w:rsidRPr="00D24030">
              <w:rPr>
                <w:b/>
                <w:bCs/>
              </w:rPr>
              <w:t>Property.</w:t>
            </w:r>
          </w:p>
          <w:p w:rsidR="009B3984" w:rsidRPr="00D24030" w:rsidRDefault="009B3984" w:rsidP="009B3984">
            <w:pPr>
              <w:pStyle w:val="Address"/>
              <w:rPr>
                <w:b/>
                <w:bCs/>
              </w:rPr>
            </w:pPr>
            <w:r w:rsidRPr="00D24030">
              <w:rPr>
                <w:b/>
                <w:bCs/>
              </w:rPr>
              <w:t xml:space="preserve">Customer </w:t>
            </w:r>
            <w:r w:rsidR="00D24030" w:rsidRPr="00D24030">
              <w:rPr>
                <w:b/>
                <w:bCs/>
              </w:rPr>
              <w:t xml:space="preserve">Service And Representative At Zeeshan Corporation. </w:t>
            </w:r>
          </w:p>
          <w:p w:rsidR="00D24030" w:rsidRPr="00D24030" w:rsidRDefault="00D24030" w:rsidP="004C63E7">
            <w:pPr>
              <w:pStyle w:val="Address"/>
              <w:rPr>
                <w:b/>
                <w:bCs/>
              </w:rPr>
            </w:pPr>
            <w:r w:rsidRPr="00D24030">
              <w:rPr>
                <w:b/>
                <w:bCs/>
              </w:rPr>
              <w:t>Communication Officer At Voice Of New Generation.</w:t>
            </w:r>
          </w:p>
          <w:p w:rsidR="009B3984" w:rsidRPr="00D24030" w:rsidRDefault="009B3984" w:rsidP="004C63E7">
            <w:pPr>
              <w:pStyle w:val="Address"/>
              <w:rPr>
                <w:b/>
                <w:bCs/>
              </w:rPr>
            </w:pPr>
            <w:r w:rsidRPr="00D24030">
              <w:rPr>
                <w:b/>
                <w:bCs/>
              </w:rPr>
              <w:t xml:space="preserve">Computer </w:t>
            </w:r>
            <w:r w:rsidR="00D24030" w:rsidRPr="00D24030">
              <w:rPr>
                <w:b/>
                <w:bCs/>
              </w:rPr>
              <w:t>Operator Zeeshan Corporation.</w:t>
            </w:r>
          </w:p>
          <w:p w:rsidR="009B3984" w:rsidRPr="00D24030" w:rsidRDefault="009B3984" w:rsidP="004C63E7">
            <w:pPr>
              <w:pStyle w:val="Address"/>
              <w:rPr>
                <w:b/>
                <w:bCs/>
              </w:rPr>
            </w:pPr>
            <w:r w:rsidRPr="00D24030">
              <w:rPr>
                <w:b/>
                <w:bCs/>
              </w:rPr>
              <w:t xml:space="preserve">Incharge </w:t>
            </w:r>
            <w:r w:rsidR="00D24030" w:rsidRPr="00D24030">
              <w:rPr>
                <w:b/>
                <w:bCs/>
              </w:rPr>
              <w:t>Of Saki Institute .(Sukkur)</w:t>
            </w:r>
          </w:p>
          <w:p w:rsidR="009B3984" w:rsidRPr="00D24030" w:rsidRDefault="009B3984" w:rsidP="004C63E7">
            <w:pPr>
              <w:pStyle w:val="Address"/>
              <w:rPr>
                <w:b/>
                <w:bCs/>
              </w:rPr>
            </w:pPr>
            <w:r w:rsidRPr="00D24030">
              <w:rPr>
                <w:b/>
                <w:bCs/>
              </w:rPr>
              <w:t xml:space="preserve">Content </w:t>
            </w:r>
            <w:r w:rsidR="00D24030" w:rsidRPr="00D24030">
              <w:rPr>
                <w:b/>
                <w:bCs/>
              </w:rPr>
              <w:t>Writer At Khan Realtors.</w:t>
            </w:r>
          </w:p>
          <w:p w:rsidR="00D24030" w:rsidRDefault="00D24030" w:rsidP="004C63E7">
            <w:pPr>
              <w:pStyle w:val="Address"/>
              <w:rPr>
                <w:b/>
                <w:bCs/>
              </w:rPr>
            </w:pPr>
          </w:p>
          <w:p w:rsidR="004C63E7" w:rsidRPr="00426C13" w:rsidRDefault="004C63E7" w:rsidP="00E96E45">
            <w:pPr>
              <w:pStyle w:val="Address"/>
              <w:pBdr>
                <w:bottom w:val="single" w:sz="4" w:space="1" w:color="auto"/>
              </w:pBdr>
              <w:rPr>
                <w:b/>
                <w:bCs/>
                <w:caps/>
                <w:color w:val="00B0F0"/>
                <w:sz w:val="36"/>
                <w:szCs w:val="36"/>
              </w:rPr>
            </w:pPr>
            <w:r w:rsidRPr="00426C13">
              <w:rPr>
                <w:b/>
                <w:bCs/>
                <w:caps/>
                <w:color w:val="00B0F0"/>
                <w:sz w:val="36"/>
                <w:szCs w:val="36"/>
              </w:rPr>
              <w:t>Skills:</w:t>
            </w:r>
          </w:p>
          <w:p w:rsidR="003E3345" w:rsidRDefault="003E3345" w:rsidP="004C63E7">
            <w:pPr>
              <w:pStyle w:val="Address"/>
            </w:pPr>
          </w:p>
          <w:p w:rsidR="004C63E7" w:rsidRPr="00D24030" w:rsidRDefault="00D24030" w:rsidP="004C63E7">
            <w:pPr>
              <w:pStyle w:val="Address"/>
            </w:pPr>
            <w:r w:rsidRPr="00D24030">
              <w:t>Digital Marketing .</w:t>
            </w:r>
          </w:p>
          <w:p w:rsidR="00D24030" w:rsidRPr="00D24030" w:rsidRDefault="00D24030" w:rsidP="004C63E7">
            <w:pPr>
              <w:pStyle w:val="Address"/>
            </w:pPr>
            <w:r w:rsidRPr="00D24030">
              <w:t>Social Media Marketing .</w:t>
            </w:r>
          </w:p>
          <w:p w:rsidR="00D24030" w:rsidRPr="00D24030" w:rsidRDefault="00D24030" w:rsidP="004C63E7">
            <w:pPr>
              <w:pStyle w:val="Address"/>
            </w:pPr>
            <w:r w:rsidRPr="00D24030">
              <w:t>Communication Skills.</w:t>
            </w:r>
          </w:p>
          <w:p w:rsidR="00D24030" w:rsidRPr="00D24030" w:rsidRDefault="00D24030" w:rsidP="004C63E7">
            <w:pPr>
              <w:pStyle w:val="Address"/>
            </w:pPr>
            <w:r w:rsidRPr="00D24030">
              <w:t>Team Management.</w:t>
            </w:r>
          </w:p>
          <w:p w:rsidR="00D24030" w:rsidRPr="00D24030" w:rsidRDefault="00D24030" w:rsidP="004C63E7">
            <w:pPr>
              <w:pStyle w:val="Address"/>
            </w:pPr>
            <w:r w:rsidRPr="00D24030">
              <w:t xml:space="preserve">Host </w:t>
            </w:r>
          </w:p>
          <w:p w:rsidR="004C63E7" w:rsidRPr="00426C13" w:rsidRDefault="004C63E7" w:rsidP="00E96E45">
            <w:pPr>
              <w:pStyle w:val="Address"/>
              <w:pBdr>
                <w:bottom w:val="single" w:sz="4" w:space="1" w:color="auto"/>
              </w:pBdr>
              <w:rPr>
                <w:b/>
                <w:bCs/>
                <w:caps/>
                <w:color w:val="00B0F0"/>
                <w:sz w:val="36"/>
                <w:szCs w:val="36"/>
              </w:rPr>
            </w:pPr>
            <w:r w:rsidRPr="00426C13">
              <w:rPr>
                <w:b/>
                <w:bCs/>
                <w:caps/>
                <w:color w:val="00B0F0"/>
                <w:sz w:val="36"/>
                <w:szCs w:val="36"/>
              </w:rPr>
              <w:t>Reference:</w:t>
            </w:r>
          </w:p>
          <w:p w:rsidR="004C63E7" w:rsidRPr="000D23B1" w:rsidRDefault="004C63E7" w:rsidP="004C63E7">
            <w:pPr>
              <w:pStyle w:val="Address"/>
              <w:rPr>
                <w:b/>
                <w:bCs/>
              </w:rPr>
            </w:pPr>
          </w:p>
          <w:p w:rsidR="004C63E7" w:rsidRPr="00BC6091" w:rsidRDefault="004C63E7" w:rsidP="004C63E7">
            <w:pPr>
              <w:pStyle w:val="Address"/>
            </w:pPr>
            <w:r w:rsidRPr="00BC6091">
              <w:rPr>
                <w:rFonts w:cstheme="minorHAnsi"/>
              </w:rPr>
              <w:t xml:space="preserve">   Will be furnished upon request</w:t>
            </w:r>
            <w:r w:rsidR="00D24030">
              <w:rPr>
                <w:rFonts w:cstheme="minorHAnsi"/>
              </w:rPr>
              <w:t>.</w:t>
            </w:r>
          </w:p>
        </w:tc>
      </w:tr>
      <w:tr w:rsidR="000629D5" w:rsidTr="000F46E6">
        <w:trPr>
          <w:trHeight w:val="9504"/>
        </w:trPr>
        <w:tc>
          <w:tcPr>
            <w:tcW w:w="3600" w:type="dxa"/>
            <w:vAlign w:val="bottom"/>
          </w:tcPr>
          <w:p w:rsidR="000629D5" w:rsidRPr="003E3345" w:rsidRDefault="003E3345" w:rsidP="003E3345">
            <w:pPr>
              <w:pStyle w:val="Title"/>
              <w:jc w:val="center"/>
              <w:rPr>
                <w:b/>
                <w:bCs/>
                <w:color w:val="BA8E2C" w:themeColor="accent4" w:themeShade="BF"/>
                <w:sz w:val="56"/>
                <w:szCs w:val="56"/>
              </w:rPr>
            </w:pPr>
            <w:r>
              <w:rPr>
                <w:b/>
                <w:bCs/>
                <w:noProof/>
                <w:color w:val="BA8E2C" w:themeColor="accent4" w:themeShade="BF"/>
                <w:sz w:val="56"/>
                <w:szCs w:val="56"/>
                <w:lang w:eastAsia="en-U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234315</wp:posOffset>
                  </wp:positionH>
                  <wp:positionV relativeFrom="paragraph">
                    <wp:posOffset>-2439670</wp:posOffset>
                  </wp:positionV>
                  <wp:extent cx="1637665" cy="1630680"/>
                  <wp:effectExtent l="76200" t="38100" r="57785" b="82677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665" cy="1630680"/>
                          </a:xfrm>
                          <a:prstGeom prst="ellipse">
                            <a:avLst/>
                          </a:prstGeom>
                          <a:ln w="3175" cap="rnd">
                            <a:solidFill>
                              <a:srgbClr val="333333"/>
                            </a:solidFill>
                          </a:ln>
                          <a:effectLst>
                            <a:outerShdw blurRad="381000" dist="292100" dir="5400000" sx="-80000" sy="-18000" rotWithShape="0">
                              <a:srgbClr val="000000">
                                <a:alpha val="22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3000000"/>
                            </a:lightRig>
                          </a:scene3d>
                          <a:sp3d contourW="7620">
                            <a:bevelT w="95250" h="31750"/>
                            <a:contourClr>
                              <a:srgbClr val="333333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  <w:r w:rsidR="009B3984" w:rsidRPr="003E3345">
              <w:rPr>
                <w:b/>
                <w:bCs/>
                <w:color w:val="BA8E2C" w:themeColor="accent4" w:themeShade="BF"/>
                <w:sz w:val="56"/>
                <w:szCs w:val="56"/>
              </w:rPr>
              <w:t>Bahadur ali</w:t>
            </w:r>
          </w:p>
          <w:p w:rsidR="00426C13" w:rsidRPr="00426C13" w:rsidRDefault="00426C13" w:rsidP="003E3345">
            <w:pPr>
              <w:jc w:val="center"/>
            </w:pPr>
            <w:r>
              <w:t xml:space="preserve">s/o: </w:t>
            </w:r>
            <w:r w:rsidR="009B3984">
              <w:t>Ayaz Hussain</w:t>
            </w:r>
          </w:p>
          <w:p w:rsidR="000629D5" w:rsidRDefault="000629D5" w:rsidP="000629D5"/>
          <w:sdt>
            <w:sdtPr>
              <w:id w:val="-1954003311"/>
              <w:placeholder>
                <w:docPart w:val="B431C4FF844244FDAC112769F2AD26A8"/>
              </w:placeholder>
              <w:temporary/>
              <w:showingPlcHdr/>
            </w:sdtPr>
            <w:sdtContent>
              <w:p w:rsidR="000629D5" w:rsidRPr="00846D4F" w:rsidRDefault="000629D5" w:rsidP="003E3345">
                <w:pPr>
                  <w:pStyle w:val="Heading2"/>
                  <w:jc w:val="center"/>
                </w:pPr>
                <w:r w:rsidRPr="00426C13">
                  <w:rPr>
                    <w:rStyle w:val="Heading2Char"/>
                    <w:b/>
                    <w:bCs/>
                    <w:caps/>
                    <w:color w:val="00B0F0"/>
                  </w:rPr>
                  <w:t>CONTACT</w:t>
                </w:r>
              </w:p>
            </w:sdtContent>
          </w:sdt>
          <w:sdt>
            <w:sdtPr>
              <w:id w:val="1111563247"/>
              <w:placeholder>
                <w:docPart w:val="D5E280ACCC9D4C849601A277B1E0D402"/>
              </w:placeholder>
              <w:temporary/>
              <w:showingPlcHdr/>
            </w:sdtPr>
            <w:sdtContent>
              <w:p w:rsidR="000629D5" w:rsidRDefault="000629D5" w:rsidP="003E3345">
                <w:pPr>
                  <w:pStyle w:val="ContactDetails"/>
                  <w:jc w:val="center"/>
                </w:pPr>
                <w:r w:rsidRPr="004D3011">
                  <w:t>PHONE:</w:t>
                </w:r>
              </w:p>
            </w:sdtContent>
          </w:sdt>
          <w:p w:rsidR="000629D5" w:rsidRDefault="009B3984" w:rsidP="003E3345">
            <w:pPr>
              <w:pStyle w:val="ContactDetails"/>
              <w:jc w:val="center"/>
            </w:pPr>
            <w:r>
              <w:t>03130344226</w:t>
            </w:r>
          </w:p>
          <w:p w:rsidR="000629D5" w:rsidRPr="004D3011" w:rsidRDefault="000629D5" w:rsidP="003E3345">
            <w:pPr>
              <w:pStyle w:val="NoSpacing"/>
              <w:jc w:val="center"/>
            </w:pPr>
          </w:p>
          <w:p w:rsidR="000629D5" w:rsidRDefault="004C63E7" w:rsidP="003E3345">
            <w:pPr>
              <w:pStyle w:val="ContactDetails"/>
              <w:jc w:val="center"/>
            </w:pPr>
            <w:r>
              <w:t>CNIC:</w:t>
            </w:r>
          </w:p>
          <w:p w:rsidR="000629D5" w:rsidRDefault="009B3984" w:rsidP="003E3345">
            <w:pPr>
              <w:pStyle w:val="ContactDetails"/>
              <w:jc w:val="center"/>
            </w:pPr>
            <w:r>
              <w:t>45504-9120147-9</w:t>
            </w:r>
          </w:p>
          <w:p w:rsidR="000629D5" w:rsidRDefault="000629D5" w:rsidP="003E3345">
            <w:pPr>
              <w:pStyle w:val="NoSpacing"/>
              <w:jc w:val="center"/>
            </w:pPr>
          </w:p>
          <w:p w:rsidR="000629D5" w:rsidRDefault="004C63E7" w:rsidP="003E3345">
            <w:pPr>
              <w:pStyle w:val="ContactDetails"/>
              <w:jc w:val="center"/>
            </w:pPr>
            <w:r>
              <w:t>Address:</w:t>
            </w:r>
          </w:p>
          <w:p w:rsidR="000629D5" w:rsidRPr="00846D4F" w:rsidRDefault="009B3984" w:rsidP="003E3345">
            <w:pPr>
              <w:pStyle w:val="ContactDetails"/>
              <w:jc w:val="center"/>
              <w:rPr>
                <w:rStyle w:val="Hyperlink"/>
              </w:rPr>
            </w:pPr>
            <w:r>
              <w:t>Manzoor colony street no 04,</w:t>
            </w:r>
          </w:p>
        </w:tc>
        <w:tc>
          <w:tcPr>
            <w:tcW w:w="720" w:type="dxa"/>
          </w:tcPr>
          <w:p w:rsidR="000629D5" w:rsidRDefault="000629D5" w:rsidP="000C45FF">
            <w:pPr>
              <w:tabs>
                <w:tab w:val="left" w:pos="990"/>
              </w:tabs>
            </w:pPr>
          </w:p>
        </w:tc>
        <w:tc>
          <w:tcPr>
            <w:tcW w:w="6470" w:type="dxa"/>
            <w:vMerge/>
          </w:tcPr>
          <w:p w:rsidR="000629D5" w:rsidRPr="004D3011" w:rsidRDefault="000629D5" w:rsidP="004D3011">
            <w:pPr>
              <w:rPr>
                <w:color w:val="FFFFFF" w:themeColor="background1"/>
              </w:rPr>
            </w:pPr>
          </w:p>
        </w:tc>
      </w:tr>
    </w:tbl>
    <w:p w:rsidR="0043117B" w:rsidRPr="00846D4F" w:rsidRDefault="00592678" w:rsidP="00846D4F">
      <w:pPr>
        <w:tabs>
          <w:tab w:val="left" w:pos="990"/>
        </w:tabs>
        <w:spacing w:after="0"/>
        <w:rPr>
          <w:sz w:val="8"/>
        </w:rPr>
      </w:pPr>
    </w:p>
    <w:sectPr w:rsidR="0043117B" w:rsidRPr="00846D4F" w:rsidSect="000C45FF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678" w:rsidRDefault="00592678" w:rsidP="000C45FF">
      <w:r>
        <w:separator/>
      </w:r>
    </w:p>
  </w:endnote>
  <w:endnote w:type="continuationSeparator" w:id="1">
    <w:p w:rsidR="00592678" w:rsidRDefault="00592678" w:rsidP="000C45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678" w:rsidRDefault="00592678" w:rsidP="000C45FF">
      <w:r>
        <w:separator/>
      </w:r>
    </w:p>
  </w:footnote>
  <w:footnote w:type="continuationSeparator" w:id="1">
    <w:p w:rsidR="00592678" w:rsidRDefault="00592678" w:rsidP="000C45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5FF" w:rsidRDefault="000C45FF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260336" cy="9628632"/>
          <wp:effectExtent l="0" t="0" r="0" b="0"/>
          <wp:wrapNone/>
          <wp:docPr id="3" name="Graphic 3">
            <a:extLst xmlns:a="http://schemas.openxmlformats.org/drawingml/2006/main">
              <a:ext uri="{C183D7F6-B498-43B3-948B-1728B52AA6E4}">
                <adec:decorativ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  <a:ext uri="{96DAC541-7B7A-43D3-8B79-37D633B846F1}">
                        <asvg:svgBlip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0336" cy="9628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2B45ED"/>
    <w:multiLevelType w:val="hybridMultilevel"/>
    <w:tmpl w:val="BC6A9D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AE748F"/>
    <w:multiLevelType w:val="hybridMultilevel"/>
    <w:tmpl w:val="DBA04926"/>
    <w:lvl w:ilvl="0" w:tplc="90A47612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attachedTemplate r:id="rId1"/>
  <w:stylePaneFormatFilter w:val="5004"/>
  <w:stylePaneSortMethod w:val="000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C63E7"/>
    <w:rsid w:val="00036450"/>
    <w:rsid w:val="00061C84"/>
    <w:rsid w:val="000629D5"/>
    <w:rsid w:val="00076632"/>
    <w:rsid w:val="000826D0"/>
    <w:rsid w:val="000C45FF"/>
    <w:rsid w:val="000D23B1"/>
    <w:rsid w:val="000E3FD1"/>
    <w:rsid w:val="000F46E6"/>
    <w:rsid w:val="00180329"/>
    <w:rsid w:val="0019001F"/>
    <w:rsid w:val="001A74A5"/>
    <w:rsid w:val="001B2ABD"/>
    <w:rsid w:val="001D2335"/>
    <w:rsid w:val="001E1759"/>
    <w:rsid w:val="001F1ECC"/>
    <w:rsid w:val="002400EB"/>
    <w:rsid w:val="00244620"/>
    <w:rsid w:val="00256CF7"/>
    <w:rsid w:val="0030481B"/>
    <w:rsid w:val="00382AE0"/>
    <w:rsid w:val="003E3345"/>
    <w:rsid w:val="004005D1"/>
    <w:rsid w:val="004071FC"/>
    <w:rsid w:val="00426C13"/>
    <w:rsid w:val="00445947"/>
    <w:rsid w:val="004813B3"/>
    <w:rsid w:val="00496591"/>
    <w:rsid w:val="004C63E4"/>
    <w:rsid w:val="004C63E7"/>
    <w:rsid w:val="004D3011"/>
    <w:rsid w:val="004F0F36"/>
    <w:rsid w:val="00505CD6"/>
    <w:rsid w:val="0052047A"/>
    <w:rsid w:val="005645EE"/>
    <w:rsid w:val="00587A37"/>
    <w:rsid w:val="00592678"/>
    <w:rsid w:val="005D6289"/>
    <w:rsid w:val="005E39D5"/>
    <w:rsid w:val="00612544"/>
    <w:rsid w:val="0062123A"/>
    <w:rsid w:val="00646E75"/>
    <w:rsid w:val="006610D6"/>
    <w:rsid w:val="006771D0"/>
    <w:rsid w:val="006B156D"/>
    <w:rsid w:val="00715FCB"/>
    <w:rsid w:val="00743101"/>
    <w:rsid w:val="007867A0"/>
    <w:rsid w:val="007927F5"/>
    <w:rsid w:val="007E7B08"/>
    <w:rsid w:val="00802CA0"/>
    <w:rsid w:val="00846D4F"/>
    <w:rsid w:val="008C1736"/>
    <w:rsid w:val="008E5A7C"/>
    <w:rsid w:val="00922D5C"/>
    <w:rsid w:val="009B3984"/>
    <w:rsid w:val="009E6FE3"/>
    <w:rsid w:val="009E7C63"/>
    <w:rsid w:val="00A10A67"/>
    <w:rsid w:val="00A2118D"/>
    <w:rsid w:val="00AD76E2"/>
    <w:rsid w:val="00B20152"/>
    <w:rsid w:val="00B30530"/>
    <w:rsid w:val="00B70850"/>
    <w:rsid w:val="00B95C1E"/>
    <w:rsid w:val="00BC6091"/>
    <w:rsid w:val="00C066B6"/>
    <w:rsid w:val="00C37BA1"/>
    <w:rsid w:val="00C4674C"/>
    <w:rsid w:val="00C506CF"/>
    <w:rsid w:val="00C72BED"/>
    <w:rsid w:val="00C7793E"/>
    <w:rsid w:val="00C9578B"/>
    <w:rsid w:val="00CA562E"/>
    <w:rsid w:val="00CB2D30"/>
    <w:rsid w:val="00D24030"/>
    <w:rsid w:val="00D2522B"/>
    <w:rsid w:val="00D82F2F"/>
    <w:rsid w:val="00DA694B"/>
    <w:rsid w:val="00DD172A"/>
    <w:rsid w:val="00E25A26"/>
    <w:rsid w:val="00E55D74"/>
    <w:rsid w:val="00E866EC"/>
    <w:rsid w:val="00E93B74"/>
    <w:rsid w:val="00E96E45"/>
    <w:rsid w:val="00EB3A62"/>
    <w:rsid w:val="00F5331C"/>
    <w:rsid w:val="00F60274"/>
    <w:rsid w:val="00F77FB9"/>
    <w:rsid w:val="00FB068F"/>
    <w:rsid w:val="00FB0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unhideWhenUsed="0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 w:unhideWhenUsed="0"/>
    <w:lsdException w:name="toc 2" w:uiPriority="39" w:unhideWhenUsed="0"/>
    <w:lsdException w:name="toc 3" w:uiPriority="39" w:unhideWhenUsed="0"/>
    <w:lsdException w:name="toc 4" w:uiPriority="39" w:unhideWhenUsed="0"/>
    <w:lsdException w:name="toc 5" w:uiPriority="39" w:unhideWhenUsed="0"/>
    <w:lsdException w:name="toc 6" w:uiPriority="39" w:unhideWhenUsed="0"/>
    <w:lsdException w:name="toc 7" w:uiPriority="39" w:unhideWhenUsed="0"/>
    <w:lsdException w:name="toc 8" w:uiPriority="39" w:unhideWhenUsed="0"/>
    <w:lsdException w:name="toc 9" w:uiPriority="39" w:unhideWhenUsed="0"/>
    <w:lsdException w:name="caption" w:uiPriority="35" w:qFormat="1"/>
    <w:lsdException w:name="toa heading" w:unhideWhenUsed="0"/>
    <w:lsdException w:name="List Bullet" w:uiPriority="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unhideWhenUsed="0" w:qFormat="1"/>
    <w:lsdException w:name="Emphasis" w:semiHidden="0" w:uiPriority="11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D4F"/>
    <w:pPr>
      <w:spacing w:after="20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4D3011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1B2ABD"/>
    <w:rPr>
      <w:caps/>
      <w:color w:val="000000" w:themeColor="text1"/>
      <w:sz w:val="96"/>
      <w:szCs w:val="76"/>
    </w:rPr>
  </w:style>
  <w:style w:type="character" w:styleId="Emphasis">
    <w:name w:val="Emphasis"/>
    <w:basedOn w:val="DefaultParagraphFont"/>
    <w:uiPriority w:val="11"/>
    <w:semiHidden/>
    <w:qFormat/>
    <w:rsid w:val="00E25A2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rsid w:val="00036450"/>
  </w:style>
  <w:style w:type="character" w:customStyle="1" w:styleId="DateChar">
    <w:name w:val="Date Char"/>
    <w:basedOn w:val="DefaultParagraphFont"/>
    <w:link w:val="Date"/>
    <w:uiPriority w:val="99"/>
    <w:rsid w:val="00036450"/>
    <w:rPr>
      <w:sz w:val="18"/>
      <w:szCs w:val="22"/>
    </w:rPr>
  </w:style>
  <w:style w:type="character" w:styleId="Hyperlink">
    <w:name w:val="Hyperlink"/>
    <w:basedOn w:val="DefaultParagraphFont"/>
    <w:uiPriority w:val="99"/>
    <w:rsid w:val="00E93B74"/>
    <w:rPr>
      <w:color w:val="B85A22" w:themeColor="accent2" w:themeShade="B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4813B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45F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45FF"/>
    <w:rPr>
      <w:sz w:val="22"/>
      <w:szCs w:val="22"/>
    </w:rPr>
  </w:style>
  <w:style w:type="table" w:styleId="TableGrid">
    <w:name w:val="Table Grid"/>
    <w:basedOn w:val="TableNormal"/>
    <w:uiPriority w:val="39"/>
    <w:rsid w:val="001B2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B2ABD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29D5"/>
    <w:pPr>
      <w:spacing w:after="480"/>
    </w:pPr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SubtitleChar">
    <w:name w:val="Subtitle Char"/>
    <w:basedOn w:val="DefaultParagraphFont"/>
    <w:link w:val="Subtitle"/>
    <w:uiPriority w:val="11"/>
    <w:rsid w:val="000629D5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29D5"/>
    <w:rPr>
      <w:rFonts w:asciiTheme="majorHAnsi" w:eastAsiaTheme="majorEastAsia" w:hAnsiTheme="majorHAnsi" w:cstheme="majorBidi"/>
      <w:b/>
      <w:caps/>
      <w:sz w:val="22"/>
    </w:rPr>
  </w:style>
  <w:style w:type="paragraph" w:styleId="ListBullet">
    <w:name w:val="List Bullet"/>
    <w:basedOn w:val="Normal"/>
    <w:uiPriority w:val="5"/>
    <w:rsid w:val="000629D5"/>
    <w:pPr>
      <w:numPr>
        <w:numId w:val="1"/>
      </w:numPr>
      <w:spacing w:after="120" w:line="276" w:lineRule="auto"/>
      <w:ind w:left="720"/>
    </w:pPr>
    <w:rPr>
      <w:rFonts w:eastAsia="Times New Roman" w:cs="Times New Roman"/>
      <w:szCs w:val="20"/>
      <w:lang w:eastAsia="en-US"/>
    </w:rPr>
  </w:style>
  <w:style w:type="character" w:customStyle="1" w:styleId="Greytext">
    <w:name w:val="Grey text"/>
    <w:basedOn w:val="DefaultParagraphFont"/>
    <w:uiPriority w:val="4"/>
    <w:semiHidden/>
    <w:qFormat/>
    <w:rsid w:val="000629D5"/>
    <w:rPr>
      <w:color w:val="808080" w:themeColor="background1" w:themeShade="80"/>
    </w:rPr>
  </w:style>
  <w:style w:type="paragraph" w:customStyle="1" w:styleId="Address">
    <w:name w:val="Address"/>
    <w:basedOn w:val="Normal"/>
    <w:qFormat/>
    <w:rsid w:val="000629D5"/>
    <w:pPr>
      <w:spacing w:after="360"/>
      <w:contextualSpacing/>
    </w:pPr>
  </w:style>
  <w:style w:type="paragraph" w:customStyle="1" w:styleId="ContactDetails">
    <w:name w:val="Contact Details"/>
    <w:basedOn w:val="Normal"/>
    <w:qFormat/>
    <w:rsid w:val="000629D5"/>
    <w:pPr>
      <w:contextualSpacing/>
    </w:pPr>
  </w:style>
  <w:style w:type="paragraph" w:styleId="NoSpacing">
    <w:name w:val="No Spacing"/>
    <w:uiPriority w:val="1"/>
    <w:qFormat/>
    <w:rsid w:val="000629D5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4C63E7"/>
    <w:pPr>
      <w:spacing w:line="276" w:lineRule="auto"/>
      <w:ind w:left="720"/>
      <w:contextualSpacing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53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5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1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fay\AppData\Roaming\Microsoft\Templates\Blue%20grey%20cover%20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31C4FF844244FDAC112769F2AD26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8198B1-56E3-45CC-AFD5-8E1AE50460CD}"/>
      </w:docPartPr>
      <w:docPartBody>
        <w:p w:rsidR="00230971" w:rsidRDefault="00670586">
          <w:pPr>
            <w:pStyle w:val="B431C4FF844244FDAC112769F2AD26A8"/>
          </w:pPr>
          <w:r w:rsidRPr="00846D4F">
            <w:rPr>
              <w:rStyle w:val="Heading2Char"/>
            </w:rPr>
            <w:t>CONTACT</w:t>
          </w:r>
        </w:p>
      </w:docPartBody>
    </w:docPart>
    <w:docPart>
      <w:docPartPr>
        <w:name w:val="D5E280ACCC9D4C849601A277B1E0D4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FF1448-7C0C-46A7-8063-683468C58A2D}"/>
      </w:docPartPr>
      <w:docPartBody>
        <w:p w:rsidR="00230971" w:rsidRDefault="00670586">
          <w:pPr>
            <w:pStyle w:val="D5E280ACCC9D4C849601A277B1E0D402"/>
          </w:pPr>
          <w:r w:rsidRPr="004D3011">
            <w:t>PHONE: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E748F"/>
    <w:multiLevelType w:val="hybridMultilevel"/>
    <w:tmpl w:val="DBA04926"/>
    <w:lvl w:ilvl="0" w:tplc="90A47612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70586"/>
    <w:rsid w:val="00230971"/>
    <w:rsid w:val="004533BD"/>
    <w:rsid w:val="00670586"/>
    <w:rsid w:val="00B346EA"/>
    <w:rsid w:val="00E56831"/>
    <w:rsid w:val="00F30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CD6"/>
  </w:style>
  <w:style w:type="paragraph" w:styleId="Heading2">
    <w:name w:val="heading 2"/>
    <w:basedOn w:val="Normal"/>
    <w:next w:val="Normal"/>
    <w:link w:val="Heading2Char"/>
    <w:uiPriority w:val="9"/>
    <w:qFormat/>
    <w:rsid w:val="00F30CD6"/>
    <w:pPr>
      <w:keepNext/>
      <w:keepLines/>
      <w:pBdr>
        <w:bottom w:val="single" w:sz="8" w:space="1" w:color="4F81BD" w:themeColor="accent1"/>
      </w:pBdr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caps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91198BB1CC4BB6BC322AC16FFA435D">
    <w:name w:val="4591198BB1CC4BB6BC322AC16FFA435D"/>
    <w:rsid w:val="00F30CD6"/>
  </w:style>
  <w:style w:type="paragraph" w:customStyle="1" w:styleId="DFC94392FFF841DCAE62B8981AEEAB68">
    <w:name w:val="DFC94392FFF841DCAE62B8981AEEAB68"/>
    <w:rsid w:val="00F30CD6"/>
  </w:style>
  <w:style w:type="paragraph" w:customStyle="1" w:styleId="8D655D7212AE48BDA92E39F3A48FB014">
    <w:name w:val="8D655D7212AE48BDA92E39F3A48FB014"/>
    <w:rsid w:val="00F30CD6"/>
  </w:style>
  <w:style w:type="paragraph" w:customStyle="1" w:styleId="D8A010ACA5984120AEC85765D1B4EFBC">
    <w:name w:val="D8A010ACA5984120AEC85765D1B4EFBC"/>
    <w:rsid w:val="00F30CD6"/>
  </w:style>
  <w:style w:type="paragraph" w:customStyle="1" w:styleId="50F4D24385734EE9A3017E45C235C655">
    <w:name w:val="50F4D24385734EE9A3017E45C235C655"/>
    <w:rsid w:val="00F30CD6"/>
  </w:style>
  <w:style w:type="paragraph" w:customStyle="1" w:styleId="66421BDA54D1411080FAA7A7142C30DD">
    <w:name w:val="66421BDA54D1411080FAA7A7142C30DD"/>
    <w:rsid w:val="00F30CD6"/>
  </w:style>
  <w:style w:type="paragraph" w:customStyle="1" w:styleId="3649FF2EEEE34BE4967A3936E0A0319C">
    <w:name w:val="3649FF2EEEE34BE4967A3936E0A0319C"/>
    <w:rsid w:val="00F30CD6"/>
  </w:style>
  <w:style w:type="paragraph" w:customStyle="1" w:styleId="8372B472E88A476E802F113DCC8D32DC">
    <w:name w:val="8372B472E88A476E802F113DCC8D32DC"/>
    <w:rsid w:val="00F30CD6"/>
  </w:style>
  <w:style w:type="paragraph" w:styleId="ListBullet">
    <w:name w:val="List Bullet"/>
    <w:basedOn w:val="Normal"/>
    <w:uiPriority w:val="5"/>
    <w:rsid w:val="00F30CD6"/>
    <w:pPr>
      <w:numPr>
        <w:numId w:val="1"/>
      </w:numPr>
      <w:spacing w:after="120" w:line="276" w:lineRule="auto"/>
      <w:ind w:left="720"/>
    </w:pPr>
    <w:rPr>
      <w:rFonts w:eastAsia="Times New Roman" w:cs="Times New Roman"/>
      <w:szCs w:val="20"/>
    </w:rPr>
  </w:style>
  <w:style w:type="paragraph" w:customStyle="1" w:styleId="CEAAC7DB690C4E37BAF32A2808748126">
    <w:name w:val="CEAAC7DB690C4E37BAF32A2808748126"/>
    <w:rsid w:val="00F30CD6"/>
  </w:style>
  <w:style w:type="character" w:customStyle="1" w:styleId="Greytext">
    <w:name w:val="Grey text"/>
    <w:basedOn w:val="DefaultParagraphFont"/>
    <w:uiPriority w:val="4"/>
    <w:qFormat/>
    <w:rsid w:val="00F30CD6"/>
    <w:rPr>
      <w:color w:val="808080" w:themeColor="background1" w:themeShade="80"/>
    </w:rPr>
  </w:style>
  <w:style w:type="paragraph" w:customStyle="1" w:styleId="2E528CB6B9D845A796EC576D6CCA37B3">
    <w:name w:val="2E528CB6B9D845A796EC576D6CCA37B3"/>
    <w:rsid w:val="00F30CD6"/>
  </w:style>
  <w:style w:type="paragraph" w:customStyle="1" w:styleId="4553DAD21D264B9B953497E8C58AC0A8">
    <w:name w:val="4553DAD21D264B9B953497E8C58AC0A8"/>
    <w:rsid w:val="00F30CD6"/>
  </w:style>
  <w:style w:type="paragraph" w:customStyle="1" w:styleId="FC6FD1EBC6024815BAD5F899D1DF5E76">
    <w:name w:val="FC6FD1EBC6024815BAD5F899D1DF5E76"/>
    <w:rsid w:val="00F30CD6"/>
  </w:style>
  <w:style w:type="paragraph" w:customStyle="1" w:styleId="9D4B733CE2734F3AB41BC304BB1B4C17">
    <w:name w:val="9D4B733CE2734F3AB41BC304BB1B4C17"/>
    <w:rsid w:val="00F30CD6"/>
  </w:style>
  <w:style w:type="paragraph" w:customStyle="1" w:styleId="A329C733B7D04A708041B2B20A8E3238">
    <w:name w:val="A329C733B7D04A708041B2B20A8E3238"/>
    <w:rsid w:val="00F30CD6"/>
  </w:style>
  <w:style w:type="character" w:customStyle="1" w:styleId="Heading2Char">
    <w:name w:val="Heading 2 Char"/>
    <w:basedOn w:val="DefaultParagraphFont"/>
    <w:link w:val="Heading2"/>
    <w:uiPriority w:val="9"/>
    <w:rsid w:val="00F30CD6"/>
    <w:rPr>
      <w:rFonts w:asciiTheme="majorHAnsi" w:eastAsiaTheme="majorEastAsia" w:hAnsiTheme="majorHAnsi" w:cstheme="majorBidi"/>
      <w:b/>
      <w:bCs/>
      <w:caps/>
      <w:szCs w:val="26"/>
      <w:lang w:eastAsia="ja-JP"/>
    </w:rPr>
  </w:style>
  <w:style w:type="paragraph" w:customStyle="1" w:styleId="B431C4FF844244FDAC112769F2AD26A8">
    <w:name w:val="B431C4FF844244FDAC112769F2AD26A8"/>
    <w:rsid w:val="00F30CD6"/>
  </w:style>
  <w:style w:type="paragraph" w:customStyle="1" w:styleId="D5E280ACCC9D4C849601A277B1E0D402">
    <w:name w:val="D5E280ACCC9D4C849601A277B1E0D402"/>
    <w:rsid w:val="00F30CD6"/>
  </w:style>
  <w:style w:type="paragraph" w:customStyle="1" w:styleId="C1B593E954AF4C708C1911B7D32040D3">
    <w:name w:val="C1B593E954AF4C708C1911B7D32040D3"/>
    <w:rsid w:val="00F30CD6"/>
  </w:style>
  <w:style w:type="paragraph" w:customStyle="1" w:styleId="AA2733332F5A4DABB3498564838A5176">
    <w:name w:val="AA2733332F5A4DABB3498564838A5176"/>
    <w:rsid w:val="00F30CD6"/>
  </w:style>
  <w:style w:type="paragraph" w:customStyle="1" w:styleId="0DEFEE642C1D4C63A302D7F14F62030E">
    <w:name w:val="0DEFEE642C1D4C63A302D7F14F62030E"/>
    <w:rsid w:val="00F30CD6"/>
  </w:style>
  <w:style w:type="paragraph" w:customStyle="1" w:styleId="BD65886690EE4D8B905FE9981BCCBF68">
    <w:name w:val="BD65886690EE4D8B905FE9981BCCBF68"/>
    <w:rsid w:val="00F30CD6"/>
  </w:style>
  <w:style w:type="character" w:styleId="Hyperlink">
    <w:name w:val="Hyperlink"/>
    <w:basedOn w:val="DefaultParagraphFont"/>
    <w:uiPriority w:val="99"/>
    <w:rsid w:val="00F30CD6"/>
    <w:rPr>
      <w:color w:val="943634" w:themeColor="accent2" w:themeShade="BF"/>
      <w:u w:val="single"/>
    </w:rPr>
  </w:style>
  <w:style w:type="paragraph" w:customStyle="1" w:styleId="557DE40C90834702A7B1548F8898DF83">
    <w:name w:val="557DE40C90834702A7B1548F8898DF83"/>
    <w:rsid w:val="00F30CD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B03C41-7C44-40A7-B0F9-10640F9D80B5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3630FBCC-A926-441F-A1DD-7C612FD881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574C20-78E4-43FF-BE9E-4FC9F2314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 grey cover letter</Template>
  <TotalTime>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2021-09-06T09:29:00Z</dcterms:created>
  <dcterms:modified xsi:type="dcterms:W3CDTF">2021-09-07T08:59:00Z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