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1EEA" w:rsidRPr="003C6DDB" w:rsidRDefault="00B010D7">
      <w:pPr>
        <w:pStyle w:val="Name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-193767</wp:posOffset>
            </wp:positionH>
            <wp:positionV relativeFrom="paragraph">
              <wp:posOffset>272</wp:posOffset>
            </wp:positionV>
            <wp:extent cx="1023945" cy="1107077"/>
            <wp:effectExtent l="0" t="0" r="508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945" cy="1107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6DDB" w:rsidRPr="003C6DDB">
        <w:rPr>
          <w:sz w:val="32"/>
          <w:szCs w:val="32"/>
        </w:rPr>
        <w:t xml:space="preserve">Adil Hussain Awan </w:t>
      </w:r>
    </w:p>
    <w:p w:rsidR="00BF1EEA" w:rsidRDefault="00972C05">
      <w:pPr>
        <w:pStyle w:val="ContactInfo"/>
      </w:pPr>
      <w:r>
        <w:t>House#4, Main Simly Dam Rd. Bharakoh Islamabad|</w:t>
      </w:r>
      <w:r w:rsidR="00A45591">
        <w:t xml:space="preserve">0092-333-5095635 </w:t>
      </w:r>
      <w:r w:rsidR="008E6B48">
        <w:t xml:space="preserve"> | </w:t>
      </w:r>
      <w:hyperlink r:id="rId9" w:history="1">
        <w:r w:rsidR="008E6B48" w:rsidRPr="006509A0">
          <w:rPr>
            <w:rStyle w:val="Hyperlink"/>
          </w:rPr>
          <w:t>awana4719@gmail.com</w:t>
        </w:r>
      </w:hyperlink>
      <w:r w:rsidR="008E6B48">
        <w:t xml:space="preserve"> </w:t>
      </w:r>
    </w:p>
    <w:sdt>
      <w:sdtPr>
        <w:id w:val="-1179423465"/>
        <w:placeholder>
          <w:docPart w:val="237B2A1E429339469873571ED0045D22"/>
        </w:placeholder>
        <w:temporary/>
        <w:showingPlcHdr/>
        <w15:appearance w15:val="hidden"/>
      </w:sdtPr>
      <w:sdtEndPr/>
      <w:sdtContent>
        <w:p w:rsidR="00BF1EEA" w:rsidRDefault="009A6D6E">
          <w:pPr>
            <w:pStyle w:val="Heading1"/>
          </w:pPr>
          <w:r>
            <w:t>Objective</w:t>
          </w:r>
        </w:p>
      </w:sdtContent>
    </w:sdt>
    <w:p w:rsidR="00BF1EEA" w:rsidRDefault="005743F9">
      <w:r>
        <w:t xml:space="preserve">To Work in an organization where I can </w:t>
      </w:r>
      <w:r w:rsidR="002E0B56">
        <w:t xml:space="preserve">utilize my personal and academic skills and qualifications, to be fruitful for the organization I’m associated with </w:t>
      </w:r>
      <w:r w:rsidR="00494E8E">
        <w:t xml:space="preserve">and groom myself up to the standards for the customer service industry. </w:t>
      </w:r>
    </w:p>
    <w:sdt>
      <w:sdtPr>
        <w:id w:val="1728489637"/>
        <w:placeholder>
          <w:docPart w:val="DE9BBCA24B37DB4E8A570370D1148BAA"/>
        </w:placeholder>
        <w:temporary/>
        <w:showingPlcHdr/>
        <w15:appearance w15:val="hidden"/>
      </w:sdtPr>
      <w:sdtEndPr/>
      <w:sdtContent>
        <w:p w:rsidR="00BF1EEA" w:rsidRDefault="009A6D6E">
          <w:pPr>
            <w:pStyle w:val="Heading1"/>
          </w:pPr>
          <w:r>
            <w:t>Experience</w:t>
          </w:r>
        </w:p>
      </w:sdtContent>
    </w:sdt>
    <w:p w:rsidR="00BF1EEA" w:rsidRDefault="00A45591">
      <w:r>
        <w:t xml:space="preserve">Touchstone Communication </w:t>
      </w:r>
    </w:p>
    <w:p w:rsidR="00BF1EEA" w:rsidRDefault="00E80B05">
      <w:r>
        <w:t>CSR-SSE</w:t>
      </w:r>
      <w:r w:rsidR="00FF59EE">
        <w:t xml:space="preserve"> ¦ </w:t>
      </w:r>
      <w:r w:rsidR="005B35EB">
        <w:t>2002-2008</w:t>
      </w:r>
    </w:p>
    <w:p w:rsidR="00BF1EEA" w:rsidRDefault="00115CF8">
      <w:pPr>
        <w:pStyle w:val="ListBullet"/>
      </w:pPr>
      <w:r>
        <w:t xml:space="preserve">Worked on JNM Marketing Campaigns accompanied with Reverse Mortgage. </w:t>
      </w:r>
    </w:p>
    <w:p w:rsidR="00115CF8" w:rsidRDefault="00FF59EE">
      <w:pPr>
        <w:pStyle w:val="ListBullet"/>
      </w:pPr>
      <w:r>
        <w:t xml:space="preserve">Achieved DNC certification. </w:t>
      </w:r>
    </w:p>
    <w:p w:rsidR="005B35EB" w:rsidRDefault="0081166D" w:rsidP="00055C40">
      <w:r>
        <w:t xml:space="preserve">Leads </w:t>
      </w:r>
      <w:r w:rsidR="005B35EB">
        <w:t xml:space="preserve"> </w:t>
      </w:r>
      <w:r>
        <w:t>Com</w:t>
      </w:r>
      <w:r w:rsidR="005B35EB">
        <w:t xml:space="preserve"> </w:t>
      </w:r>
    </w:p>
    <w:p w:rsidR="005B35EB" w:rsidRDefault="0081166D" w:rsidP="00415B66">
      <w:r>
        <w:t>SSE-ATL</w:t>
      </w:r>
      <w:r w:rsidR="005B35EB">
        <w:t xml:space="preserve"> ¦ </w:t>
      </w:r>
      <w:r>
        <w:t>2008-2011</w:t>
      </w:r>
    </w:p>
    <w:p w:rsidR="005B35EB" w:rsidRDefault="005B35EB" w:rsidP="00415B66">
      <w:pPr>
        <w:pStyle w:val="ListBullet"/>
      </w:pPr>
      <w:r>
        <w:t xml:space="preserve">Worked on </w:t>
      </w:r>
      <w:r w:rsidR="00055C40">
        <w:t xml:space="preserve">US Auto Insurance </w:t>
      </w:r>
      <w:r>
        <w:t xml:space="preserve">. </w:t>
      </w:r>
    </w:p>
    <w:p w:rsidR="005B35EB" w:rsidRDefault="001A5568" w:rsidP="00415B66">
      <w:pPr>
        <w:pStyle w:val="ListBullet"/>
      </w:pPr>
      <w:r>
        <w:t xml:space="preserve">Worked as acting team </w:t>
      </w:r>
      <w:r w:rsidR="00DD472B">
        <w:t>lead</w:t>
      </w:r>
      <w:r w:rsidR="005B35EB">
        <w:t xml:space="preserve">. </w:t>
      </w:r>
    </w:p>
    <w:p w:rsidR="00DD472B" w:rsidRDefault="00DD472B" w:rsidP="00415B66">
      <w:pPr>
        <w:pStyle w:val="ListBullet"/>
      </w:pPr>
      <w:r>
        <w:t xml:space="preserve">Trained 35 local Agents for the respective Campaign. </w:t>
      </w:r>
    </w:p>
    <w:p w:rsidR="00DD472B" w:rsidRDefault="008C7E2A" w:rsidP="00415B66">
      <w:r>
        <w:t>Monal</w:t>
      </w:r>
      <w:r w:rsidR="00542A3B">
        <w:t xml:space="preserve"> Islamabad</w:t>
      </w:r>
      <w:r w:rsidR="00DD472B">
        <w:t xml:space="preserve"> </w:t>
      </w:r>
    </w:p>
    <w:p w:rsidR="00DD472B" w:rsidRDefault="008C7E2A" w:rsidP="00415B66">
      <w:r>
        <w:t>ASST.</w:t>
      </w:r>
      <w:r w:rsidR="00DD472B">
        <w:t xml:space="preserve"> </w:t>
      </w:r>
      <w:r>
        <w:t xml:space="preserve">MANAGER internal audit </w:t>
      </w:r>
      <w:r w:rsidR="00DD472B">
        <w:t xml:space="preserve">¦ </w:t>
      </w:r>
      <w:r>
        <w:t>2011-2012</w:t>
      </w:r>
    </w:p>
    <w:p w:rsidR="00DD472B" w:rsidRDefault="00542A3B" w:rsidP="00542A3B">
      <w:pPr>
        <w:pStyle w:val="ListBullet"/>
      </w:pPr>
      <w:r>
        <w:t xml:space="preserve">Worked on audit for HR and Cash flow. </w:t>
      </w:r>
    </w:p>
    <w:p w:rsidR="00542A3B" w:rsidRDefault="00536F69" w:rsidP="00542A3B">
      <w:pPr>
        <w:pStyle w:val="ListBullet"/>
      </w:pPr>
      <w:r>
        <w:t xml:space="preserve">Did Monthly audits for the projects: Monal, </w:t>
      </w:r>
      <w:r w:rsidR="0044626B">
        <w:t>F1 Trax, Monal Catering, Z Grill</w:t>
      </w:r>
    </w:p>
    <w:p w:rsidR="0044626B" w:rsidRDefault="0044626B" w:rsidP="00542A3B">
      <w:pPr>
        <w:pStyle w:val="ListBullet"/>
      </w:pPr>
      <w:r>
        <w:t xml:space="preserve">Designed policies accompanied by HR manager. </w:t>
      </w:r>
    </w:p>
    <w:p w:rsidR="002B38C6" w:rsidRDefault="002B38C6" w:rsidP="00415B66"/>
    <w:p w:rsidR="002B38C6" w:rsidRDefault="007B5BBD" w:rsidP="00415B66">
      <w:r>
        <w:lastRenderedPageBreak/>
        <w:t>Nostalgia BPO</w:t>
      </w:r>
    </w:p>
    <w:p w:rsidR="002B38C6" w:rsidRDefault="007B5BBD" w:rsidP="00415B66">
      <w:r>
        <w:t>TL</w:t>
      </w:r>
      <w:r w:rsidR="002B38C6">
        <w:t xml:space="preserve"> ¦ </w:t>
      </w:r>
      <w:r>
        <w:t>2013-2015</w:t>
      </w:r>
    </w:p>
    <w:p w:rsidR="002B38C6" w:rsidRDefault="002B38C6" w:rsidP="007B5BBD">
      <w:pPr>
        <w:pStyle w:val="ListBullet"/>
      </w:pPr>
      <w:r>
        <w:t xml:space="preserve">Worked </w:t>
      </w:r>
      <w:r w:rsidR="007B5BBD">
        <w:t xml:space="preserve">on US solar and US auto. </w:t>
      </w:r>
    </w:p>
    <w:p w:rsidR="007B5BBD" w:rsidRDefault="007B5BBD" w:rsidP="007B5BBD">
      <w:pPr>
        <w:pStyle w:val="ListBullet"/>
      </w:pPr>
      <w:r>
        <w:t xml:space="preserve">Trained people over 65 in numbers. </w:t>
      </w:r>
    </w:p>
    <w:p w:rsidR="00DF7F74" w:rsidRDefault="00CF384B" w:rsidP="00415B66">
      <w:r>
        <w:t>Nexenture</w:t>
      </w:r>
      <w:r w:rsidR="00DF7F74">
        <w:t xml:space="preserve"> </w:t>
      </w:r>
      <w:r>
        <w:t>BPO</w:t>
      </w:r>
      <w:r w:rsidR="00DF7F74">
        <w:t xml:space="preserve"> </w:t>
      </w:r>
    </w:p>
    <w:p w:rsidR="00DF7F74" w:rsidRDefault="00CF384B" w:rsidP="00415B66">
      <w:r>
        <w:t>TL</w:t>
      </w:r>
      <w:r w:rsidR="00DF7F74">
        <w:t xml:space="preserve"> ¦ </w:t>
      </w:r>
      <w:r>
        <w:t>2015-2016</w:t>
      </w:r>
    </w:p>
    <w:p w:rsidR="00DF7F74" w:rsidRDefault="00DF7F74" w:rsidP="00CF384B">
      <w:pPr>
        <w:pStyle w:val="ListBullet"/>
      </w:pPr>
      <w:r>
        <w:t>Worked on</w:t>
      </w:r>
      <w:r w:rsidR="00CF384B">
        <w:t xml:space="preserve"> US auto insurance. </w:t>
      </w:r>
    </w:p>
    <w:p w:rsidR="00995B78" w:rsidRDefault="00995B78" w:rsidP="00CF384B">
      <w:pPr>
        <w:pStyle w:val="ListBullet"/>
      </w:pPr>
      <w:r>
        <w:t xml:space="preserve">Training and sales </w:t>
      </w:r>
    </w:p>
    <w:p w:rsidR="00995B78" w:rsidRDefault="00537BDA" w:rsidP="00415B66">
      <w:r>
        <w:t>Islam Box</w:t>
      </w:r>
    </w:p>
    <w:p w:rsidR="00995B78" w:rsidRDefault="00537BDA" w:rsidP="00415B66">
      <w:r>
        <w:t>Manager Customer service</w:t>
      </w:r>
      <w:r w:rsidR="00995B78">
        <w:t xml:space="preserve"> ¦ </w:t>
      </w:r>
      <w:r>
        <w:t>2016-2017</w:t>
      </w:r>
    </w:p>
    <w:p w:rsidR="00995B78" w:rsidRDefault="00537BDA" w:rsidP="00537BDA">
      <w:pPr>
        <w:pStyle w:val="ListBullet"/>
      </w:pPr>
      <w:r>
        <w:t xml:space="preserve">Handled all inbound calls. </w:t>
      </w:r>
    </w:p>
    <w:p w:rsidR="00537BDA" w:rsidRDefault="00537BDA" w:rsidP="00537BDA">
      <w:pPr>
        <w:pStyle w:val="ListBullet"/>
      </w:pPr>
      <w:r>
        <w:t xml:space="preserve">Recovered bills. </w:t>
      </w:r>
    </w:p>
    <w:p w:rsidR="00537BDA" w:rsidRDefault="00161CB9" w:rsidP="00537BDA">
      <w:pPr>
        <w:pStyle w:val="ListBullet"/>
      </w:pPr>
      <w:r>
        <w:t xml:space="preserve">Resolved client issues regarding services. </w:t>
      </w:r>
    </w:p>
    <w:p w:rsidR="00161CB9" w:rsidRDefault="00161CB9" w:rsidP="00537BDA">
      <w:pPr>
        <w:pStyle w:val="ListBullet"/>
      </w:pPr>
      <w:r>
        <w:t xml:space="preserve">Handled clients for TV channels. </w:t>
      </w:r>
    </w:p>
    <w:p w:rsidR="00161CB9" w:rsidRDefault="00161CB9" w:rsidP="00537BDA">
      <w:pPr>
        <w:pStyle w:val="ListBullet"/>
      </w:pPr>
      <w:r>
        <w:t xml:space="preserve">Handled online Quran </w:t>
      </w:r>
      <w:r w:rsidR="004E038C">
        <w:t xml:space="preserve">teachers and students. </w:t>
      </w:r>
    </w:p>
    <w:p w:rsidR="004E038C" w:rsidRDefault="004E038C" w:rsidP="00415B66">
      <w:r>
        <w:t xml:space="preserve">Trade Edge </w:t>
      </w:r>
      <w:r w:rsidR="00561C1D">
        <w:t>BPO</w:t>
      </w:r>
    </w:p>
    <w:p w:rsidR="004E038C" w:rsidRDefault="004E038C" w:rsidP="00415B66">
      <w:r>
        <w:t xml:space="preserve">Manager Operations ¦ </w:t>
      </w:r>
      <w:r w:rsidR="00561C1D">
        <w:t>2017-april 2020</w:t>
      </w:r>
    </w:p>
    <w:p w:rsidR="004E038C" w:rsidRDefault="004E038C" w:rsidP="00561C1D">
      <w:pPr>
        <w:pStyle w:val="ListBullet"/>
      </w:pPr>
      <w:r>
        <w:t xml:space="preserve"> </w:t>
      </w:r>
      <w:r w:rsidR="004D1DD6">
        <w:t xml:space="preserve">Handled Hiring and Training </w:t>
      </w:r>
    </w:p>
    <w:p w:rsidR="004D1DD6" w:rsidRDefault="004D1DD6" w:rsidP="00561C1D">
      <w:pPr>
        <w:pStyle w:val="ListBullet"/>
      </w:pPr>
      <w:r>
        <w:t xml:space="preserve">Handled official and employees issues </w:t>
      </w:r>
    </w:p>
    <w:p w:rsidR="00686009" w:rsidRDefault="00686009" w:rsidP="00561C1D">
      <w:pPr>
        <w:pStyle w:val="ListBullet"/>
      </w:pPr>
      <w:r>
        <w:t xml:space="preserve">Client search and purchase </w:t>
      </w:r>
    </w:p>
    <w:p w:rsidR="00851217" w:rsidRDefault="00851217" w:rsidP="00851217">
      <w:pPr>
        <w:pStyle w:val="ListBullet"/>
        <w:numPr>
          <w:ilvl w:val="0"/>
          <w:numId w:val="0"/>
        </w:numPr>
        <w:ind w:left="216" w:hanging="216"/>
      </w:pPr>
    </w:p>
    <w:p w:rsidR="00851217" w:rsidRDefault="00851217" w:rsidP="00851217">
      <w:pPr>
        <w:pStyle w:val="ListBullet"/>
        <w:numPr>
          <w:ilvl w:val="0"/>
          <w:numId w:val="0"/>
        </w:numPr>
        <w:ind w:left="216" w:hanging="216"/>
      </w:pPr>
    </w:p>
    <w:p w:rsidR="00851217" w:rsidRDefault="00851217" w:rsidP="00851217">
      <w:pPr>
        <w:pStyle w:val="ListBullet"/>
        <w:numPr>
          <w:ilvl w:val="0"/>
          <w:numId w:val="0"/>
        </w:numPr>
        <w:ind w:left="216" w:hanging="216"/>
      </w:pPr>
    </w:p>
    <w:p w:rsidR="00851217" w:rsidRDefault="00851217" w:rsidP="00851217">
      <w:pPr>
        <w:pStyle w:val="ListBullet"/>
        <w:numPr>
          <w:ilvl w:val="0"/>
          <w:numId w:val="0"/>
        </w:numPr>
        <w:ind w:left="216" w:hanging="216"/>
      </w:pPr>
    </w:p>
    <w:p w:rsidR="00851217" w:rsidRDefault="00851217" w:rsidP="00851217">
      <w:pPr>
        <w:pStyle w:val="ListBullet"/>
        <w:numPr>
          <w:ilvl w:val="0"/>
          <w:numId w:val="0"/>
        </w:numPr>
        <w:ind w:left="216" w:hanging="216"/>
      </w:pPr>
    </w:p>
    <w:p w:rsidR="00851217" w:rsidRDefault="00851217" w:rsidP="00851217">
      <w:pPr>
        <w:pStyle w:val="ListBullet"/>
        <w:numPr>
          <w:ilvl w:val="0"/>
          <w:numId w:val="0"/>
        </w:numPr>
        <w:ind w:left="216" w:hanging="216"/>
      </w:pPr>
    </w:p>
    <w:p w:rsidR="00FF59EE" w:rsidRDefault="00FF59EE" w:rsidP="00FF59EE">
      <w:pPr>
        <w:pStyle w:val="ListBullet"/>
        <w:numPr>
          <w:ilvl w:val="0"/>
          <w:numId w:val="0"/>
        </w:numPr>
        <w:ind w:left="216" w:hanging="216"/>
      </w:pPr>
    </w:p>
    <w:sdt>
      <w:sdtPr>
        <w:id w:val="720946933"/>
        <w:placeholder>
          <w:docPart w:val="040A7B22C5A3894FA4BAF5420F07A050"/>
        </w:placeholder>
        <w:temporary/>
        <w:showingPlcHdr/>
        <w15:appearance w15:val="hidden"/>
      </w:sdtPr>
      <w:sdtEndPr/>
      <w:sdtContent>
        <w:p w:rsidR="00BF1EEA" w:rsidRDefault="009A6D6E">
          <w:pPr>
            <w:pStyle w:val="Heading1"/>
          </w:pPr>
          <w:r>
            <w:t>Education</w:t>
          </w:r>
        </w:p>
      </w:sdtContent>
    </w:sdt>
    <w:p w:rsidR="00BF1EEA" w:rsidRDefault="00DF0959">
      <w:r>
        <w:t xml:space="preserve">I have completed ACCA from UCI. </w:t>
      </w:r>
    </w:p>
    <w:sdt>
      <w:sdtPr>
        <w:id w:val="520597245"/>
        <w:placeholder>
          <w:docPart w:val="44704392E30D6F4BA623FF731B2BB89E"/>
        </w:placeholder>
        <w:temporary/>
        <w:showingPlcHdr/>
        <w15:appearance w15:val="hidden"/>
      </w:sdtPr>
      <w:sdtEndPr/>
      <w:sdtContent>
        <w:p w:rsidR="00BF1EEA" w:rsidRDefault="009A6D6E">
          <w:pPr>
            <w:pStyle w:val="Heading1"/>
          </w:pPr>
          <w:r>
            <w:t>Awards and Acknowledgements</w:t>
          </w:r>
        </w:p>
      </w:sdtContent>
    </w:sdt>
    <w:p w:rsidR="00BF1EEA" w:rsidRDefault="001B0C79">
      <w:pPr>
        <w:pStyle w:val="ListBullet"/>
      </w:pPr>
      <w:r>
        <w:t>I have trained over 700 agents both local and on the international level.</w:t>
      </w:r>
    </w:p>
    <w:p w:rsidR="001B0C79" w:rsidRDefault="001B0C79">
      <w:pPr>
        <w:pStyle w:val="ListBullet"/>
      </w:pPr>
      <w:r>
        <w:t xml:space="preserve">Recognized in Philippines Call Center industry with the center owners </w:t>
      </w:r>
      <w:r w:rsidR="00AA632F">
        <w:t xml:space="preserve">: Mark Steve, Cheryl Jones, Linda </w:t>
      </w:r>
      <w:r w:rsidR="00DF1ECB">
        <w:t>Dave, Alex Jones.</w:t>
      </w:r>
    </w:p>
    <w:p w:rsidR="00DF1ECB" w:rsidRDefault="00DF1ECB">
      <w:pPr>
        <w:pStyle w:val="ListBullet"/>
      </w:pPr>
      <w:r>
        <w:t>Recognized with US clients.</w:t>
      </w:r>
    </w:p>
    <w:p w:rsidR="00DF1ECB" w:rsidRDefault="00DF1ECB">
      <w:pPr>
        <w:pStyle w:val="ListBullet"/>
      </w:pPr>
      <w:r>
        <w:t xml:space="preserve">Trained people for : US solar, US auto, US mortgage, </w:t>
      </w:r>
      <w:r w:rsidR="00C24F68">
        <w:t xml:space="preserve">US Health, Injuiry Claim UK, </w:t>
      </w:r>
      <w:r w:rsidR="00BA16C7">
        <w:t>British Gas, Australian Holidays</w:t>
      </w:r>
      <w:r w:rsidR="0091797D">
        <w:t>.</w:t>
      </w:r>
    </w:p>
    <w:p w:rsidR="0091797D" w:rsidRDefault="0091797D">
      <w:pPr>
        <w:pStyle w:val="ListBullet"/>
      </w:pPr>
      <w:r>
        <w:t>Also worked with Barrister Kashif for UK and European Immigration.</w:t>
      </w:r>
    </w:p>
    <w:p w:rsidR="0091797D" w:rsidRDefault="00D6737D">
      <w:pPr>
        <w:pStyle w:val="ListBullet"/>
      </w:pPr>
      <w:r>
        <w:t xml:space="preserve">Received acknowledgements from International clients for Language and Sales </w:t>
      </w:r>
      <w:r w:rsidR="00890642">
        <w:t>Trainings</w:t>
      </w:r>
    </w:p>
    <w:p w:rsidR="00890642" w:rsidRDefault="00D277F6">
      <w:pPr>
        <w:pStyle w:val="ListBullet"/>
      </w:pPr>
      <w:r>
        <w:t xml:space="preserve">Have worked with small call centers I.E. Nirvana BPO, </w:t>
      </w:r>
      <w:r w:rsidR="00C63E0E">
        <w:t xml:space="preserve">Typeex, Zee Hub, </w:t>
      </w:r>
      <w:r w:rsidR="006E175B">
        <w:t>Bells Inn, Easy Com on contract for 3-4 months for training and Sales.</w:t>
      </w:r>
    </w:p>
    <w:p w:rsidR="006E175B" w:rsidRDefault="006E175B" w:rsidP="006E175B">
      <w:pPr>
        <w:pStyle w:val="ListBullet"/>
        <w:numPr>
          <w:ilvl w:val="0"/>
          <w:numId w:val="0"/>
        </w:numPr>
        <w:ind w:left="216" w:hanging="216"/>
      </w:pPr>
    </w:p>
    <w:p w:rsidR="0010778C" w:rsidRDefault="00727B51" w:rsidP="0010778C">
      <w:r>
        <w:t>Reference</w:t>
      </w:r>
      <w:r w:rsidR="0010778C">
        <w:t xml:space="preserve">: Will be provided upon Request. </w:t>
      </w:r>
    </w:p>
    <w:p w:rsidR="00337728" w:rsidRDefault="00337728" w:rsidP="00727B51">
      <w:pPr>
        <w:pStyle w:val="ListBullet"/>
        <w:numPr>
          <w:ilvl w:val="0"/>
          <w:numId w:val="0"/>
        </w:numPr>
        <w:ind w:left="216" w:hanging="216"/>
      </w:pPr>
    </w:p>
    <w:p w:rsidR="0074190B" w:rsidRDefault="0074190B" w:rsidP="0074190B">
      <w:pPr>
        <w:pStyle w:val="ListBullet"/>
        <w:numPr>
          <w:ilvl w:val="0"/>
          <w:numId w:val="0"/>
        </w:numPr>
        <w:ind w:left="216" w:hanging="216"/>
      </w:pPr>
    </w:p>
    <w:sectPr w:rsidR="0074190B">
      <w:headerReference w:type="default" r:id="rId10"/>
      <w:footerReference w:type="default" r:id="rId11"/>
      <w:headerReference w:type="first" r:id="rId12"/>
      <w:pgSz w:w="12240" w:h="15840" w:code="1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62B1" w:rsidRDefault="002E62B1">
      <w:r>
        <w:separator/>
      </w:r>
    </w:p>
  </w:endnote>
  <w:endnote w:type="continuationSeparator" w:id="0">
    <w:p w:rsidR="002E62B1" w:rsidRDefault="002E6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1EEA" w:rsidRDefault="009A6D6E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62B1" w:rsidRDefault="002E62B1">
      <w:r>
        <w:separator/>
      </w:r>
    </w:p>
  </w:footnote>
  <w:footnote w:type="continuationSeparator" w:id="0">
    <w:p w:rsidR="002E62B1" w:rsidRDefault="002E6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1EEA" w:rsidRDefault="009A6D6E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7FC1CF99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1EEA" w:rsidRDefault="009A6D6E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599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F1EEA" w:rsidRDefault="00BF1EEA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">
              <v:shape id="Frame 5" o:spid="_x0000_s1027" style="position:absolute;left:1333;width:73152;height:96012;visibility:visible;mso-wrap-style:square;v-text-anchor:middle" coordsize="7315200,9601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5;top:4286;width:3582;height:8020;visibility:visible;mso-wrap-style:square;v-text-anchor:top" coordsize="240,528" o:spt="1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:rsidR="00BF1EEA" w:rsidRDefault="00BF1EEA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E24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F16E2"/>
    <w:multiLevelType w:val="hybridMultilevel"/>
    <w:tmpl w:val="2676F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attachedTemplate r:id="rId1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DB"/>
    <w:rsid w:val="00025BF3"/>
    <w:rsid w:val="00055C40"/>
    <w:rsid w:val="0010778C"/>
    <w:rsid w:val="00115CF8"/>
    <w:rsid w:val="00161CB9"/>
    <w:rsid w:val="001A5568"/>
    <w:rsid w:val="001B0C79"/>
    <w:rsid w:val="0020783D"/>
    <w:rsid w:val="002B38C6"/>
    <w:rsid w:val="002E0B56"/>
    <w:rsid w:val="002E62B1"/>
    <w:rsid w:val="003328CE"/>
    <w:rsid w:val="00337728"/>
    <w:rsid w:val="00383090"/>
    <w:rsid w:val="003B62AB"/>
    <w:rsid w:val="003C6DDB"/>
    <w:rsid w:val="0044626B"/>
    <w:rsid w:val="00494E8E"/>
    <w:rsid w:val="004D1DD6"/>
    <w:rsid w:val="004E038C"/>
    <w:rsid w:val="00536F69"/>
    <w:rsid w:val="00537BDA"/>
    <w:rsid w:val="00542A3B"/>
    <w:rsid w:val="00561C1D"/>
    <w:rsid w:val="005743F9"/>
    <w:rsid w:val="005B35EB"/>
    <w:rsid w:val="005C057E"/>
    <w:rsid w:val="00686009"/>
    <w:rsid w:val="006E175B"/>
    <w:rsid w:val="00727B51"/>
    <w:rsid w:val="0074190B"/>
    <w:rsid w:val="007A3ADC"/>
    <w:rsid w:val="007B5BBD"/>
    <w:rsid w:val="007C4392"/>
    <w:rsid w:val="0081166D"/>
    <w:rsid w:val="00851217"/>
    <w:rsid w:val="00890642"/>
    <w:rsid w:val="008C7E2A"/>
    <w:rsid w:val="008E6B48"/>
    <w:rsid w:val="0091797D"/>
    <w:rsid w:val="00972C05"/>
    <w:rsid w:val="00995B78"/>
    <w:rsid w:val="009A6D6E"/>
    <w:rsid w:val="00A45591"/>
    <w:rsid w:val="00AA632F"/>
    <w:rsid w:val="00B010D7"/>
    <w:rsid w:val="00B85D2B"/>
    <w:rsid w:val="00BA16C7"/>
    <w:rsid w:val="00BF1EEA"/>
    <w:rsid w:val="00C24F68"/>
    <w:rsid w:val="00C33483"/>
    <w:rsid w:val="00C63E0E"/>
    <w:rsid w:val="00CE1C4E"/>
    <w:rsid w:val="00CF384B"/>
    <w:rsid w:val="00D277F6"/>
    <w:rsid w:val="00D6737D"/>
    <w:rsid w:val="00DD472B"/>
    <w:rsid w:val="00DF0959"/>
    <w:rsid w:val="00DF1ECB"/>
    <w:rsid w:val="00DF7F74"/>
    <w:rsid w:val="00E101AF"/>
    <w:rsid w:val="00E80B05"/>
    <w:rsid w:val="00F93EA3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EC11AF4E-E12A-BF40-BE97-0C8C76AB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before="120" w:after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color w:val="0E0B05" w:themeColor="text2"/>
    </w:rPr>
  </w:style>
  <w:style w:type="character" w:styleId="Hyperlink">
    <w:name w:val="Hyperlink"/>
    <w:basedOn w:val="DefaultParagraphFont"/>
    <w:uiPriority w:val="99"/>
    <w:unhideWhenUsed/>
    <w:rsid w:val="008E6B48"/>
    <w:rPr>
      <w:color w:val="53C3C7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B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2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hyperlink" Target="mailto:awana4719@gmail.com" TargetMode="External" /><Relationship Id="rId14" Type="http://schemas.openxmlformats.org/officeDocument/2006/relationships/glossaryDocument" Target="glossary/document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A606AE6C-FFB0-FA43-812C-4DEE5C6D149E%7dtf5000201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37B2A1E429339469873571ED0045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656C0-2265-B044-A5F5-E0842A3421BA}"/>
      </w:docPartPr>
      <w:docPartBody>
        <w:p w:rsidR="007342E9" w:rsidRDefault="00EE5BA2">
          <w:pPr>
            <w:pStyle w:val="237B2A1E429339469873571ED0045D22"/>
          </w:pPr>
          <w:r>
            <w:t>Objective</w:t>
          </w:r>
        </w:p>
      </w:docPartBody>
    </w:docPart>
    <w:docPart>
      <w:docPartPr>
        <w:name w:val="DE9BBCA24B37DB4E8A570370D1148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24801-60FC-F74D-BCAF-8875072689E0}"/>
      </w:docPartPr>
      <w:docPartBody>
        <w:p w:rsidR="007342E9" w:rsidRDefault="00EE5BA2">
          <w:pPr>
            <w:pStyle w:val="DE9BBCA24B37DB4E8A570370D1148BAA"/>
          </w:pPr>
          <w:r>
            <w:t>Experience</w:t>
          </w:r>
        </w:p>
      </w:docPartBody>
    </w:docPart>
    <w:docPart>
      <w:docPartPr>
        <w:name w:val="040A7B22C5A3894FA4BAF5420F07A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8CF5F-5F62-C34E-8CB3-49A6E56F850B}"/>
      </w:docPartPr>
      <w:docPartBody>
        <w:p w:rsidR="007342E9" w:rsidRDefault="00EE5BA2">
          <w:pPr>
            <w:pStyle w:val="040A7B22C5A3894FA4BAF5420F07A050"/>
          </w:pPr>
          <w:r>
            <w:t>Education</w:t>
          </w:r>
        </w:p>
      </w:docPartBody>
    </w:docPart>
    <w:docPart>
      <w:docPartPr>
        <w:name w:val="44704392E30D6F4BA623FF731B2BB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2F26C-DE31-A647-8559-24D24D89C74A}"/>
      </w:docPartPr>
      <w:docPartBody>
        <w:p w:rsidR="007342E9" w:rsidRDefault="00EE5BA2">
          <w:pPr>
            <w:pStyle w:val="44704392E30D6F4BA623FF731B2BB89E"/>
          </w:pPr>
          <w:r>
            <w:t>Awards and Acknowledgements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BA2"/>
    <w:rsid w:val="007342E9"/>
    <w:rsid w:val="00D847B5"/>
    <w:rsid w:val="00EE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198FBBBC230245A98C1CE3FA109D71">
    <w:name w:val="AC198FBBBC230245A98C1CE3FA109D71"/>
  </w:style>
  <w:style w:type="paragraph" w:customStyle="1" w:styleId="E33C0708D3F20E409928C5ED9DE9CDFF">
    <w:name w:val="E33C0708D3F20E409928C5ED9DE9CDFF"/>
  </w:style>
  <w:style w:type="paragraph" w:customStyle="1" w:styleId="237B2A1E429339469873571ED0045D22">
    <w:name w:val="237B2A1E429339469873571ED0045D22"/>
  </w:style>
  <w:style w:type="paragraph" w:customStyle="1" w:styleId="1940823AD510C84DADC1A553B41649DF">
    <w:name w:val="1940823AD510C84DADC1A553B41649DF"/>
  </w:style>
  <w:style w:type="paragraph" w:customStyle="1" w:styleId="DE9BBCA24B37DB4E8A570370D1148BAA">
    <w:name w:val="DE9BBCA24B37DB4E8A570370D1148BAA"/>
  </w:style>
  <w:style w:type="paragraph" w:customStyle="1" w:styleId="79CA9818A621CD408C35CB545BCFAF68">
    <w:name w:val="79CA9818A621CD408C35CB545BCFAF68"/>
  </w:style>
  <w:style w:type="paragraph" w:customStyle="1" w:styleId="13AC87F662373D4DBBAF7BF4C66707A8">
    <w:name w:val="13AC87F662373D4DBBAF7BF4C66707A8"/>
  </w:style>
  <w:style w:type="paragraph" w:styleId="ListBullet">
    <w:name w:val="List Bullet"/>
    <w:basedOn w:val="Normal"/>
    <w:uiPriority w:val="9"/>
    <w:qFormat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eastAsia="ja-JP"/>
    </w:rPr>
  </w:style>
  <w:style w:type="paragraph" w:customStyle="1" w:styleId="F83E7410CAB275428B7BEE959EDE966D">
    <w:name w:val="F83E7410CAB275428B7BEE959EDE966D"/>
  </w:style>
  <w:style w:type="paragraph" w:customStyle="1" w:styleId="040A7B22C5A3894FA4BAF5420F07A050">
    <w:name w:val="040A7B22C5A3894FA4BAF5420F07A050"/>
  </w:style>
  <w:style w:type="paragraph" w:customStyle="1" w:styleId="044EF3A52D19374D8C154852CBB32AE3">
    <w:name w:val="044EF3A52D19374D8C154852CBB32AE3"/>
  </w:style>
  <w:style w:type="paragraph" w:customStyle="1" w:styleId="44704392E30D6F4BA623FF731B2BB89E">
    <w:name w:val="44704392E30D6F4BA623FF731B2BB89E"/>
  </w:style>
  <w:style w:type="paragraph" w:customStyle="1" w:styleId="A678E6A468FA044D8D02301AE53B3559">
    <w:name w:val="A678E6A468FA044D8D02301AE53B35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3049D-B675-42B7-9701-8F57847BD7F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%7bA606AE6C-FFB0-FA43-812C-4DEE5C6D149E%7dtf50002018.dotx</Template>
  <TotalTime>0</TotalTime>
  <Pages>3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Citron BPO</cp:lastModifiedBy>
  <cp:revision>2</cp:revision>
  <dcterms:created xsi:type="dcterms:W3CDTF">2021-01-28T10:35:00Z</dcterms:created>
  <dcterms:modified xsi:type="dcterms:W3CDTF">2021-01-28T10:35:00Z</dcterms:modified>
</cp:coreProperties>
</file>